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D52D40" w:rsidRDefault="007B6F21" w:rsidP="00D52D40">
      <w:pPr>
        <w:pStyle w:val="Title"/>
      </w:pPr>
      <w:r w:rsidRPr="007B6F21">
        <w:t>Fees Policy</w:t>
      </w:r>
    </w:p>
    <w:p w:rsidR="00D52D40" w:rsidRPr="00D52D40" w:rsidRDefault="00D52D40" w:rsidP="00D52D40">
      <w:pPr>
        <w:pStyle w:val="Mandatory"/>
      </w:pPr>
      <w:r w:rsidRPr="00D52D40">
        <w:t>Mandatory – Quality Area 7</w:t>
      </w:r>
    </w:p>
    <w:p w:rsidR="007B6F21" w:rsidRDefault="007B6F21" w:rsidP="007B6F21">
      <w:pPr>
        <w:pStyle w:val="Heading1"/>
      </w:pPr>
      <w:r>
        <w:t>Purpose</w:t>
      </w:r>
    </w:p>
    <w:p w:rsidR="007B6F21" w:rsidRDefault="007B6F21" w:rsidP="007B6F21">
      <w:pPr>
        <w:pStyle w:val="BodyText3ptAfter"/>
      </w:pPr>
      <w:r>
        <w:t xml:space="preserve">This </w:t>
      </w:r>
      <w:r w:rsidRPr="00253F8F">
        <w:t>policy</w:t>
      </w:r>
      <w:r>
        <w:t xml:space="preserve"> will provide clear guidelines for:</w:t>
      </w:r>
    </w:p>
    <w:p w:rsidR="007B6F21" w:rsidRPr="00253F8F" w:rsidRDefault="007B6F21" w:rsidP="007B6F21">
      <w:pPr>
        <w:pStyle w:val="Bullets1"/>
      </w:pPr>
      <w:r>
        <w:t>t</w:t>
      </w:r>
      <w:r w:rsidRPr="00253F8F">
        <w:t xml:space="preserve">he setting, </w:t>
      </w:r>
      <w:r>
        <w:t>payment and collection of fees</w:t>
      </w:r>
    </w:p>
    <w:p w:rsidR="007B6F21" w:rsidRPr="00253F8F" w:rsidRDefault="007B6F21" w:rsidP="007B6F21">
      <w:pPr>
        <w:pStyle w:val="Bullets1"/>
      </w:pPr>
      <w:r>
        <w:t>e</w:t>
      </w:r>
      <w:r w:rsidRPr="00253F8F">
        <w:t xml:space="preserve">nsuring the viability of </w:t>
      </w:r>
      <w:fldSimple w:instr=" DOCPROPERTY  Company  \* MERGEFORMAT ">
        <w:r w:rsidR="00DE696D">
          <w:t>Alexandra &amp; District Kindergarten</w:t>
        </w:r>
      </w:fldSimple>
      <w:r w:rsidRPr="00A6204B">
        <w:t>,</w:t>
      </w:r>
      <w:r>
        <w:rPr>
          <w:b/>
        </w:rPr>
        <w:t xml:space="preserve"> </w:t>
      </w:r>
      <w:r w:rsidRPr="00253F8F">
        <w:t xml:space="preserve">by </w:t>
      </w:r>
      <w:r>
        <w:t>setting appropriate fees and charges</w:t>
      </w:r>
    </w:p>
    <w:p w:rsidR="007B6F21" w:rsidRDefault="007B6F21" w:rsidP="007B6F21">
      <w:pPr>
        <w:pStyle w:val="Bullets1"/>
      </w:pPr>
      <w:proofErr w:type="gramStart"/>
      <w:r>
        <w:t>the</w:t>
      </w:r>
      <w:proofErr w:type="gramEnd"/>
      <w:r>
        <w:t xml:space="preserve"> e</w:t>
      </w:r>
      <w:r w:rsidRPr="00253F8F">
        <w:t>quitable and non-discriminatory application of fees across the programs provided</w:t>
      </w:r>
      <w:r>
        <w:t xml:space="preserve"> by </w:t>
      </w:r>
      <w:fldSimple w:instr=" DOCPROPERTY  Company  \* MERGEFORMAT ">
        <w:r w:rsidR="00DE696D">
          <w:t>Alexandra &amp; District Kindergarten</w:t>
        </w:r>
      </w:fldSimple>
      <w:r w:rsidRPr="00253F8F">
        <w:t>.</w:t>
      </w:r>
    </w:p>
    <w:p w:rsidR="007B6F21" w:rsidRDefault="007B6F21" w:rsidP="007B6F21">
      <w:pPr>
        <w:pStyle w:val="Heading1"/>
      </w:pPr>
      <w:r>
        <w:t>Policy statement</w:t>
      </w:r>
    </w:p>
    <w:p w:rsidR="007B6F21" w:rsidRDefault="007B6F21" w:rsidP="007B6F21">
      <w:pPr>
        <w:pStyle w:val="Heading2"/>
      </w:pPr>
      <w:r>
        <w:t>Values</w:t>
      </w:r>
    </w:p>
    <w:p w:rsidR="007B6F21" w:rsidRDefault="005D3A85" w:rsidP="00A6204B">
      <w:pPr>
        <w:pStyle w:val="BodyText3ptAfter"/>
      </w:pPr>
      <w:fldSimple w:instr=" DOCPROPERTY  Company  \* MERGEFORMAT ">
        <w:r w:rsidR="00DE696D">
          <w:t>Alexandra &amp; District Kindergarten</w:t>
        </w:r>
      </w:fldSimple>
      <w:r w:rsidR="00E14EA2">
        <w:rPr>
          <w:b/>
        </w:rPr>
        <w:t xml:space="preserve"> </w:t>
      </w:r>
      <w:r w:rsidR="007B6F21">
        <w:t xml:space="preserve">is committed to: </w:t>
      </w:r>
    </w:p>
    <w:p w:rsidR="007B6F21" w:rsidRDefault="007B6F21" w:rsidP="00E14EA2">
      <w:pPr>
        <w:pStyle w:val="Bullets1"/>
      </w:pPr>
      <w:r>
        <w:t>providing responsible financial management of the service, including establishing fees that will result in a financially viable service, while keeping user fees at the lowest possible level</w:t>
      </w:r>
    </w:p>
    <w:p w:rsidR="007B6F21" w:rsidRDefault="007B6F21" w:rsidP="00E14EA2">
      <w:pPr>
        <w:pStyle w:val="Bullets1"/>
      </w:pPr>
      <w:r>
        <w:t>providing a fair and manageable system for dealing with non-payment and/or inability to pay fees/outstanding debts</w:t>
      </w:r>
    </w:p>
    <w:p w:rsidR="007B6F21" w:rsidRDefault="007B6F21" w:rsidP="00E14EA2">
      <w:pPr>
        <w:pStyle w:val="Bullets1"/>
      </w:pPr>
      <w:r>
        <w:t>ensuring there are no financial barriers for families wishing to access an early childhood program for their child/children</w:t>
      </w:r>
    </w:p>
    <w:p w:rsidR="007B6F21" w:rsidRDefault="007B6F21" w:rsidP="00E14EA2">
      <w:pPr>
        <w:pStyle w:val="Bullets1"/>
      </w:pPr>
      <w:r>
        <w:t>maintaining confidentiality in relation to the financial circumstances of parents/guardians</w:t>
      </w:r>
    </w:p>
    <w:p w:rsidR="007B6F21" w:rsidRDefault="007B6F21" w:rsidP="00E14EA2">
      <w:pPr>
        <w:pStyle w:val="Bullets1"/>
      </w:pPr>
      <w:r>
        <w:t>advising users of the service about program funding, including government support and fees to be paid by parents/guardians</w:t>
      </w:r>
    </w:p>
    <w:p w:rsidR="007B6F21" w:rsidRDefault="007B6F21" w:rsidP="00E14EA2">
      <w:pPr>
        <w:pStyle w:val="Bullets1"/>
      </w:pPr>
      <w:proofErr w:type="gramStart"/>
      <w:r>
        <w:t>providing</w:t>
      </w:r>
      <w:proofErr w:type="gramEnd"/>
      <w:r>
        <w:t xml:space="preserve"> equitable access for families eligible for the Kindergarten Fee Subsidy.</w:t>
      </w:r>
    </w:p>
    <w:p w:rsidR="007B6F21" w:rsidRDefault="007B6F21" w:rsidP="007B6F21">
      <w:pPr>
        <w:pStyle w:val="Heading2"/>
        <w:keepNext/>
        <w:tabs>
          <w:tab w:val="left" w:pos="284"/>
        </w:tabs>
        <w:overflowPunct w:val="0"/>
        <w:autoSpaceDE w:val="0"/>
        <w:autoSpaceDN w:val="0"/>
        <w:adjustRightInd w:val="0"/>
        <w:spacing w:before="240" w:after="120"/>
        <w:textAlignment w:val="baseline"/>
      </w:pPr>
      <w:r>
        <w:t>Scope</w:t>
      </w:r>
    </w:p>
    <w:p w:rsidR="00D52D40" w:rsidRPr="00D52D40" w:rsidRDefault="007B6F21" w:rsidP="00E14EA2">
      <w:pPr>
        <w:pStyle w:val="BodyText"/>
        <w:rPr>
          <w:rFonts w:eastAsia="Times New Roman" w:cs="Arial"/>
          <w:b/>
          <w:bCs/>
          <w:caps/>
          <w:color w:val="000000"/>
          <w:sz w:val="28"/>
          <w:szCs w:val="28"/>
        </w:rPr>
      </w:pPr>
      <w:r>
        <w:t xml:space="preserve">This policy applies to the Approved Provider, Nominated Supervisor, Certified Supervisor, educators and parents/guardians with an enrolled child, or who wish to enrol a child at </w:t>
      </w:r>
      <w:fldSimple w:instr=" DOCPROPERTY  Company  \* MERGEFORMAT ">
        <w:r w:rsidR="00DE696D">
          <w:t>Alexandra &amp; District Kindergarten</w:t>
        </w:r>
      </w:fldSimple>
      <w:r w:rsidR="00E14EA2">
        <w:t>.</w:t>
      </w:r>
    </w:p>
    <w:p w:rsidR="00E14EA2" w:rsidRDefault="00E14EA2" w:rsidP="00E14EA2">
      <w:pPr>
        <w:pStyle w:val="Heading2"/>
      </w:pPr>
      <w:r>
        <w:t>Background and legislation</w:t>
      </w:r>
    </w:p>
    <w:p w:rsidR="00E14EA2" w:rsidRDefault="00E14EA2" w:rsidP="00E14EA2">
      <w:pPr>
        <w:pStyle w:val="Heading4"/>
      </w:pPr>
      <w:r>
        <w:t>Background</w:t>
      </w:r>
    </w:p>
    <w:p w:rsidR="00E14EA2" w:rsidRDefault="00E14EA2" w:rsidP="00E14EA2">
      <w:pPr>
        <w:pStyle w:val="BodyText"/>
      </w:pPr>
      <w:r>
        <w:t xml:space="preserve">The Department of Education and Early Childhood Development (DEECD) provides per capita funding as a contribution towards the costs of the four-year-old kindergarten program. Income from other sources, primarily fees, is required to meet all the additional costs incurred by the service in the delivery of the children’s program. </w:t>
      </w:r>
      <w:proofErr w:type="gramStart"/>
      <w:r>
        <w:t xml:space="preserve">In addition, the Kindergarten Fee Subsidy (refer to </w:t>
      </w:r>
      <w:r w:rsidRPr="007D29CB">
        <w:rPr>
          <w:i/>
        </w:rPr>
        <w:t>Definitions</w:t>
      </w:r>
      <w:r>
        <w:t xml:space="preserve">) </w:t>
      </w:r>
      <w:r w:rsidRPr="007D29CB">
        <w:t>enables</w:t>
      </w:r>
      <w:r>
        <w:t xml:space="preserve"> eligible families to attend the four-year-old kindergarten program at minimal or no cost.</w:t>
      </w:r>
      <w:proofErr w:type="gramEnd"/>
      <w:r>
        <w:t xml:space="preserve"> </w:t>
      </w:r>
    </w:p>
    <w:p w:rsidR="00E14EA2" w:rsidRDefault="00E14EA2" w:rsidP="00E14EA2">
      <w:pPr>
        <w:pStyle w:val="BodyText"/>
      </w:pPr>
      <w:r>
        <w:t xml:space="preserve">DEECD also funds eligible three-year-old Aboriginal and Torres Strait Islander children, and children </w:t>
      </w:r>
      <w:r w:rsidRPr="00BB0572">
        <w:t>known to Child Protection,</w:t>
      </w:r>
      <w:r>
        <w:t xml:space="preserve"> to access kindergarten programs as outlined in the </w:t>
      </w:r>
      <w:r w:rsidRPr="005D2DDB">
        <w:rPr>
          <w:i/>
        </w:rPr>
        <w:t xml:space="preserve">Victorian </w:t>
      </w:r>
      <w:r>
        <w:rPr>
          <w:i/>
        </w:rPr>
        <w:t>k</w:t>
      </w:r>
      <w:r w:rsidRPr="005D2DDB">
        <w:rPr>
          <w:i/>
        </w:rPr>
        <w:t xml:space="preserve">indergarten </w:t>
      </w:r>
      <w:r>
        <w:rPr>
          <w:i/>
        </w:rPr>
        <w:t>p</w:t>
      </w:r>
      <w:r w:rsidRPr="005D2DDB">
        <w:rPr>
          <w:i/>
        </w:rPr>
        <w:t xml:space="preserve">olicy, </w:t>
      </w:r>
      <w:r>
        <w:rPr>
          <w:i/>
        </w:rPr>
        <w:t>p</w:t>
      </w:r>
      <w:r w:rsidRPr="005D2DDB">
        <w:rPr>
          <w:i/>
        </w:rPr>
        <w:t xml:space="preserve">rocedures </w:t>
      </w:r>
      <w:r>
        <w:rPr>
          <w:i/>
        </w:rPr>
        <w:t>and</w:t>
      </w:r>
      <w:r w:rsidRPr="005D2DDB">
        <w:rPr>
          <w:i/>
        </w:rPr>
        <w:t xml:space="preserve"> </w:t>
      </w:r>
      <w:r>
        <w:rPr>
          <w:i/>
        </w:rPr>
        <w:t>f</w:t>
      </w:r>
      <w:r w:rsidRPr="005D2DDB">
        <w:rPr>
          <w:i/>
        </w:rPr>
        <w:t xml:space="preserve">unding </w:t>
      </w:r>
      <w:r>
        <w:rPr>
          <w:i/>
        </w:rPr>
        <w:t>c</w:t>
      </w:r>
      <w:r w:rsidRPr="005D2DDB">
        <w:rPr>
          <w:i/>
        </w:rPr>
        <w:t>riteria</w:t>
      </w:r>
      <w:r>
        <w:t xml:space="preserve"> (refer to </w:t>
      </w:r>
      <w:r w:rsidRPr="005B7ED9">
        <w:rPr>
          <w:i/>
        </w:rPr>
        <w:t>Sources</w:t>
      </w:r>
      <w:r>
        <w:t xml:space="preserve">).  </w:t>
      </w:r>
    </w:p>
    <w:p w:rsidR="00E14EA2" w:rsidRPr="008E31E4" w:rsidRDefault="00E14EA2" w:rsidP="00E14EA2">
      <w:pPr>
        <w:pStyle w:val="BodyText"/>
      </w:pPr>
      <w:r>
        <w:t>DEECD requires that funded services have a comprehensive written fees policy in place, and the content of this policy must be communicated to families.</w:t>
      </w:r>
      <w:r w:rsidRPr="00727415">
        <w:t xml:space="preserve"> </w:t>
      </w:r>
      <w:r>
        <w:t>The policy must include a written statement about the fees to be charged, as required under Regulation 168(2</w:t>
      </w:r>
      <w:proofErr w:type="gramStart"/>
      <w:r>
        <w:t>)(</w:t>
      </w:r>
      <w:proofErr w:type="gramEnd"/>
      <w:r>
        <w:t xml:space="preserve">n), and the payment process. All families must be informed of applicable term and annual fees at the time of enrolment. Services must also advise eligible families of the Kindergarten Fee Subsidy arrangements. The fees charged must comply with the </w:t>
      </w:r>
      <w:r w:rsidRPr="00084241">
        <w:rPr>
          <w:i/>
        </w:rPr>
        <w:t xml:space="preserve">Kindergarten </w:t>
      </w:r>
      <w:r w:rsidRPr="00EA268F">
        <w:rPr>
          <w:i/>
        </w:rPr>
        <w:t>F</w:t>
      </w:r>
      <w:r w:rsidRPr="00084241">
        <w:rPr>
          <w:i/>
        </w:rPr>
        <w:t xml:space="preserve">ee </w:t>
      </w:r>
      <w:r w:rsidRPr="00EA268F">
        <w:rPr>
          <w:i/>
        </w:rPr>
        <w:t>S</w:t>
      </w:r>
      <w:r w:rsidRPr="00084241">
        <w:rPr>
          <w:i/>
        </w:rPr>
        <w:t xml:space="preserve">ubsidy – </w:t>
      </w:r>
      <w:r w:rsidRPr="00EA268F">
        <w:rPr>
          <w:i/>
        </w:rPr>
        <w:t>F</w:t>
      </w:r>
      <w:r w:rsidRPr="00084241">
        <w:rPr>
          <w:i/>
        </w:rPr>
        <w:t xml:space="preserve">ees </w:t>
      </w:r>
      <w:r w:rsidRPr="00EA268F">
        <w:rPr>
          <w:i/>
        </w:rPr>
        <w:t>P</w:t>
      </w:r>
      <w:r w:rsidRPr="00084241">
        <w:rPr>
          <w:i/>
        </w:rPr>
        <w:t>olicy</w:t>
      </w:r>
      <w:r>
        <w:t xml:space="preserve"> (refer to </w:t>
      </w:r>
      <w:r>
        <w:rPr>
          <w:i/>
        </w:rPr>
        <w:t xml:space="preserve">Definitions), </w:t>
      </w:r>
      <w:r>
        <w:t xml:space="preserve">and be responsive to the local community and the viability of the service. </w:t>
      </w:r>
      <w:proofErr w:type="gramStart"/>
      <w:r w:rsidRPr="008E31E4">
        <w:t xml:space="preserve">The </w:t>
      </w:r>
      <w:r w:rsidRPr="008E31E4">
        <w:rPr>
          <w:i/>
        </w:rPr>
        <w:t xml:space="preserve">Victorian </w:t>
      </w:r>
      <w:r>
        <w:rPr>
          <w:i/>
        </w:rPr>
        <w:t>k</w:t>
      </w:r>
      <w:r w:rsidRPr="008E31E4">
        <w:rPr>
          <w:i/>
        </w:rPr>
        <w:t>indergarten</w:t>
      </w:r>
      <w:r>
        <w:rPr>
          <w:i/>
        </w:rPr>
        <w:t xml:space="preserve"> p</w:t>
      </w:r>
      <w:r w:rsidRPr="008E31E4">
        <w:rPr>
          <w:i/>
        </w:rPr>
        <w:t>olicy,</w:t>
      </w:r>
      <w:r>
        <w:rPr>
          <w:i/>
        </w:rPr>
        <w:t xml:space="preserve"> p</w:t>
      </w:r>
      <w:r w:rsidRPr="008E31E4">
        <w:rPr>
          <w:i/>
        </w:rPr>
        <w:t xml:space="preserve">rocedures and </w:t>
      </w:r>
      <w:r>
        <w:rPr>
          <w:i/>
        </w:rPr>
        <w:t>f</w:t>
      </w:r>
      <w:r w:rsidRPr="008E31E4">
        <w:rPr>
          <w:i/>
        </w:rPr>
        <w:t xml:space="preserve">unding </w:t>
      </w:r>
      <w:r>
        <w:rPr>
          <w:i/>
        </w:rPr>
        <w:t>c</w:t>
      </w:r>
      <w:r w:rsidRPr="008E31E4">
        <w:rPr>
          <w:i/>
        </w:rPr>
        <w:t xml:space="preserve">riteria </w:t>
      </w:r>
      <w:r>
        <w:t xml:space="preserve">(refer to </w:t>
      </w:r>
      <w:r w:rsidRPr="00BD06BA">
        <w:rPr>
          <w:i/>
        </w:rPr>
        <w:t>Sources</w:t>
      </w:r>
      <w:r>
        <w:t xml:space="preserve">) </w:t>
      </w:r>
      <w:r w:rsidRPr="00DC6EAB">
        <w:t>outlines</w:t>
      </w:r>
      <w:r w:rsidRPr="008E31E4">
        <w:t xml:space="preserve"> the criter</w:t>
      </w:r>
      <w:r>
        <w:t>ia to be covered in the policy.</w:t>
      </w:r>
      <w:proofErr w:type="gramEnd"/>
      <w:r>
        <w:t xml:space="preserve"> </w:t>
      </w:r>
    </w:p>
    <w:p w:rsidR="00E14EA2" w:rsidRPr="008D7051" w:rsidRDefault="00E14EA2" w:rsidP="00E14EA2">
      <w:pPr>
        <w:pStyle w:val="Heading4"/>
      </w:pPr>
      <w:r>
        <w:lastRenderedPageBreak/>
        <w:t>Legislation and standards</w:t>
      </w:r>
    </w:p>
    <w:p w:rsidR="00E14EA2" w:rsidRPr="008E31E4" w:rsidRDefault="00E14EA2" w:rsidP="00E14EA2">
      <w:pPr>
        <w:pStyle w:val="BodyText3ptAfter"/>
      </w:pPr>
      <w:r w:rsidRPr="008E31E4">
        <w:t xml:space="preserve">Relevant legislation </w:t>
      </w:r>
      <w:r>
        <w:t xml:space="preserve">and standards </w:t>
      </w:r>
      <w:r w:rsidRPr="008E31E4">
        <w:t xml:space="preserve">include but </w:t>
      </w:r>
      <w:r>
        <w:t>are</w:t>
      </w:r>
      <w:r w:rsidRPr="008E31E4">
        <w:t xml:space="preserve"> not limited to:</w:t>
      </w:r>
    </w:p>
    <w:p w:rsidR="00E14EA2" w:rsidRDefault="00E14EA2" w:rsidP="00E14EA2">
      <w:pPr>
        <w:pStyle w:val="Bullets1"/>
      </w:pPr>
      <w:r w:rsidRPr="00E14EA2">
        <w:rPr>
          <w:i/>
        </w:rPr>
        <w:t>Charter of Human Rights and Responsibilities 2006</w:t>
      </w:r>
      <w:r>
        <w:t xml:space="preserve"> </w:t>
      </w:r>
      <w:r w:rsidRPr="00EA268F">
        <w:t xml:space="preserve">(Vic), </w:t>
      </w:r>
      <w:r>
        <w:t xml:space="preserve">as </w:t>
      </w:r>
      <w:r w:rsidRPr="00EA268F">
        <w:t>amended 2011</w:t>
      </w:r>
    </w:p>
    <w:p w:rsidR="00E14EA2" w:rsidRDefault="00E14EA2" w:rsidP="00E14EA2">
      <w:pPr>
        <w:pStyle w:val="Bullets1"/>
      </w:pPr>
      <w:r w:rsidRPr="00E14EA2">
        <w:rPr>
          <w:i/>
        </w:rPr>
        <w:t>Child Wellbeing and Safety Act 2005</w:t>
      </w:r>
      <w:r>
        <w:t xml:space="preserve"> </w:t>
      </w:r>
      <w:r w:rsidRPr="005275DE">
        <w:t>(Vic),</w:t>
      </w:r>
      <w:r>
        <w:t xml:space="preserve"> </w:t>
      </w:r>
      <w:r w:rsidRPr="00EA268F">
        <w:t>as amended 2012</w:t>
      </w:r>
    </w:p>
    <w:p w:rsidR="00E14EA2" w:rsidRPr="008D7051" w:rsidRDefault="00E14EA2" w:rsidP="00E14EA2">
      <w:pPr>
        <w:pStyle w:val="Bullets1"/>
      </w:pPr>
      <w:r w:rsidRPr="008E31E4">
        <w:rPr>
          <w:rFonts w:cs="Arial"/>
          <w:i/>
        </w:rPr>
        <w:t>Disability Discrimination Act 1992</w:t>
      </w:r>
      <w:r w:rsidRPr="008E31E4">
        <w:rPr>
          <w:rFonts w:cs="Arial"/>
        </w:rPr>
        <w:t xml:space="preserve"> (</w:t>
      </w:r>
      <w:proofErr w:type="spellStart"/>
      <w:r w:rsidRPr="008E31E4">
        <w:rPr>
          <w:rFonts w:cs="Arial"/>
        </w:rPr>
        <w:t>Cth</w:t>
      </w:r>
      <w:proofErr w:type="spellEnd"/>
      <w:r w:rsidRPr="008E31E4">
        <w:rPr>
          <w:rFonts w:cs="Arial"/>
        </w:rPr>
        <w:t>)</w:t>
      </w:r>
    </w:p>
    <w:p w:rsidR="00E14EA2" w:rsidRPr="007A3052" w:rsidRDefault="00E14EA2" w:rsidP="00E14EA2">
      <w:pPr>
        <w:pStyle w:val="Bullets1"/>
        <w:rPr>
          <w:i/>
        </w:rPr>
      </w:pPr>
      <w:r w:rsidRPr="007A3052">
        <w:rPr>
          <w:i/>
        </w:rPr>
        <w:t>Education and Care Services National Law Act 2010</w:t>
      </w:r>
    </w:p>
    <w:p w:rsidR="00E14EA2" w:rsidRPr="007A3052" w:rsidRDefault="00E14EA2" w:rsidP="00E14EA2">
      <w:pPr>
        <w:pStyle w:val="Bullets1"/>
      </w:pPr>
      <w:r w:rsidRPr="00E14EA2">
        <w:rPr>
          <w:i/>
        </w:rPr>
        <w:t>Education and Care Services National Regulations 2011</w:t>
      </w:r>
      <w:r w:rsidRPr="00EA268F">
        <w:t>: Regulation 168(2)(n)</w:t>
      </w:r>
    </w:p>
    <w:p w:rsidR="00E14EA2" w:rsidRPr="008D7051" w:rsidRDefault="00E14EA2" w:rsidP="00E14EA2">
      <w:pPr>
        <w:pStyle w:val="Bullets1"/>
      </w:pPr>
      <w:r>
        <w:rPr>
          <w:rFonts w:cs="Arial"/>
          <w:i/>
        </w:rPr>
        <w:t xml:space="preserve">Equal Opportunity Act 1995 </w:t>
      </w:r>
      <w:r w:rsidRPr="00EA268F">
        <w:rPr>
          <w:rFonts w:cs="Arial"/>
        </w:rPr>
        <w:t>(Vic)</w:t>
      </w:r>
    </w:p>
    <w:p w:rsidR="00E14EA2" w:rsidRDefault="00E14EA2" w:rsidP="00E14EA2">
      <w:pPr>
        <w:pStyle w:val="Bullets1"/>
      </w:pPr>
      <w:r w:rsidRPr="00141349">
        <w:rPr>
          <w:i/>
        </w:rPr>
        <w:t>National Quality Standard</w:t>
      </w:r>
      <w:r>
        <w:t>, Quality Area 7: Leadership and Service Management</w:t>
      </w:r>
    </w:p>
    <w:p w:rsidR="00E14EA2" w:rsidRDefault="00E14EA2" w:rsidP="00E14EA2">
      <w:pPr>
        <w:pStyle w:val="Bullets2"/>
      </w:pPr>
      <w:r>
        <w:t>Standard 7.3: Administrative systems enable the effective management of a quality service</w:t>
      </w:r>
    </w:p>
    <w:p w:rsidR="00E14EA2" w:rsidRPr="008E31E4" w:rsidRDefault="00E14EA2" w:rsidP="00E14EA2">
      <w:pPr>
        <w:pStyle w:val="Heading2"/>
      </w:pPr>
      <w:r w:rsidRPr="008E31E4">
        <w:t>Definitions</w:t>
      </w:r>
    </w:p>
    <w:p w:rsidR="00E14EA2" w:rsidRPr="003E6337" w:rsidRDefault="00E14EA2" w:rsidP="00E14EA2">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3E6337">
        <w:rPr>
          <w:i/>
        </w:rPr>
        <w:t>General Definitions</w:t>
      </w:r>
      <w:r>
        <w:t xml:space="preserve"> section</w:t>
      </w:r>
      <w:r w:rsidRPr="003E6337">
        <w:t xml:space="preserve"> of this manual</w:t>
      </w:r>
      <w:r>
        <w:t>.</w:t>
      </w:r>
    </w:p>
    <w:p w:rsidR="00E14EA2" w:rsidRDefault="00E14EA2" w:rsidP="00E14EA2">
      <w:pPr>
        <w:pStyle w:val="BodyText"/>
      </w:pPr>
      <w:r>
        <w:rPr>
          <w:b/>
        </w:rPr>
        <w:t>Approved care</w:t>
      </w:r>
      <w:r w:rsidRPr="00150CBB">
        <w:rPr>
          <w:b/>
        </w:rPr>
        <w:t xml:space="preserve">: </w:t>
      </w:r>
      <w:r>
        <w:t>C</w:t>
      </w:r>
      <w:r w:rsidRPr="009D3F4B">
        <w:t>are</w:t>
      </w:r>
      <w:r>
        <w:t xml:space="preserve"> given by a service provider that has been approved by the Family Assistance Office to receive Child Care Benefit payments on behalf of eligible families. </w:t>
      </w:r>
      <w:r w:rsidRPr="00141349">
        <w:rPr>
          <w:rFonts w:cs="Arial"/>
        </w:rPr>
        <w:t>Most long day care, family day care, before</w:t>
      </w:r>
      <w:r>
        <w:rPr>
          <w:rFonts w:cs="Arial"/>
        </w:rPr>
        <w:t>-</w:t>
      </w:r>
      <w:r w:rsidRPr="00141349">
        <w:rPr>
          <w:rFonts w:cs="Arial"/>
        </w:rPr>
        <w:t>and</w:t>
      </w:r>
      <w:r>
        <w:rPr>
          <w:rFonts w:cs="Arial"/>
        </w:rPr>
        <w:t>-</w:t>
      </w:r>
      <w:r w:rsidRPr="00141349">
        <w:rPr>
          <w:rFonts w:cs="Arial"/>
        </w:rPr>
        <w:t>after school care, vacation care, some occasional care and some in</w:t>
      </w:r>
      <w:r>
        <w:rPr>
          <w:rFonts w:cs="Arial"/>
        </w:rPr>
        <w:t>-</w:t>
      </w:r>
      <w:r w:rsidRPr="00141349">
        <w:rPr>
          <w:rFonts w:cs="Arial"/>
        </w:rPr>
        <w:t xml:space="preserve">home care childcare services are approved providers. </w:t>
      </w:r>
      <w:r>
        <w:t xml:space="preserve">Details are available at </w:t>
      </w:r>
      <w:hyperlink r:id="rId8" w:history="1">
        <w:r w:rsidR="00B05FA4" w:rsidRPr="00BF0874">
          <w:rPr>
            <w:rStyle w:val="Hyperlink"/>
          </w:rPr>
          <w:t>www.familyassist.gov.au/payments/</w:t>
        </w:r>
        <w:r w:rsidR="00B05FA4" w:rsidRPr="00BF0874">
          <w:rPr>
            <w:rStyle w:val="Hyperlink"/>
          </w:rPr>
          <w:br/>
          <w:t>family-assistance-payments/child-care-benefit/</w:t>
        </w:r>
      </w:hyperlink>
    </w:p>
    <w:p w:rsidR="00E14EA2" w:rsidRDefault="00E14EA2" w:rsidP="00E14EA2">
      <w:pPr>
        <w:pStyle w:val="BodyText"/>
        <w:rPr>
          <w:b/>
        </w:rPr>
      </w:pPr>
      <w:r>
        <w:rPr>
          <w:b/>
        </w:rPr>
        <w:t>Child Care Benefit (CCB)</w:t>
      </w:r>
      <w:r w:rsidRPr="00DD7965">
        <w:rPr>
          <w:b/>
        </w:rPr>
        <w:t>:</w:t>
      </w:r>
      <w:r>
        <w:t xml:space="preserve"> A Commonwealth Government payment to help families who use either approved or registered childcare services. All eligible families can receive some Child Care Benefit.</w:t>
      </w:r>
      <w:r w:rsidRPr="003874F2">
        <w:t xml:space="preserve"> Details are available at </w:t>
      </w:r>
      <w:hyperlink r:id="rId9" w:history="1">
        <w:r w:rsidRPr="0016512E">
          <w:rPr>
            <w:rStyle w:val="Hyperlink"/>
          </w:rPr>
          <w:t>www.familyassist.gov.au/payments/family-assistance-payments/child-care-benefit/</w:t>
        </w:r>
      </w:hyperlink>
    </w:p>
    <w:p w:rsidR="00E14EA2" w:rsidRDefault="00E14EA2" w:rsidP="00E14EA2">
      <w:pPr>
        <w:pStyle w:val="BodyText"/>
      </w:pPr>
      <w:r w:rsidRPr="009D3F4B">
        <w:rPr>
          <w:b/>
        </w:rPr>
        <w:t xml:space="preserve">Early Start </w:t>
      </w:r>
      <w:r>
        <w:rPr>
          <w:b/>
        </w:rPr>
        <w:t>K</w:t>
      </w:r>
      <w:r w:rsidRPr="009D3F4B">
        <w:rPr>
          <w:b/>
        </w:rPr>
        <w:t>indergarten</w:t>
      </w:r>
      <w:r w:rsidRPr="008B04B8">
        <w:rPr>
          <w:b/>
        </w:rPr>
        <w:t>:</w:t>
      </w:r>
      <w:r>
        <w:t xml:space="preserve"> A funding program that enables three-year-old Aboriginal and Torres Strait Islander children, and children known to </w:t>
      </w:r>
      <w:r w:rsidRPr="00B05FA4">
        <w:rPr>
          <w:rFonts w:cs="Arial"/>
          <w:color w:val="000000"/>
          <w:szCs w:val="24"/>
        </w:rPr>
        <w:t>Child Protection</w:t>
      </w:r>
      <w:r w:rsidRPr="00BB0572">
        <w:rPr>
          <w:rFonts w:cs="Arial"/>
          <w:color w:val="262622"/>
          <w:szCs w:val="24"/>
        </w:rPr>
        <w:t xml:space="preserve"> </w:t>
      </w:r>
      <w:r>
        <w:t xml:space="preserve">to attend a kindergarten program that is planned and delivered by an early childhood teacher for a specific number of hours. Details are available at </w:t>
      </w:r>
      <w:hyperlink r:id="rId10" w:history="1">
        <w:r w:rsidRPr="0016512E">
          <w:rPr>
            <w:rStyle w:val="Hyperlink"/>
          </w:rPr>
          <w:t>www.education.vic.gov.au/ecsmanagement/careankinder/earlystart/</w:t>
        </w:r>
      </w:hyperlink>
    </w:p>
    <w:p w:rsidR="00E14EA2" w:rsidRDefault="00E14EA2" w:rsidP="00E14EA2">
      <w:pPr>
        <w:pStyle w:val="BodyText"/>
      </w:pPr>
      <w:r>
        <w:rPr>
          <w:b/>
        </w:rPr>
        <w:t>Enrolment application fee</w:t>
      </w:r>
      <w:r w:rsidRPr="000C5748">
        <w:rPr>
          <w:b/>
        </w:rPr>
        <w:t>:</w:t>
      </w:r>
      <w:r w:rsidRPr="003F48A9">
        <w:t xml:space="preserve"> </w:t>
      </w:r>
      <w:r>
        <w:t>A payment to cover administrative costs associated with the processing of a child’s enrolment application for a place in a program at the service.</w:t>
      </w:r>
    </w:p>
    <w:p w:rsidR="00E14EA2" w:rsidRDefault="00E14EA2" w:rsidP="00E14EA2">
      <w:pPr>
        <w:pStyle w:val="BodyText"/>
      </w:pPr>
      <w:r>
        <w:rPr>
          <w:b/>
        </w:rPr>
        <w:t>Excursion/service event charge</w:t>
      </w:r>
      <w:r w:rsidRPr="001F4A10">
        <w:rPr>
          <w:b/>
        </w:rPr>
        <w:t>:</w:t>
      </w:r>
      <w:r>
        <w:rPr>
          <w:b/>
        </w:rPr>
        <w:t xml:space="preserve"> </w:t>
      </w:r>
      <w:r>
        <w:t xml:space="preserve">An additional charge required to meet the cost of special events or excursions that occur in response to emerging children’s program needs. Events that are planned ahead and are included as </w:t>
      </w:r>
      <w:proofErr w:type="gramStart"/>
      <w:r>
        <w:t>an expenditure item in the service’s budget do</w:t>
      </w:r>
      <w:proofErr w:type="gramEnd"/>
      <w:r>
        <w:t xml:space="preserve"> not incur this additional charge (refer to </w:t>
      </w:r>
      <w:r w:rsidRPr="00141349">
        <w:rPr>
          <w:i/>
        </w:rPr>
        <w:t>Excursions and Service Events Policy</w:t>
      </w:r>
      <w:r>
        <w:t>).</w:t>
      </w:r>
    </w:p>
    <w:p w:rsidR="00E14EA2" w:rsidRDefault="00E14EA2" w:rsidP="00E14EA2">
      <w:pPr>
        <w:pStyle w:val="BodyText"/>
        <w:rPr>
          <w:b/>
        </w:rPr>
      </w:pPr>
      <w:r>
        <w:rPr>
          <w:b/>
        </w:rPr>
        <w:t>Fees</w:t>
      </w:r>
      <w:r w:rsidRPr="0001454D">
        <w:rPr>
          <w:b/>
        </w:rPr>
        <w:t>:</w:t>
      </w:r>
      <w:r>
        <w:t xml:space="preserve"> A charge for a place within a program at the service.</w:t>
      </w:r>
      <w:r>
        <w:rPr>
          <w:b/>
        </w:rPr>
        <w:t xml:space="preserve"> </w:t>
      </w:r>
    </w:p>
    <w:p w:rsidR="00E14EA2" w:rsidRDefault="00E14EA2" w:rsidP="00E14EA2">
      <w:pPr>
        <w:pStyle w:val="BodyText"/>
      </w:pPr>
      <w:r>
        <w:rPr>
          <w:b/>
        </w:rPr>
        <w:t>Health Care Card</w:t>
      </w:r>
      <w:r w:rsidRPr="0001454D">
        <w:rPr>
          <w:b/>
        </w:rPr>
        <w:t>:</w:t>
      </w:r>
      <w:r>
        <w:rPr>
          <w:b/>
        </w:rPr>
        <w:t xml:space="preserve"> </w:t>
      </w:r>
      <w:r>
        <w:t>A</w:t>
      </w:r>
      <w:r w:rsidRPr="009D3F4B">
        <w:t xml:space="preserve"> C</w:t>
      </w:r>
      <w:r>
        <w:t xml:space="preserve">ommonwealth Government entitlement providing concessions for low-income earners and other eligible people. Details are available at </w:t>
      </w:r>
      <w:hyperlink r:id="rId11" w:history="1">
        <w:r w:rsidR="00B05FA4" w:rsidRPr="00BF0874">
          <w:rPr>
            <w:rStyle w:val="Hyperlink"/>
          </w:rPr>
          <w:t>www.centrelink.gov.au/internet/internet.nsf/</w:t>
        </w:r>
        <w:r w:rsidR="00B05FA4" w:rsidRPr="00BF0874">
          <w:rPr>
            <w:rStyle w:val="Hyperlink"/>
          </w:rPr>
          <w:br/>
          <w:t>payments/conc_cards_hcc.htm</w:t>
        </w:r>
      </w:hyperlink>
    </w:p>
    <w:p w:rsidR="00E14EA2" w:rsidRDefault="00E14EA2" w:rsidP="00E14EA2">
      <w:pPr>
        <w:pStyle w:val="BodyText"/>
      </w:pPr>
      <w:r>
        <w:rPr>
          <w:b/>
        </w:rPr>
        <w:t>Kindergarten fee deposit</w:t>
      </w:r>
      <w:r w:rsidRPr="00B05FA4">
        <w:rPr>
          <w:b/>
        </w:rPr>
        <w:t>:</w:t>
      </w:r>
      <w:r>
        <w:t xml:space="preserve"> A charge to secure a place that has been offered in a program at the service. This is deducted from term fees.</w:t>
      </w:r>
    </w:p>
    <w:p w:rsidR="00B05FA4" w:rsidRPr="00B05FA4" w:rsidRDefault="00E14EA2" w:rsidP="00E14EA2">
      <w:pPr>
        <w:pStyle w:val="BodyText"/>
      </w:pPr>
      <w:r>
        <w:rPr>
          <w:b/>
          <w:bCs/>
        </w:rPr>
        <w:t>Kindergarten Fee Subsidy (KFS)</w:t>
      </w:r>
      <w:r>
        <w:rPr>
          <w:b/>
        </w:rPr>
        <w:t>:</w:t>
      </w:r>
      <w:r>
        <w:t xml:space="preserve"> A state government subsidy paid directly to the funded service to enable eligible families to attend a funded kindergarten program at no cost (or minimal cost) to promote participation. Details are available at</w:t>
      </w:r>
      <w:r w:rsidR="007D312E">
        <w:t>:</w:t>
      </w:r>
      <w:r>
        <w:t xml:space="preserve"> </w:t>
      </w:r>
      <w:hyperlink r:id="rId12" w:history="1">
        <w:r w:rsidR="00647D24" w:rsidRPr="00007CC4">
          <w:rPr>
            <w:rStyle w:val="Hyperlink"/>
          </w:rPr>
          <w:t>http://www.education.vic.gov.au/childhood/providers/funding/Pages/kinderfeesubsidy.aspx</w:t>
        </w:r>
      </w:hyperlink>
    </w:p>
    <w:p w:rsidR="00E14EA2" w:rsidRPr="006B1473" w:rsidRDefault="00E14EA2" w:rsidP="00E14EA2">
      <w:pPr>
        <w:pStyle w:val="BodyText"/>
      </w:pPr>
      <w:r w:rsidRPr="00DD7965">
        <w:rPr>
          <w:b/>
          <w:bCs/>
          <w:i/>
        </w:rPr>
        <w:t>Kindergarten Fee Subsidy – Fees Policy</w:t>
      </w:r>
      <w:r w:rsidRPr="00B05FA4">
        <w:rPr>
          <w:b/>
        </w:rPr>
        <w:t>:</w:t>
      </w:r>
      <w:r>
        <w:t xml:space="preserve"> </w:t>
      </w:r>
      <w:r w:rsidRPr="006B1473">
        <w:t xml:space="preserve">Provides operational guidelines for services administering the Kindergarten Fee Subsidy and can be found in the </w:t>
      </w:r>
      <w:r w:rsidRPr="006B1473">
        <w:rPr>
          <w:i/>
        </w:rPr>
        <w:t xml:space="preserve">Victorian kindergarten policy, procedures and funding criteria </w:t>
      </w:r>
      <w:r w:rsidRPr="006B1473">
        <w:t xml:space="preserve">available at </w:t>
      </w:r>
      <w:r w:rsidRPr="0006556D">
        <w:t>www.education.vic.gov.au/ecprofessionals/kindergarten/</w:t>
      </w:r>
    </w:p>
    <w:p w:rsidR="00E14EA2" w:rsidRDefault="00E14EA2" w:rsidP="00E14EA2">
      <w:pPr>
        <w:pStyle w:val="BodyText"/>
        <w:rPr>
          <w:i/>
        </w:rPr>
      </w:pPr>
      <w:r>
        <w:rPr>
          <w:b/>
          <w:bCs/>
        </w:rPr>
        <w:lastRenderedPageBreak/>
        <w:t>Late collection charge:</w:t>
      </w:r>
      <w:r>
        <w:t xml:space="preserve"> A charge that may be imposed by the Approved Provider when parents/guardians are late to collect their child/children from the program (refer to Attachment 1 – Fee information for families).</w:t>
      </w:r>
      <w:r>
        <w:rPr>
          <w:i/>
        </w:rPr>
        <w:t xml:space="preserve"> </w:t>
      </w:r>
    </w:p>
    <w:p w:rsidR="00E14EA2" w:rsidRDefault="00E14EA2" w:rsidP="00E14EA2">
      <w:pPr>
        <w:pStyle w:val="BodyText"/>
        <w:rPr>
          <w:b/>
        </w:rPr>
      </w:pPr>
      <w:r>
        <w:rPr>
          <w:b/>
        </w:rPr>
        <w:t>Registered care</w:t>
      </w:r>
      <w:r w:rsidRPr="00554573">
        <w:rPr>
          <w:b/>
        </w:rPr>
        <w:t>:</w:t>
      </w:r>
      <w:r>
        <w:rPr>
          <w:b/>
        </w:rPr>
        <w:t xml:space="preserve"> </w:t>
      </w:r>
      <w:r>
        <w:t>Care provided by nannies, grandparents, relatives or friends, individuals working within kindergartens, occasional care services and outside school hours care services that are registered with the Family Assistance Office. Eligible families can receive some reimbursement of costs when using a registered care prov</w:t>
      </w:r>
      <w:r w:rsidR="00B05FA4">
        <w:t xml:space="preserve">ider. Details are available at </w:t>
      </w:r>
      <w:hyperlink r:id="rId13" w:history="1">
        <w:r w:rsidR="00B05FA4" w:rsidRPr="00BF0874">
          <w:rPr>
            <w:rStyle w:val="Hyperlink"/>
          </w:rPr>
          <w:t>www.familyassist.gov.au/</w:t>
        </w:r>
        <w:r w:rsidR="00B05FA4" w:rsidRPr="00BF0874">
          <w:rPr>
            <w:rStyle w:val="Hyperlink"/>
          </w:rPr>
          <w:br/>
          <w:t>payments/family-assistance-payments/child-care-benefit/</w:t>
        </w:r>
      </w:hyperlink>
    </w:p>
    <w:p w:rsidR="00E14EA2" w:rsidRPr="00BA111B" w:rsidRDefault="00E14EA2" w:rsidP="00E14EA2">
      <w:pPr>
        <w:pStyle w:val="Policytext"/>
      </w:pPr>
      <w:r>
        <w:rPr>
          <w:b/>
        </w:rPr>
        <w:t>Voluntary parent/guardian contribution</w:t>
      </w:r>
      <w:r w:rsidRPr="00554573">
        <w:rPr>
          <w:b/>
        </w:rPr>
        <w:t>:</w:t>
      </w:r>
      <w:r>
        <w:t xml:space="preserve"> A voluntary </w:t>
      </w:r>
      <w:r w:rsidRPr="00E14EA2">
        <w:t>payment</w:t>
      </w:r>
      <w:r>
        <w:t xml:space="preserve"> for items not directly related to the provision of the children’s program. Attendance at the service is not conditional on this payment.</w:t>
      </w:r>
    </w:p>
    <w:p w:rsidR="00E14EA2" w:rsidRDefault="00E14EA2" w:rsidP="00E14EA2">
      <w:pPr>
        <w:pStyle w:val="Heading2"/>
      </w:pPr>
      <w:r>
        <w:t>Sources and related policies</w:t>
      </w:r>
    </w:p>
    <w:p w:rsidR="00E14EA2" w:rsidRPr="00E151F8" w:rsidRDefault="00E14EA2" w:rsidP="00E14EA2">
      <w:pPr>
        <w:pStyle w:val="Heading4"/>
      </w:pPr>
      <w:r>
        <w:t>Sources</w:t>
      </w:r>
    </w:p>
    <w:p w:rsidR="00E14EA2" w:rsidRDefault="00E14EA2" w:rsidP="00E14EA2">
      <w:pPr>
        <w:pStyle w:val="Bullets1"/>
      </w:pPr>
      <w:r w:rsidRPr="00E151F8">
        <w:rPr>
          <w:i/>
        </w:rPr>
        <w:t>Victorian kindergarten policy, procedures and funding criteria</w:t>
      </w:r>
      <w:r w:rsidRPr="006B1473">
        <w:t>:</w:t>
      </w:r>
      <w:r>
        <w:rPr>
          <w:i/>
        </w:rPr>
        <w:t xml:space="preserve"> </w:t>
      </w:r>
      <w:hyperlink r:id="rId14" w:history="1">
        <w:r w:rsidRPr="00122616">
          <w:rPr>
            <w:rStyle w:val="Hyperlink"/>
          </w:rPr>
          <w:t>www.education.vic.gov.au/ecprofessionals/kindergarten/</w:t>
        </w:r>
      </w:hyperlink>
      <w:r>
        <w:t xml:space="preserve"> </w:t>
      </w:r>
    </w:p>
    <w:p w:rsidR="00E14EA2" w:rsidRDefault="00E14EA2" w:rsidP="00E14EA2">
      <w:pPr>
        <w:pStyle w:val="Bullets1"/>
      </w:pPr>
      <w:r>
        <w:t xml:space="preserve">The </w:t>
      </w:r>
      <w:r w:rsidRPr="00E14EA2">
        <w:t>constitution</w:t>
      </w:r>
      <w:r>
        <w:t xml:space="preserve"> of </w:t>
      </w:r>
      <w:fldSimple w:instr=" DOCPROPERTY  Company  \* MERGEFORMAT ">
        <w:r w:rsidR="00DE696D">
          <w:t>Alexandra &amp; District Kindergarten</w:t>
        </w:r>
      </w:fldSimple>
    </w:p>
    <w:p w:rsidR="00E14EA2" w:rsidRDefault="00E14EA2" w:rsidP="00E14EA2">
      <w:pPr>
        <w:pStyle w:val="Heading4"/>
      </w:pPr>
      <w:r>
        <w:t>Service policies</w:t>
      </w:r>
    </w:p>
    <w:p w:rsidR="00E14EA2" w:rsidRPr="00E14EA2" w:rsidRDefault="00E14EA2" w:rsidP="00E14EA2">
      <w:pPr>
        <w:pStyle w:val="Bullets1"/>
        <w:rPr>
          <w:i/>
        </w:rPr>
      </w:pPr>
      <w:r w:rsidRPr="00E14EA2">
        <w:rPr>
          <w:i/>
        </w:rPr>
        <w:t>Complaints and Grievances Policy</w:t>
      </w:r>
    </w:p>
    <w:p w:rsidR="00E14EA2" w:rsidRPr="00E14EA2" w:rsidRDefault="00E14EA2" w:rsidP="00E14EA2">
      <w:pPr>
        <w:pStyle w:val="Bullets1"/>
        <w:rPr>
          <w:i/>
        </w:rPr>
      </w:pPr>
      <w:r w:rsidRPr="00E14EA2">
        <w:rPr>
          <w:i/>
        </w:rPr>
        <w:t>Delivery and Collection of Children Policy</w:t>
      </w:r>
    </w:p>
    <w:p w:rsidR="00E14EA2" w:rsidRPr="00E14EA2" w:rsidRDefault="00E14EA2" w:rsidP="00E14EA2">
      <w:pPr>
        <w:pStyle w:val="Bullets1"/>
        <w:rPr>
          <w:i/>
        </w:rPr>
      </w:pPr>
      <w:r w:rsidRPr="00E14EA2">
        <w:rPr>
          <w:i/>
        </w:rPr>
        <w:t>Enrolment and Orientation Policy</w:t>
      </w:r>
    </w:p>
    <w:p w:rsidR="00E14EA2" w:rsidRPr="00E14EA2" w:rsidRDefault="00E14EA2" w:rsidP="00E14EA2">
      <w:pPr>
        <w:pStyle w:val="Bullets1"/>
        <w:rPr>
          <w:i/>
        </w:rPr>
      </w:pPr>
      <w:r w:rsidRPr="00E14EA2">
        <w:rPr>
          <w:i/>
        </w:rPr>
        <w:t>Excursions and Service Events Policy</w:t>
      </w:r>
    </w:p>
    <w:p w:rsidR="00E14EA2" w:rsidRPr="00E14EA2" w:rsidRDefault="00E14EA2" w:rsidP="00E14EA2">
      <w:pPr>
        <w:pStyle w:val="Bullets1"/>
        <w:rPr>
          <w:i/>
        </w:rPr>
      </w:pPr>
      <w:r w:rsidRPr="00E14EA2">
        <w:rPr>
          <w:i/>
        </w:rPr>
        <w:t>Inclusion and Equity Policy</w:t>
      </w:r>
    </w:p>
    <w:p w:rsidR="00E14EA2" w:rsidRPr="00E14EA2" w:rsidRDefault="00E14EA2" w:rsidP="00E14EA2">
      <w:pPr>
        <w:pStyle w:val="Bullets1"/>
        <w:rPr>
          <w:b/>
          <w:bCs/>
          <w:i/>
          <w:sz w:val="24"/>
        </w:rPr>
      </w:pPr>
      <w:r w:rsidRPr="00E14EA2">
        <w:rPr>
          <w:i/>
        </w:rPr>
        <w:t>Privacy and Confidentiality Policy</w:t>
      </w:r>
    </w:p>
    <w:p w:rsidR="00E14EA2" w:rsidRDefault="00E14EA2" w:rsidP="00E14EA2">
      <w:pPr>
        <w:pStyle w:val="Heading1"/>
      </w:pPr>
      <w:r>
        <w:t>Procedures</w:t>
      </w:r>
    </w:p>
    <w:p w:rsidR="00E14EA2" w:rsidRPr="00D45A77" w:rsidRDefault="00E14EA2" w:rsidP="00E14EA2">
      <w:pPr>
        <w:pStyle w:val="Heading4"/>
      </w:pPr>
      <w:r w:rsidRPr="00D45A77">
        <w:t>The Approved Provider is responsible for:</w:t>
      </w:r>
    </w:p>
    <w:p w:rsidR="00E14EA2" w:rsidRDefault="00615757" w:rsidP="00E14EA2">
      <w:pPr>
        <w:pStyle w:val="Bullets1"/>
      </w:pPr>
      <w:r>
        <w:t xml:space="preserve">reviewing the current budget </w:t>
      </w:r>
      <w:r w:rsidR="00E14EA2">
        <w:t>to determine fee income requirements</w:t>
      </w:r>
    </w:p>
    <w:p w:rsidR="00E14EA2" w:rsidRDefault="00E14EA2" w:rsidP="00E14EA2">
      <w:pPr>
        <w:pStyle w:val="Bullets1"/>
      </w:pPr>
      <w:r>
        <w:t>developing a fee policy that balances the parent’s/guardian’s capacity to pay, with providing a high-quality program and maintaining service viability</w:t>
      </w:r>
    </w:p>
    <w:p w:rsidR="00E14EA2" w:rsidRDefault="00E14EA2" w:rsidP="00E14EA2">
      <w:pPr>
        <w:pStyle w:val="Bullets1"/>
      </w:pPr>
      <w:r>
        <w:t xml:space="preserve">implementing and reviewing this policy in consultation with parents/guardians, the Nominated Supervisor and staff, and in line with the requirements of DEECD’s </w:t>
      </w:r>
      <w:r w:rsidRPr="00E151F8">
        <w:rPr>
          <w:i/>
        </w:rPr>
        <w:t>Victorian kindergarten policy, procedures and funding criteria</w:t>
      </w:r>
      <w:r>
        <w:t xml:space="preserve"> (refer to </w:t>
      </w:r>
      <w:r>
        <w:rPr>
          <w:i/>
        </w:rPr>
        <w:t>Sources</w:t>
      </w:r>
      <w:r w:rsidRPr="00A47B54">
        <w:t>)</w:t>
      </w:r>
    </w:p>
    <w:p w:rsidR="00E14EA2" w:rsidRDefault="00E14EA2" w:rsidP="00E14EA2">
      <w:pPr>
        <w:pStyle w:val="Bullets1"/>
      </w:pPr>
      <w:r>
        <w:t xml:space="preserve">ensuring that this policy is based on the principles of the </w:t>
      </w:r>
      <w:r>
        <w:rPr>
          <w:i/>
        </w:rPr>
        <w:t xml:space="preserve">Kindergarten Fee Subsidy – Fees Policy </w:t>
      </w:r>
      <w:r>
        <w:t xml:space="preserve">(refer to </w:t>
      </w:r>
      <w:r>
        <w:rPr>
          <w:i/>
        </w:rPr>
        <w:t>Definitions)</w:t>
      </w:r>
    </w:p>
    <w:p w:rsidR="00E14EA2" w:rsidRDefault="00E14EA2" w:rsidP="00E14EA2">
      <w:pPr>
        <w:pStyle w:val="Bullets1"/>
      </w:pPr>
      <w:r>
        <w:t>considering any issues regarding fees that may be a barrier to families enrolling at</w:t>
      </w:r>
      <w:r w:rsidRPr="00E14EA2">
        <w:t xml:space="preserve"> </w:t>
      </w:r>
      <w:fldSimple w:instr=" DOCPROPERTY  Company  \* MERGEFORMAT ">
        <w:r w:rsidR="00DE696D">
          <w:t>Alexandra &amp; District Kindergarten</w:t>
        </w:r>
      </w:fldSimple>
      <w:r>
        <w:rPr>
          <w:b/>
        </w:rPr>
        <w:t xml:space="preserve"> </w:t>
      </w:r>
      <w:r>
        <w:t>and removing those barriers wherever possible</w:t>
      </w:r>
    </w:p>
    <w:p w:rsidR="00E14EA2" w:rsidRDefault="00E14EA2" w:rsidP="00E14EA2">
      <w:pPr>
        <w:pStyle w:val="Bullets1"/>
      </w:pPr>
      <w:r>
        <w:t>reviewing the number of families experiencing financial hardship and the effectiveness of the procedures for late payment and support offered</w:t>
      </w:r>
    </w:p>
    <w:p w:rsidR="00E14EA2" w:rsidRDefault="00E14EA2" w:rsidP="00E14EA2">
      <w:pPr>
        <w:pStyle w:val="Bullets1"/>
      </w:pPr>
      <w:r>
        <w:t>considering options for payment when affordability is an issue for families</w:t>
      </w:r>
    </w:p>
    <w:p w:rsidR="00E14EA2" w:rsidRDefault="00E14EA2" w:rsidP="00E14EA2">
      <w:pPr>
        <w:pStyle w:val="Bullets1"/>
      </w:pPr>
      <w:r>
        <w:t>clearly communicating this policy and payment options to families in a culturally-sensitive way, and in the family’s first language where possible</w:t>
      </w:r>
    </w:p>
    <w:p w:rsidR="00E14EA2" w:rsidRDefault="00E14EA2" w:rsidP="00E14EA2">
      <w:pPr>
        <w:pStyle w:val="Bullets1"/>
      </w:pPr>
      <w:r>
        <w:t>providing all parents/guardians with a copy of the document containing f</w:t>
      </w:r>
      <w:r w:rsidRPr="006B1473">
        <w:t xml:space="preserve">ee information for </w:t>
      </w:r>
      <w:r w:rsidRPr="002871AB">
        <w:t>families</w:t>
      </w:r>
      <w:r>
        <w:t xml:space="preserve"> (refer to Attachment 1)</w:t>
      </w:r>
    </w:p>
    <w:p w:rsidR="00E14EA2" w:rsidRDefault="00E14EA2" w:rsidP="00E14EA2">
      <w:pPr>
        <w:pStyle w:val="Bullets1"/>
      </w:pPr>
      <w:r>
        <w:t>providing all parents/guardians with a s</w:t>
      </w:r>
      <w:r w:rsidRPr="00181F36">
        <w:t xml:space="preserve">tatement of </w:t>
      </w:r>
      <w:r w:rsidRPr="006B1473">
        <w:t>f</w:t>
      </w:r>
      <w:r w:rsidRPr="00181F36">
        <w:t xml:space="preserve">ees and </w:t>
      </w:r>
      <w:r w:rsidRPr="006B1473">
        <w:t>c</w:t>
      </w:r>
      <w:r w:rsidRPr="00181F36">
        <w:t>harges</w:t>
      </w:r>
      <w:r w:rsidRPr="006B1473">
        <w:rPr>
          <w:i/>
        </w:rPr>
        <w:t xml:space="preserve"> </w:t>
      </w:r>
      <w:r w:rsidRPr="00222C56">
        <w:t>(</w:t>
      </w:r>
      <w:r>
        <w:t xml:space="preserve">refer to </w:t>
      </w:r>
      <w:r w:rsidRPr="00222C56">
        <w:t>sample</w:t>
      </w:r>
      <w:r>
        <w:t>s in A</w:t>
      </w:r>
      <w:r w:rsidRPr="00222C56">
        <w:t xml:space="preserve">ttachments </w:t>
      </w:r>
      <w:r>
        <w:t>2</w:t>
      </w:r>
      <w:r w:rsidRPr="00222C56">
        <w:t xml:space="preserve"> and </w:t>
      </w:r>
      <w:r>
        <w:t>3</w:t>
      </w:r>
      <w:r w:rsidRPr="00222C56">
        <w:t>)</w:t>
      </w:r>
      <w:r>
        <w:t xml:space="preserve"> upon enrolment of their child, and ensure that the </w:t>
      </w:r>
      <w:r w:rsidRPr="006B1473">
        <w:rPr>
          <w:i/>
          <w:iCs/>
        </w:rPr>
        <w:t>Fees Policy</w:t>
      </w:r>
      <w:r w:rsidRPr="00141349">
        <w:rPr>
          <w:iCs/>
        </w:rPr>
        <w:t xml:space="preserve"> is </w:t>
      </w:r>
      <w:r>
        <w:t>readily accessible at the service (Regulation 171)</w:t>
      </w:r>
    </w:p>
    <w:p w:rsidR="00E14EA2" w:rsidRDefault="00E14EA2" w:rsidP="00E14EA2">
      <w:pPr>
        <w:pStyle w:val="Bullets1"/>
      </w:pPr>
      <w:r>
        <w:t xml:space="preserve">providing all parents/guardians with a fee payment agreement </w:t>
      </w:r>
      <w:r w:rsidR="00B05FA4">
        <w:t>(</w:t>
      </w:r>
      <w:r>
        <w:t>refer to samples in Attachments 3 and 4)</w:t>
      </w:r>
    </w:p>
    <w:p w:rsidR="00E14EA2" w:rsidRDefault="00E14EA2" w:rsidP="00E14EA2">
      <w:pPr>
        <w:pStyle w:val="Bullets1"/>
      </w:pPr>
      <w:r>
        <w:lastRenderedPageBreak/>
        <w:t xml:space="preserve">collecting and receipting all fees </w:t>
      </w:r>
    </w:p>
    <w:p w:rsidR="00E14EA2" w:rsidRDefault="00E14EA2" w:rsidP="00E14EA2">
      <w:pPr>
        <w:pStyle w:val="Bullets1"/>
      </w:pPr>
      <w:r>
        <w:t>collecting all relevant information and maintaining relevant documentation regarding those with entitlement to concessions, where applicable</w:t>
      </w:r>
    </w:p>
    <w:p w:rsidR="00E14EA2" w:rsidRDefault="00E14EA2" w:rsidP="00E14EA2">
      <w:pPr>
        <w:pStyle w:val="Bullets1"/>
      </w:pPr>
      <w:r>
        <w:t xml:space="preserve">complying with the service’s </w:t>
      </w:r>
      <w:r w:rsidRPr="006B1473">
        <w:rPr>
          <w:i/>
        </w:rPr>
        <w:t>Privacy and Confidentiality Policy</w:t>
      </w:r>
      <w:r>
        <w:t xml:space="preserve"> regarding financial and other information received, including in relation to the payment/non-payment of fees</w:t>
      </w:r>
    </w:p>
    <w:p w:rsidR="00E14EA2" w:rsidRPr="00F36000" w:rsidRDefault="00E14EA2" w:rsidP="00E14EA2">
      <w:pPr>
        <w:pStyle w:val="Bullets1"/>
      </w:pPr>
      <w:r w:rsidRPr="00E14EA2">
        <w:t>notifying</w:t>
      </w:r>
      <w:r w:rsidRPr="00F36000">
        <w:t xml:space="preserve"> parents/guardians within 14 days of any proposed changes to </w:t>
      </w:r>
      <w:r>
        <w:t>the fees charged or the way in which the fees are collected (</w:t>
      </w:r>
      <w:r w:rsidRPr="00141349">
        <w:t>Reg</w:t>
      </w:r>
      <w:r>
        <w:t>ulation</w:t>
      </w:r>
      <w:r w:rsidRPr="00F36000">
        <w:t xml:space="preserve"> 172</w:t>
      </w:r>
      <w:r>
        <w:t>(2))</w:t>
      </w:r>
    </w:p>
    <w:p w:rsidR="00E14EA2" w:rsidRPr="00376DCE" w:rsidRDefault="00E14EA2" w:rsidP="00E14EA2">
      <w:pPr>
        <w:pStyle w:val="Bullets1"/>
      </w:pPr>
      <w:proofErr w:type="gramStart"/>
      <w:r>
        <w:t>ensuring</w:t>
      </w:r>
      <w:proofErr w:type="gramEnd"/>
      <w:r>
        <w:t xml:space="preserve"> a notice outlining fees charged by </w:t>
      </w:r>
      <w:r w:rsidRPr="00141349">
        <w:t xml:space="preserve">the service </w:t>
      </w:r>
      <w:r w:rsidRPr="0070613E">
        <w:t>is</w:t>
      </w:r>
      <w:r>
        <w:t xml:space="preserve"> displayed prominently in the main entrance to </w:t>
      </w:r>
      <w:fldSimple w:instr=" DOCPROPERTY  Company  \* MERGEFORMAT ">
        <w:r w:rsidR="00DE696D">
          <w:t>Alexandra &amp; District Kindergarten</w:t>
        </w:r>
      </w:fldSimple>
      <w:r>
        <w:t>.</w:t>
      </w:r>
    </w:p>
    <w:p w:rsidR="00E14EA2" w:rsidRDefault="00E14EA2" w:rsidP="00E14EA2">
      <w:pPr>
        <w:pStyle w:val="Heading4"/>
      </w:pPr>
      <w:r w:rsidRPr="00A14BB1">
        <w:t>The Nominated Supervisor</w:t>
      </w:r>
      <w:r>
        <w:t xml:space="preserve"> is responsible for:</w:t>
      </w:r>
    </w:p>
    <w:p w:rsidR="00E14EA2" w:rsidRDefault="00E14EA2" w:rsidP="00E14EA2">
      <w:pPr>
        <w:pStyle w:val="Bullets1"/>
      </w:pPr>
      <w:r>
        <w:t xml:space="preserve">assisting the Approved Provider in developing this policy, and ensuring that this policy is based on the principles of the </w:t>
      </w:r>
      <w:r>
        <w:rPr>
          <w:i/>
        </w:rPr>
        <w:t xml:space="preserve">Kindergarten Fee Subsidy – Fees Policy </w:t>
      </w:r>
      <w:r>
        <w:t xml:space="preserve">(refer to </w:t>
      </w:r>
      <w:r>
        <w:rPr>
          <w:i/>
        </w:rPr>
        <w:t>Definitions)</w:t>
      </w:r>
    </w:p>
    <w:p w:rsidR="00E14EA2" w:rsidRDefault="00E14EA2" w:rsidP="00E14EA2">
      <w:pPr>
        <w:pStyle w:val="Bullets1"/>
      </w:pPr>
      <w:r>
        <w:t xml:space="preserve">implementing and reviewing this policy, in consultation with parents/guardians, the Approved Provider and staff, and in line with the requirements of DEECD’s </w:t>
      </w:r>
      <w:r w:rsidRPr="00E151F8">
        <w:rPr>
          <w:i/>
        </w:rPr>
        <w:t>Victorian kindergarten policy, procedures and funding criteria</w:t>
      </w:r>
      <w:r>
        <w:t xml:space="preserve"> (refer to </w:t>
      </w:r>
      <w:r>
        <w:rPr>
          <w:i/>
        </w:rPr>
        <w:t>Sources</w:t>
      </w:r>
      <w:r w:rsidRPr="00A47B54">
        <w:t>)</w:t>
      </w:r>
    </w:p>
    <w:p w:rsidR="00E14EA2" w:rsidRDefault="00E14EA2" w:rsidP="00E14EA2">
      <w:pPr>
        <w:pStyle w:val="Bullets1"/>
      </w:pPr>
      <w:r>
        <w:t xml:space="preserve">considering any issues regarding fees that may be a barrier to families enrolling at </w:t>
      </w:r>
      <w:fldSimple w:instr=" DOCPROPERTY  Company  \* MERGEFORMAT ">
        <w:r w:rsidR="00DE696D">
          <w:t>Alexandra &amp; District Kindergarten</w:t>
        </w:r>
      </w:fldSimple>
      <w:r w:rsidRPr="00E14EA2">
        <w:t xml:space="preserve"> </w:t>
      </w:r>
      <w:r>
        <w:t>and removing those barriers wherever possible</w:t>
      </w:r>
    </w:p>
    <w:p w:rsidR="00E14EA2" w:rsidRDefault="00E14EA2" w:rsidP="00E14EA2">
      <w:pPr>
        <w:pStyle w:val="Bullets1"/>
      </w:pPr>
      <w:r>
        <w:t>considering options for payment when affordability is an issue for families</w:t>
      </w:r>
    </w:p>
    <w:p w:rsidR="00E14EA2" w:rsidRDefault="00E14EA2" w:rsidP="00E14EA2">
      <w:pPr>
        <w:pStyle w:val="Bullets1"/>
      </w:pPr>
      <w:r>
        <w:t>communicating this policy and payment options to families in a culturally-sensitive way and in the family’s first language where possible</w:t>
      </w:r>
    </w:p>
    <w:p w:rsidR="00E14EA2" w:rsidRDefault="00E14EA2" w:rsidP="00E14EA2">
      <w:pPr>
        <w:pStyle w:val="Bullets1"/>
      </w:pPr>
      <w:r>
        <w:t>providing all parents/guardians with a copy of the document containing f</w:t>
      </w:r>
      <w:r w:rsidRPr="002871AB">
        <w:t>ee information for families</w:t>
      </w:r>
      <w:r>
        <w:t xml:space="preserve"> (refer to Attachment 1)</w:t>
      </w:r>
    </w:p>
    <w:p w:rsidR="00E14EA2" w:rsidRDefault="00E14EA2" w:rsidP="00E14EA2">
      <w:pPr>
        <w:pStyle w:val="Bullets1"/>
      </w:pPr>
      <w:r>
        <w:t>providing all parents/guardians with a s</w:t>
      </w:r>
      <w:r w:rsidRPr="00181F36">
        <w:t>tatement of fees and charges</w:t>
      </w:r>
      <w:r>
        <w:t xml:space="preserve"> </w:t>
      </w:r>
      <w:r w:rsidRPr="00222C56">
        <w:t>(</w:t>
      </w:r>
      <w:r>
        <w:t xml:space="preserve">refer to </w:t>
      </w:r>
      <w:r w:rsidRPr="00222C56">
        <w:t>sample</w:t>
      </w:r>
      <w:r>
        <w:t>s in A</w:t>
      </w:r>
      <w:r w:rsidRPr="00222C56">
        <w:t xml:space="preserve">ttachments </w:t>
      </w:r>
      <w:r>
        <w:t>2</w:t>
      </w:r>
      <w:r w:rsidRPr="00222C56">
        <w:t xml:space="preserve"> and </w:t>
      </w:r>
      <w:r>
        <w:t>3</w:t>
      </w:r>
      <w:r w:rsidRPr="00222C56">
        <w:t>)</w:t>
      </w:r>
      <w:r>
        <w:t xml:space="preserve"> upon enrolment of their child, and ensure that the </w:t>
      </w:r>
      <w:r w:rsidRPr="002871AB">
        <w:rPr>
          <w:i/>
          <w:iCs/>
        </w:rPr>
        <w:t>Fees Policy</w:t>
      </w:r>
      <w:r w:rsidRPr="00772F4B">
        <w:rPr>
          <w:iCs/>
        </w:rPr>
        <w:t xml:space="preserve"> is </w:t>
      </w:r>
      <w:r>
        <w:t xml:space="preserve">readily accessible at the service </w:t>
      </w:r>
    </w:p>
    <w:p w:rsidR="00E14EA2" w:rsidRDefault="00E14EA2" w:rsidP="00E14EA2">
      <w:pPr>
        <w:pStyle w:val="Bullets1"/>
      </w:pPr>
      <w:r>
        <w:t xml:space="preserve">providing all parents/guardians with a fee payment agreement </w:t>
      </w:r>
      <w:r w:rsidR="00B05FA4">
        <w:t>(</w:t>
      </w:r>
      <w:r>
        <w:t>refer to samples in Attachments 3 and 4)</w:t>
      </w:r>
    </w:p>
    <w:p w:rsidR="00E14EA2" w:rsidRDefault="00E14EA2" w:rsidP="00E14EA2">
      <w:pPr>
        <w:pStyle w:val="Bullets1"/>
      </w:pPr>
      <w:r>
        <w:t>collecting all relevant information and maintaining relevant documents regarding those with entitlement to concessions, where applicable</w:t>
      </w:r>
    </w:p>
    <w:p w:rsidR="00E14EA2" w:rsidRDefault="00E14EA2" w:rsidP="00E14EA2">
      <w:pPr>
        <w:pStyle w:val="Bullets1"/>
      </w:pPr>
      <w:r>
        <w:t xml:space="preserve">complying with the service’s </w:t>
      </w:r>
      <w:r w:rsidRPr="002871AB">
        <w:rPr>
          <w:i/>
        </w:rPr>
        <w:t>Privacy and Confidentiality</w:t>
      </w:r>
      <w:r>
        <w:t xml:space="preserve"> </w:t>
      </w:r>
      <w:r w:rsidRPr="002871AB">
        <w:rPr>
          <w:i/>
        </w:rPr>
        <w:t>Policy</w:t>
      </w:r>
      <w:r>
        <w:t xml:space="preserve"> regarding financial and other information received, including in relation to the payment/non-payment of fees</w:t>
      </w:r>
    </w:p>
    <w:p w:rsidR="00E14EA2" w:rsidRPr="00141349" w:rsidRDefault="00E14EA2" w:rsidP="00E14EA2">
      <w:pPr>
        <w:pStyle w:val="Bullets1"/>
        <w:rPr>
          <w:b/>
        </w:rPr>
      </w:pPr>
      <w:r>
        <w:t>n</w:t>
      </w:r>
      <w:r w:rsidRPr="00F36000">
        <w:t xml:space="preserve">otifying parents/guardians within 14 days of any proposed changes to </w:t>
      </w:r>
      <w:r>
        <w:t xml:space="preserve">the fees charged or the way in which the fees are collected </w:t>
      </w:r>
    </w:p>
    <w:p w:rsidR="00E14EA2" w:rsidRPr="00682305" w:rsidRDefault="00E14EA2" w:rsidP="00E14EA2">
      <w:pPr>
        <w:pStyle w:val="Bullets1"/>
        <w:rPr>
          <w:b/>
        </w:rPr>
      </w:pPr>
      <w:proofErr w:type="gramStart"/>
      <w:r>
        <w:t>ensuring</w:t>
      </w:r>
      <w:proofErr w:type="gramEnd"/>
      <w:r>
        <w:t xml:space="preserve"> a notice outlining fees charged by </w:t>
      </w:r>
      <w:r w:rsidRPr="0070613E">
        <w:t>the service is</w:t>
      </w:r>
      <w:r>
        <w:t xml:space="preserve"> displayed prominently in the main entrance to </w:t>
      </w:r>
      <w:fldSimple w:instr=" DOCPROPERTY  Company  \* MERGEFORMAT ">
        <w:r w:rsidR="00DE696D">
          <w:t>Alexandra &amp; District Kindergarten</w:t>
        </w:r>
      </w:fldSimple>
      <w:r>
        <w:t>.</w:t>
      </w:r>
    </w:p>
    <w:p w:rsidR="00E14EA2" w:rsidRPr="0099493E" w:rsidRDefault="00E14EA2" w:rsidP="00E14EA2">
      <w:pPr>
        <w:pStyle w:val="Heading4"/>
      </w:pPr>
      <w:r w:rsidRPr="0099493E">
        <w:t xml:space="preserve">Certified Supervisors and other </w:t>
      </w:r>
      <w:r>
        <w:t>e</w:t>
      </w:r>
      <w:r w:rsidRPr="0099493E">
        <w:t>ducators are responsible for:</w:t>
      </w:r>
    </w:p>
    <w:p w:rsidR="00E14EA2" w:rsidRPr="00376DCE" w:rsidRDefault="00E14EA2" w:rsidP="00E14EA2">
      <w:pPr>
        <w:pStyle w:val="Bullets1"/>
      </w:pPr>
      <w:r>
        <w:t>i</w:t>
      </w:r>
      <w:r w:rsidRPr="00376DCE">
        <w:t xml:space="preserve">nforming </w:t>
      </w:r>
      <w:r>
        <w:t xml:space="preserve">the Approved Provider of any complaints or </w:t>
      </w:r>
      <w:r w:rsidRPr="00376DCE">
        <w:t>concerns that have been raised r</w:t>
      </w:r>
      <w:r>
        <w:t>egarding fees at the service</w:t>
      </w:r>
    </w:p>
    <w:p w:rsidR="00E14EA2" w:rsidRPr="00376DCE" w:rsidRDefault="00E14EA2" w:rsidP="00E14EA2">
      <w:pPr>
        <w:pStyle w:val="Bullets1"/>
      </w:pPr>
      <w:r>
        <w:t>r</w:t>
      </w:r>
      <w:r w:rsidRPr="00376DCE">
        <w:t>eferring parents</w:t>
      </w:r>
      <w:r>
        <w:t>’/guardian</w:t>
      </w:r>
      <w:r w:rsidRPr="00376DCE">
        <w:t>s</w:t>
      </w:r>
      <w:r>
        <w:t>’</w:t>
      </w:r>
      <w:r w:rsidRPr="00376DCE">
        <w:t xml:space="preserve"> questions in relation to this policy to the</w:t>
      </w:r>
      <w:r>
        <w:t xml:space="preserve"> Approved Provider</w:t>
      </w:r>
    </w:p>
    <w:p w:rsidR="00E14EA2" w:rsidRPr="00376DCE" w:rsidRDefault="00E14EA2" w:rsidP="00E14EA2">
      <w:pPr>
        <w:pStyle w:val="Bullets1"/>
      </w:pPr>
      <w:proofErr w:type="gramStart"/>
      <w:r>
        <w:t>a</w:t>
      </w:r>
      <w:r w:rsidRPr="00376DCE">
        <w:t>ssisting</w:t>
      </w:r>
      <w:proofErr w:type="gramEnd"/>
      <w:r w:rsidRPr="00376DCE">
        <w:t xml:space="preserve"> the</w:t>
      </w:r>
      <w:r>
        <w:t xml:space="preserve"> A</w:t>
      </w:r>
      <w:r w:rsidRPr="00141349">
        <w:t xml:space="preserve">pproved </w:t>
      </w:r>
      <w:r>
        <w:t>P</w:t>
      </w:r>
      <w:r w:rsidRPr="00141349">
        <w:t>rovider</w:t>
      </w:r>
      <w:r>
        <w:t>,</w:t>
      </w:r>
      <w:r w:rsidRPr="00376DCE">
        <w:rPr>
          <w:b/>
        </w:rPr>
        <w:t xml:space="preserve"> </w:t>
      </w:r>
      <w:r w:rsidRPr="00376DCE">
        <w:t>as required</w:t>
      </w:r>
      <w:r>
        <w:t>,</w:t>
      </w:r>
      <w:r w:rsidRPr="00376DCE">
        <w:t xml:space="preserve"> in sighting supporting documentation for access </w:t>
      </w:r>
      <w:r>
        <w:t xml:space="preserve">to </w:t>
      </w:r>
      <w:r w:rsidRPr="00376DCE">
        <w:t xml:space="preserve">the </w:t>
      </w:r>
      <w:r>
        <w:t>K</w:t>
      </w:r>
      <w:r w:rsidRPr="00376DCE">
        <w:t xml:space="preserve">indergarten </w:t>
      </w:r>
      <w:r>
        <w:t>F</w:t>
      </w:r>
      <w:r w:rsidRPr="00376DCE">
        <w:t xml:space="preserve">ee </w:t>
      </w:r>
      <w:r>
        <w:t>S</w:t>
      </w:r>
      <w:r w:rsidRPr="00376DCE">
        <w:t>ubsidy.</w:t>
      </w:r>
    </w:p>
    <w:p w:rsidR="00E14EA2" w:rsidRPr="00C30D52" w:rsidRDefault="00E14EA2" w:rsidP="00E14EA2">
      <w:pPr>
        <w:pStyle w:val="Heading4"/>
      </w:pPr>
      <w:r w:rsidRPr="00C30D52">
        <w:t>Parents/guardians are responsible for:</w:t>
      </w:r>
    </w:p>
    <w:p w:rsidR="00E14EA2" w:rsidRPr="00BC4BD9" w:rsidRDefault="00E14EA2" w:rsidP="00E14EA2">
      <w:pPr>
        <w:pStyle w:val="Bullets1"/>
      </w:pPr>
      <w:r>
        <w:t>r</w:t>
      </w:r>
      <w:r w:rsidRPr="00376DCE">
        <w:t>eading</w:t>
      </w:r>
      <w:r>
        <w:t xml:space="preserve"> the </w:t>
      </w:r>
      <w:fldSimple w:instr=" DOCPROPERTY  Company  \* MERGEFORMAT ">
        <w:r w:rsidR="00DE696D">
          <w:t>Alexandra &amp; District Kindergarten</w:t>
        </w:r>
      </w:fldSimple>
      <w:r w:rsidRPr="00376DCE">
        <w:t xml:space="preserve"> </w:t>
      </w:r>
      <w:r w:rsidRPr="002871AB">
        <w:t>Fee information for families</w:t>
      </w:r>
      <w:r>
        <w:t xml:space="preserve"> (refer to Attachment 1), the </w:t>
      </w:r>
      <w:r w:rsidRPr="00927D8F">
        <w:t>Fee Payment Agreement</w:t>
      </w:r>
      <w:r w:rsidRPr="00376DCE">
        <w:t xml:space="preserve"> (</w:t>
      </w:r>
      <w:r>
        <w:t xml:space="preserve">refer to </w:t>
      </w:r>
      <w:r w:rsidRPr="00376DCE">
        <w:t xml:space="preserve">Attachments </w:t>
      </w:r>
      <w:r>
        <w:t>4</w:t>
      </w:r>
      <w:r w:rsidRPr="00BC4BD9">
        <w:t xml:space="preserve"> and </w:t>
      </w:r>
      <w:r>
        <w:t>5</w:t>
      </w:r>
      <w:r w:rsidRPr="00BC4BD9">
        <w:t>)</w:t>
      </w:r>
      <w:r>
        <w:t xml:space="preserve"> and </w:t>
      </w:r>
      <w:r w:rsidRPr="00BC4BD9">
        <w:t xml:space="preserve">the </w:t>
      </w:r>
      <w:r w:rsidRPr="00927D8F">
        <w:t>Statement of Fees and Charges</w:t>
      </w:r>
      <w:r w:rsidRPr="00BC4BD9">
        <w:t xml:space="preserve"> (refer to Attachments 2 and 3)</w:t>
      </w:r>
    </w:p>
    <w:p w:rsidR="00E14EA2" w:rsidRPr="002C70D4" w:rsidRDefault="00E14EA2" w:rsidP="00E14EA2">
      <w:pPr>
        <w:pStyle w:val="Bullets1"/>
      </w:pPr>
      <w:r w:rsidRPr="00BC4BD9">
        <w:t xml:space="preserve">signing and complying with the </w:t>
      </w:r>
      <w:r w:rsidRPr="002C70D4">
        <w:t xml:space="preserve">Fee </w:t>
      </w:r>
      <w:r>
        <w:t>P</w:t>
      </w:r>
      <w:r w:rsidRPr="002C70D4">
        <w:t xml:space="preserve">ayment </w:t>
      </w:r>
      <w:r>
        <w:t>A</w:t>
      </w:r>
      <w:r w:rsidRPr="002C70D4">
        <w:t>greement (refer to Attachments 4 and 5)</w:t>
      </w:r>
    </w:p>
    <w:p w:rsidR="00E14EA2" w:rsidRPr="00376DCE" w:rsidRDefault="00E14EA2" w:rsidP="00E14EA2">
      <w:pPr>
        <w:pStyle w:val="Bullets1"/>
      </w:pPr>
      <w:r>
        <w:t>n</w:t>
      </w:r>
      <w:r w:rsidRPr="00376DCE">
        <w:t xml:space="preserve">otifying the </w:t>
      </w:r>
      <w:r>
        <w:t xml:space="preserve">Approved Provider </w:t>
      </w:r>
      <w:r w:rsidRPr="00376DCE">
        <w:t>if experiencing diffic</w:t>
      </w:r>
      <w:r>
        <w:t>ulties with the payment of fees</w:t>
      </w:r>
    </w:p>
    <w:p w:rsidR="000F6FF4" w:rsidRDefault="00E14EA2" w:rsidP="00131C75">
      <w:pPr>
        <w:pStyle w:val="Bullets1"/>
      </w:pPr>
      <w:proofErr w:type="gramStart"/>
      <w:r>
        <w:t>p</w:t>
      </w:r>
      <w:r w:rsidRPr="00376DCE">
        <w:t>roviding</w:t>
      </w:r>
      <w:proofErr w:type="gramEnd"/>
      <w:r w:rsidRPr="00376DCE">
        <w:t xml:space="preserve"> the required documentation to enable the service to claim the </w:t>
      </w:r>
      <w:r>
        <w:t>K</w:t>
      </w:r>
      <w:r w:rsidRPr="00376DCE">
        <w:t xml:space="preserve">indergarten </w:t>
      </w:r>
      <w:r>
        <w:t>F</w:t>
      </w:r>
      <w:r w:rsidRPr="00376DCE">
        <w:t xml:space="preserve">ee </w:t>
      </w:r>
      <w:r>
        <w:t>S</w:t>
      </w:r>
      <w:r w:rsidRPr="00376DCE">
        <w:t>ubsidy for eligible families</w:t>
      </w:r>
      <w:r>
        <w:t xml:space="preserve"> (refer to Attachment 1 – Fee information for families)</w:t>
      </w:r>
      <w:r w:rsidRPr="00376DCE">
        <w:t>.</w:t>
      </w:r>
    </w:p>
    <w:p w:rsidR="00131C75" w:rsidRDefault="00131C75" w:rsidP="00131C75">
      <w:pPr>
        <w:pStyle w:val="Heading1"/>
      </w:pPr>
      <w:r>
        <w:lastRenderedPageBreak/>
        <w:t>Evaluation</w:t>
      </w:r>
    </w:p>
    <w:p w:rsidR="00131C75" w:rsidRPr="002871AB" w:rsidRDefault="00131C75" w:rsidP="00131C75">
      <w:pPr>
        <w:pStyle w:val="BodyText3ptAfter"/>
      </w:pPr>
      <w:r w:rsidRPr="002871AB">
        <w:t>In order to assess whether the values and purposes of the policy have been achieved, the Approved Provider will:</w:t>
      </w:r>
    </w:p>
    <w:p w:rsidR="00131C75" w:rsidRPr="002871AB" w:rsidRDefault="00131C75" w:rsidP="00131C75">
      <w:pPr>
        <w:pStyle w:val="Bullets1"/>
      </w:pPr>
      <w:r w:rsidRPr="002871AB">
        <w:t xml:space="preserve">regularly seek feedback from everyone affected by the policy regarding its effectiveness, particularly in relation to affordability, </w:t>
      </w:r>
      <w:r>
        <w:t xml:space="preserve">flexibility of </w:t>
      </w:r>
      <w:r w:rsidRPr="00181F36">
        <w:t>payment options and procedures for the collection of fees</w:t>
      </w:r>
    </w:p>
    <w:p w:rsidR="00131C75" w:rsidRPr="002871AB" w:rsidRDefault="00131C75" w:rsidP="00131C75">
      <w:pPr>
        <w:pStyle w:val="Bullets1"/>
      </w:pPr>
      <w:r w:rsidRPr="002871AB">
        <w:t>monitor the implementation, compliance, complaints and incidents in relation to this policy</w:t>
      </w:r>
    </w:p>
    <w:p w:rsidR="00131C75" w:rsidRPr="00181F36" w:rsidRDefault="00131C75" w:rsidP="00131C75">
      <w:pPr>
        <w:pStyle w:val="Bullets1"/>
      </w:pPr>
      <w:r w:rsidRPr="00181F36">
        <w:t>monitor the number of families/children excluded from the service because of the</w:t>
      </w:r>
      <w:r>
        <w:t>ir</w:t>
      </w:r>
      <w:r w:rsidRPr="00181F36">
        <w:t xml:space="preserve"> </w:t>
      </w:r>
      <w:r>
        <w:t xml:space="preserve">inability to pay </w:t>
      </w:r>
      <w:r w:rsidRPr="00181F36">
        <w:t>fees</w:t>
      </w:r>
    </w:p>
    <w:p w:rsidR="00131C75" w:rsidRPr="002871AB" w:rsidRDefault="00131C75" w:rsidP="00131C75">
      <w:pPr>
        <w:pStyle w:val="Bullets1"/>
      </w:pPr>
      <w:r w:rsidRPr="002871AB">
        <w:t>keep the policy up to date with current legislation, research, policy and best practice</w:t>
      </w:r>
    </w:p>
    <w:p w:rsidR="00131C75" w:rsidRPr="002871AB" w:rsidRDefault="00131C75" w:rsidP="00131C75">
      <w:pPr>
        <w:pStyle w:val="Bullets1"/>
      </w:pPr>
      <w:r w:rsidRPr="002871AB">
        <w:t>revise the policy and procedures as part of the service’s policy review cycle, or as required</w:t>
      </w:r>
    </w:p>
    <w:p w:rsidR="00131C75" w:rsidRPr="00181F36" w:rsidRDefault="00131C75" w:rsidP="00131C75">
      <w:pPr>
        <w:pStyle w:val="Bullets1"/>
        <w:rPr>
          <w:b/>
        </w:rPr>
      </w:pPr>
      <w:proofErr w:type="gramStart"/>
      <w:r w:rsidRPr="002871AB">
        <w:t>notify</w:t>
      </w:r>
      <w:proofErr w:type="gramEnd"/>
      <w:r w:rsidRPr="002871AB">
        <w:t xml:space="preserve"> parents/guardians at least 14 days before making any changes to this policy or its procedures (Regulation 172(2)). </w:t>
      </w:r>
    </w:p>
    <w:p w:rsidR="00131C75" w:rsidRDefault="00131C75" w:rsidP="00131C75">
      <w:pPr>
        <w:pStyle w:val="Heading1"/>
      </w:pPr>
      <w:r>
        <w:t>Attachments</w:t>
      </w:r>
    </w:p>
    <w:p w:rsidR="00131C75" w:rsidRPr="00376DCE" w:rsidRDefault="00131C75" w:rsidP="00131C75">
      <w:pPr>
        <w:pStyle w:val="Bullets1"/>
      </w:pPr>
      <w:r>
        <w:t>Attachment 1:</w:t>
      </w:r>
      <w:r w:rsidRPr="00376DCE">
        <w:t xml:space="preserve"> Fee </w:t>
      </w:r>
      <w:r>
        <w:t>information for families</w:t>
      </w:r>
    </w:p>
    <w:p w:rsidR="00131C75" w:rsidRPr="00376DCE" w:rsidRDefault="00131C75" w:rsidP="00131C75">
      <w:pPr>
        <w:pStyle w:val="Bullets1"/>
      </w:pPr>
      <w:r>
        <w:t>Attachment 2: Statement of Fees and Charges – Fee schedule – F</w:t>
      </w:r>
      <w:r w:rsidRPr="00376DCE">
        <w:t>our-year-old (funded) kindergarten program</w:t>
      </w:r>
    </w:p>
    <w:p w:rsidR="00131C75" w:rsidRPr="00376DCE" w:rsidRDefault="00131C75" w:rsidP="00131C75">
      <w:pPr>
        <w:pStyle w:val="Bullets1"/>
      </w:pPr>
      <w:r>
        <w:t>Attachment 3: Statement of Fees and Charges – Fee schedule – T</w:t>
      </w:r>
      <w:r w:rsidRPr="00376DCE">
        <w:t>hree-year-old kindergarten program</w:t>
      </w:r>
    </w:p>
    <w:p w:rsidR="00131C75" w:rsidRPr="00376DCE" w:rsidRDefault="00131C75" w:rsidP="00131C75">
      <w:pPr>
        <w:pStyle w:val="Bullets1"/>
      </w:pPr>
      <w:r>
        <w:t>Attachment 4: Fee Payment Agreement – F</w:t>
      </w:r>
      <w:r w:rsidRPr="00376DCE">
        <w:t>our-year-old (funded) kindergarten program</w:t>
      </w:r>
    </w:p>
    <w:p w:rsidR="00131C75" w:rsidRPr="00376DCE" w:rsidRDefault="00131C75" w:rsidP="00131C75">
      <w:pPr>
        <w:pStyle w:val="Bullets1"/>
      </w:pPr>
      <w:r>
        <w:t>Attachment 5: Fee Payment Agreement – T</w:t>
      </w:r>
      <w:r w:rsidRPr="00376DCE">
        <w:t>hree-year-old kindergarten program</w:t>
      </w:r>
    </w:p>
    <w:p w:rsidR="00131C75" w:rsidRDefault="00131C75" w:rsidP="00131C75">
      <w:pPr>
        <w:pStyle w:val="Heading1"/>
      </w:pPr>
      <w:r>
        <w:t>Authorisation</w:t>
      </w:r>
      <w:r>
        <w:tab/>
      </w:r>
      <w:r>
        <w:tab/>
      </w:r>
      <w:r>
        <w:tab/>
      </w:r>
      <w:r>
        <w:tab/>
      </w:r>
    </w:p>
    <w:p w:rsidR="00131C75" w:rsidRDefault="00131C75" w:rsidP="00131C75">
      <w:pPr>
        <w:pStyle w:val="BodyText"/>
      </w:pPr>
      <w:r>
        <w:t xml:space="preserve">This policy was adopted by the Approved Provider of </w:t>
      </w:r>
      <w:fldSimple w:instr=" DOCPROPERTY  Company  \* MERGEFORMAT ">
        <w:r w:rsidR="00DE696D">
          <w:t>Alexandra &amp; District Kindergarten</w:t>
        </w:r>
      </w:fldSimple>
      <w:r w:rsidRPr="00131C75">
        <w:t xml:space="preserve"> on </w:t>
      </w:r>
      <w:r w:rsidR="00615757">
        <w:rPr>
          <w:b/>
        </w:rPr>
        <w:t>April 2012</w:t>
      </w:r>
      <w:r>
        <w:t>.</w:t>
      </w:r>
    </w:p>
    <w:p w:rsidR="00131C75" w:rsidRDefault="00131C75" w:rsidP="00131C75">
      <w:pPr>
        <w:pStyle w:val="Heading1"/>
      </w:pPr>
      <w:r w:rsidRPr="00316F5E">
        <w:t xml:space="preserve">Review date:    </w:t>
      </w:r>
      <w:r w:rsidR="0026136D">
        <w:rPr>
          <w:b w:val="0"/>
        </w:rPr>
        <w:t>17</w:t>
      </w:r>
      <w:r w:rsidRPr="00BA0330">
        <w:rPr>
          <w:b w:val="0"/>
        </w:rPr>
        <w:t>/</w:t>
      </w:r>
      <w:r w:rsidR="00615757">
        <w:rPr>
          <w:b w:val="0"/>
        </w:rPr>
        <w:t>03</w:t>
      </w:r>
      <w:r w:rsidRPr="00BA0330">
        <w:rPr>
          <w:b w:val="0"/>
        </w:rPr>
        <w:t>/</w:t>
      </w:r>
      <w:r w:rsidR="00615757">
        <w:rPr>
          <w:b w:val="0"/>
        </w:rPr>
        <w:t>201</w:t>
      </w:r>
      <w:r w:rsidR="0026136D">
        <w:rPr>
          <w:b w:val="0"/>
        </w:rPr>
        <w:t>5</w:t>
      </w:r>
    </w:p>
    <w:p w:rsidR="003038C1" w:rsidRPr="003038C1" w:rsidRDefault="003038C1" w:rsidP="003038C1">
      <w:pPr>
        <w:pStyle w:val="Attachment1"/>
      </w:pPr>
      <w:r w:rsidRPr="003038C1">
        <w:lastRenderedPageBreak/>
        <w:t>Attachment 1</w:t>
      </w:r>
    </w:p>
    <w:p w:rsidR="003038C1" w:rsidRPr="003038C1" w:rsidRDefault="003038C1" w:rsidP="003038C1">
      <w:pPr>
        <w:pStyle w:val="Attachment2"/>
      </w:pPr>
      <w:r w:rsidRPr="003038C1">
        <w:t>Fee information for families</w:t>
      </w:r>
    </w:p>
    <w:p w:rsidR="00A871F4" w:rsidRPr="00A77B74" w:rsidRDefault="005D3A85" w:rsidP="0026136D">
      <w:pPr>
        <w:pStyle w:val="Attachmenttitle"/>
        <w:rPr>
          <w:sz w:val="24"/>
          <w:szCs w:val="24"/>
        </w:rPr>
      </w:pPr>
      <w:fldSimple w:instr=" DOCPROPERTY  Company  \* MERGEFORMAT ">
        <w:r w:rsidR="00DE696D" w:rsidRPr="00DE696D">
          <w:rPr>
            <w:sz w:val="24"/>
            <w:szCs w:val="24"/>
          </w:rPr>
          <w:t>Alexandra &amp; District</w:t>
        </w:r>
        <w:r w:rsidR="00DE696D">
          <w:t xml:space="preserve"> Kindergarten</w:t>
        </w:r>
      </w:fldSimple>
      <w:r w:rsidR="00A871F4" w:rsidRPr="00A77B74">
        <w:rPr>
          <w:sz w:val="24"/>
          <w:szCs w:val="24"/>
        </w:rPr>
        <w:t xml:space="preserve"> </w:t>
      </w:r>
      <w:r w:rsidR="0026136D">
        <w:rPr>
          <w:sz w:val="24"/>
          <w:szCs w:val="24"/>
        </w:rPr>
        <w:t>2015</w:t>
      </w:r>
    </w:p>
    <w:p w:rsidR="00131C75" w:rsidRDefault="00131C75" w:rsidP="003038C1">
      <w:pPr>
        <w:pStyle w:val="BodyText"/>
        <w:rPr>
          <w:b/>
        </w:rPr>
      </w:pPr>
    </w:p>
    <w:p w:rsidR="003038C1" w:rsidRPr="003038C1" w:rsidRDefault="003038C1" w:rsidP="003038C1">
      <w:pPr>
        <w:pStyle w:val="AttachmentNumberedHeading1"/>
        <w:rPr>
          <w:lang w:val="en-US"/>
        </w:rPr>
      </w:pPr>
      <w:r w:rsidRPr="003038C1">
        <w:rPr>
          <w:lang w:val="en-US"/>
        </w:rPr>
        <w:t>Why fees are necessary</w:t>
      </w:r>
    </w:p>
    <w:p w:rsidR="003038C1" w:rsidRDefault="003038C1" w:rsidP="003038C1">
      <w:pPr>
        <w:pStyle w:val="Policytext"/>
        <w:rPr>
          <w:highlight w:val="yellow"/>
        </w:rPr>
      </w:pPr>
      <w:r>
        <w:t>The Department of Education and Early Childhood Development (DEECD) provides per capita funding as a contribution toward the costs of providing a four-year-old kindergarten program. Services meet the balance of costs through charging fees and fundraising activities.</w:t>
      </w:r>
    </w:p>
    <w:p w:rsidR="003038C1" w:rsidRDefault="003038C1" w:rsidP="003038C1">
      <w:pPr>
        <w:pStyle w:val="Policytext"/>
      </w:pPr>
      <w:r>
        <w:t xml:space="preserve">DEECD provides a Kindergarten Fee Subsidy (see below) that enables children from eligible families to attend a four-year-old kindergarten program free of charge, or at a minimal cost. </w:t>
      </w:r>
    </w:p>
    <w:p w:rsidR="003038C1" w:rsidRDefault="003038C1" w:rsidP="003038C1">
      <w:pPr>
        <w:pStyle w:val="Policytext"/>
      </w:pPr>
      <w:r>
        <w:t xml:space="preserve">DEECD also provides funding to assist eligible three-year-old Aboriginal and Torres Strait Islander children, and children </w:t>
      </w:r>
      <w:r w:rsidRPr="00BB0572">
        <w:t xml:space="preserve">known to </w:t>
      </w:r>
      <w:r w:rsidRPr="00183C4D">
        <w:rPr>
          <w:rFonts w:cs="Arial"/>
          <w:szCs w:val="24"/>
        </w:rPr>
        <w:t>Child Protection</w:t>
      </w:r>
      <w:r w:rsidRPr="00BB0572">
        <w:t>,</w:t>
      </w:r>
      <w:r>
        <w:t xml:space="preserve"> to access kindergarten programs.</w:t>
      </w:r>
    </w:p>
    <w:p w:rsidR="003038C1" w:rsidRDefault="005D3A85" w:rsidP="003038C1">
      <w:pPr>
        <w:pStyle w:val="Policytext"/>
      </w:pPr>
      <w:fldSimple w:instr=" DOCPROPERTY  Company  \* MERGEFORMAT ">
        <w:r w:rsidR="00DE696D">
          <w:t>Alexandra &amp; District Kindergarten</w:t>
        </w:r>
      </w:fldSimple>
      <w:r w:rsidR="003038C1">
        <w:t xml:space="preserve"> </w:t>
      </w:r>
      <w:r w:rsidR="003038C1" w:rsidRPr="00985580">
        <w:t>provides a range</w:t>
      </w:r>
      <w:r w:rsidR="003038C1">
        <w:t xml:space="preserve"> of support options to parents/guardians experiencing difficulty with payment of fees (see below).</w:t>
      </w:r>
    </w:p>
    <w:p w:rsidR="003038C1" w:rsidRDefault="003038C1" w:rsidP="003038C1">
      <w:pPr>
        <w:pStyle w:val="AttachmentNumberedHeading1"/>
      </w:pPr>
      <w:r>
        <w:t>How fees are set</w:t>
      </w:r>
    </w:p>
    <w:p w:rsidR="003038C1" w:rsidRDefault="003038C1" w:rsidP="003038C1">
      <w:pPr>
        <w:pStyle w:val="BodyText3ptAfter"/>
      </w:pPr>
      <w:r>
        <w:t xml:space="preserve">As part of the budget development process, </w:t>
      </w:r>
      <w:r w:rsidRPr="001B415C">
        <w:t>the Committee of Management</w:t>
      </w:r>
      <w:r>
        <w:t xml:space="preserve"> sets fees each year for the programs of the service, taking into consideration:</w:t>
      </w:r>
    </w:p>
    <w:p w:rsidR="003038C1" w:rsidRPr="005D25A1" w:rsidRDefault="003038C1" w:rsidP="003038C1">
      <w:pPr>
        <w:pStyle w:val="Bullets1"/>
      </w:pPr>
      <w:r>
        <w:t>t</w:t>
      </w:r>
      <w:r w:rsidRPr="005D25A1">
        <w:t>he fi</w:t>
      </w:r>
      <w:r>
        <w:t>nancial viability of the service</w:t>
      </w:r>
    </w:p>
    <w:p w:rsidR="003038C1" w:rsidRPr="005D25A1" w:rsidRDefault="003038C1" w:rsidP="003038C1">
      <w:pPr>
        <w:pStyle w:val="Bullets1"/>
      </w:pPr>
      <w:r>
        <w:t>t</w:t>
      </w:r>
      <w:r w:rsidRPr="005D25A1">
        <w:t>he level of government funding</w:t>
      </w:r>
      <w:r>
        <w:t xml:space="preserve"> provided for the program</w:t>
      </w:r>
      <w:r w:rsidRPr="005D25A1">
        <w:t xml:space="preserve">, including the </w:t>
      </w:r>
      <w:r>
        <w:t>K</w:t>
      </w:r>
      <w:r w:rsidRPr="005D25A1">
        <w:t xml:space="preserve">indergarten </w:t>
      </w:r>
      <w:r>
        <w:t>F</w:t>
      </w:r>
      <w:r w:rsidRPr="005D25A1">
        <w:t xml:space="preserve">ee </w:t>
      </w:r>
      <w:r>
        <w:t>S</w:t>
      </w:r>
      <w:r w:rsidRPr="005D25A1">
        <w:t>u</w:t>
      </w:r>
      <w:r>
        <w:t>bsidy</w:t>
      </w:r>
    </w:p>
    <w:p w:rsidR="003038C1" w:rsidRDefault="003038C1" w:rsidP="003038C1">
      <w:pPr>
        <w:pStyle w:val="Bullets1"/>
      </w:pPr>
      <w:r>
        <w:t>the a</w:t>
      </w:r>
      <w:r w:rsidRPr="005D25A1">
        <w:t>vail</w:t>
      </w:r>
      <w:r>
        <w:t>ability of other income sources,</w:t>
      </w:r>
      <w:r w:rsidRPr="005D25A1">
        <w:t xml:space="preserve"> </w:t>
      </w:r>
      <w:r>
        <w:t>such as grants</w:t>
      </w:r>
    </w:p>
    <w:p w:rsidR="003038C1" w:rsidRPr="005D25A1" w:rsidRDefault="003038C1" w:rsidP="003038C1">
      <w:pPr>
        <w:pStyle w:val="Bullets1"/>
      </w:pPr>
      <w:r>
        <w:t>t</w:t>
      </w:r>
      <w:r w:rsidRPr="005D25A1">
        <w:t>he fees charged by similar</w:t>
      </w:r>
      <w:r>
        <w:t xml:space="preserve"> services in the area</w:t>
      </w:r>
    </w:p>
    <w:p w:rsidR="003038C1" w:rsidRPr="005D25A1" w:rsidRDefault="003038C1" w:rsidP="003038C1">
      <w:pPr>
        <w:pStyle w:val="Bullets1"/>
      </w:pPr>
      <w:r>
        <w:t>t</w:t>
      </w:r>
      <w:r w:rsidRPr="005D25A1">
        <w:t>he capac</w:t>
      </w:r>
      <w:r>
        <w:t>ity of parents/guardians to pay fees</w:t>
      </w:r>
    </w:p>
    <w:p w:rsidR="003038C1" w:rsidRPr="005D25A1" w:rsidRDefault="003038C1" w:rsidP="003038C1">
      <w:pPr>
        <w:pStyle w:val="Bullets1"/>
      </w:pPr>
      <w:r>
        <w:t>r</w:t>
      </w:r>
      <w:r w:rsidRPr="005D25A1">
        <w:t>easonable expenditure</w:t>
      </w:r>
      <w:r>
        <w:t xml:space="preserve"> in meeting</w:t>
      </w:r>
      <w:r w:rsidRPr="005D25A1">
        <w:t xml:space="preserve"> a</w:t>
      </w:r>
      <w:r>
        <w:t>greed program quality and standards</w:t>
      </w:r>
    </w:p>
    <w:p w:rsidR="003038C1" w:rsidRDefault="003038C1" w:rsidP="003038C1">
      <w:pPr>
        <w:pStyle w:val="Bullets1"/>
      </w:pPr>
      <w:r>
        <w:t>r</w:t>
      </w:r>
      <w:r w:rsidRPr="005D25A1">
        <w:t xml:space="preserve">equirements of the </w:t>
      </w:r>
      <w:r w:rsidRPr="005D25A1">
        <w:rPr>
          <w:i/>
        </w:rPr>
        <w:t xml:space="preserve">Kindergarten </w:t>
      </w:r>
      <w:r>
        <w:rPr>
          <w:i/>
        </w:rPr>
        <w:t>F</w:t>
      </w:r>
      <w:r w:rsidRPr="005D25A1">
        <w:rPr>
          <w:i/>
        </w:rPr>
        <w:t xml:space="preserve">ee </w:t>
      </w:r>
      <w:r>
        <w:rPr>
          <w:i/>
        </w:rPr>
        <w:t>S</w:t>
      </w:r>
      <w:r w:rsidRPr="005D25A1">
        <w:rPr>
          <w:i/>
        </w:rPr>
        <w:t>ubsidy</w:t>
      </w:r>
      <w:r>
        <w:rPr>
          <w:i/>
        </w:rPr>
        <w:t xml:space="preserve"> – F</w:t>
      </w:r>
      <w:r w:rsidRPr="005D25A1">
        <w:rPr>
          <w:i/>
        </w:rPr>
        <w:t xml:space="preserve">ees </w:t>
      </w:r>
      <w:r>
        <w:rPr>
          <w:i/>
        </w:rPr>
        <w:t>P</w:t>
      </w:r>
      <w:r w:rsidRPr="005D25A1">
        <w:rPr>
          <w:i/>
        </w:rPr>
        <w:t>olicy</w:t>
      </w:r>
      <w:r>
        <w:t xml:space="preserve"> (details in the </w:t>
      </w:r>
      <w:r w:rsidRPr="00E151F8">
        <w:rPr>
          <w:i/>
        </w:rPr>
        <w:t>Victorian kindergarten policy, procedures and funding criteria</w:t>
      </w:r>
      <w:r w:rsidR="00183C4D">
        <w:t xml:space="preserve"> document available at</w:t>
      </w:r>
      <w:r>
        <w:t xml:space="preserve"> </w:t>
      </w:r>
      <w:hyperlink r:id="rId15" w:history="1">
        <w:r w:rsidR="00183C4D" w:rsidRPr="00BF0874">
          <w:rPr>
            <w:rStyle w:val="Hyperlink"/>
          </w:rPr>
          <w:t>www.education.vic.gov.au/</w:t>
        </w:r>
        <w:r w:rsidR="00183C4D" w:rsidRPr="00BF0874">
          <w:rPr>
            <w:rStyle w:val="Hyperlink"/>
          </w:rPr>
          <w:br/>
        </w:r>
        <w:proofErr w:type="spellStart"/>
        <w:r w:rsidR="00183C4D" w:rsidRPr="00BF0874">
          <w:rPr>
            <w:rStyle w:val="Hyperlink"/>
          </w:rPr>
          <w:t>ecprofessionals</w:t>
        </w:r>
        <w:proofErr w:type="spellEnd"/>
        <w:r w:rsidR="00183C4D" w:rsidRPr="00BF0874">
          <w:rPr>
            <w:rStyle w:val="Hyperlink"/>
          </w:rPr>
          <w:t>/kindergarten/</w:t>
        </w:r>
      </w:hyperlink>
    </w:p>
    <w:p w:rsidR="003038C1" w:rsidRDefault="003038C1" w:rsidP="00183C4D">
      <w:pPr>
        <w:pStyle w:val="BodyText85ptBefore"/>
      </w:pPr>
      <w:r>
        <w:t xml:space="preserve">Fees set for the year are only reviewed in extraordinary circumstances, for example, if attendance rates fall below the budget ‘break even’ point.  </w:t>
      </w:r>
    </w:p>
    <w:p w:rsidR="003038C1" w:rsidRDefault="003038C1" w:rsidP="003038C1">
      <w:pPr>
        <w:pStyle w:val="AttachmentNumberedHeading1"/>
      </w:pPr>
      <w:r>
        <w:t xml:space="preserve">Other charges </w:t>
      </w:r>
    </w:p>
    <w:p w:rsidR="003038C1" w:rsidRPr="001B415C" w:rsidRDefault="003038C1" w:rsidP="00183C4D">
      <w:pPr>
        <w:pStyle w:val="BodyText3ptAfter"/>
      </w:pPr>
      <w:r w:rsidRPr="001B415C">
        <w:t xml:space="preserve">Other charges levied by </w:t>
      </w:r>
      <w:fldSimple w:instr=" DOCPROPERTY  Company  \* MERGEFORMAT ">
        <w:r w:rsidR="00DE696D">
          <w:t>Alexandra &amp; District Kindergarten</w:t>
        </w:r>
      </w:fldSimple>
      <w:r w:rsidRPr="001B415C">
        <w:t xml:space="preserve"> are included on the Statement of Fees and Charges. These include: </w:t>
      </w:r>
    </w:p>
    <w:p w:rsidR="003038C1" w:rsidRPr="001B415C" w:rsidRDefault="003038C1" w:rsidP="003038C1">
      <w:pPr>
        <w:pStyle w:val="Bullets1"/>
      </w:pPr>
      <w:r>
        <w:rPr>
          <w:b/>
          <w:bCs/>
        </w:rPr>
        <w:t>Kindergarten fee deposit</w:t>
      </w:r>
      <w:r w:rsidRPr="001B415C">
        <w:rPr>
          <w:b/>
          <w:bCs/>
        </w:rPr>
        <w:t>:</w:t>
      </w:r>
      <w:r>
        <w:t xml:space="preserve"> This payment secures a child’s place at the service and is payable on acceptance of enrolment. Families experiencing hardship should also discuss any difficulties with the </w:t>
      </w:r>
      <w:r w:rsidRPr="007A1590">
        <w:t>service</w:t>
      </w:r>
      <w:r w:rsidRPr="005D25A1">
        <w:rPr>
          <w:bCs/>
        </w:rPr>
        <w:t xml:space="preserve">. </w:t>
      </w:r>
    </w:p>
    <w:p w:rsidR="003038C1" w:rsidRPr="005D25A1" w:rsidRDefault="003038C1" w:rsidP="003038C1">
      <w:pPr>
        <w:pStyle w:val="Bullets1"/>
      </w:pPr>
      <w:r w:rsidRPr="00656AD5">
        <w:rPr>
          <w:b/>
        </w:rPr>
        <w:t xml:space="preserve">Late collection charge: </w:t>
      </w:r>
      <w:r>
        <w:t>The Committee of Management</w:t>
      </w:r>
      <w:r w:rsidR="002D47F7">
        <w:t xml:space="preserve"> </w:t>
      </w:r>
      <w:r>
        <w:t xml:space="preserve">reserves the right to implement </w:t>
      </w:r>
      <w:r w:rsidRPr="00656AD5">
        <w:t>a late collection charge</w:t>
      </w:r>
      <w:r>
        <w:t xml:space="preserve"> when parents/guardians are frequently late in collecting a child from the service. This charge will be set at a level determined by the Committee of Management</w:t>
      </w:r>
      <w:r w:rsidR="00183C4D" w:rsidRPr="00183C4D">
        <w:t>.</w:t>
      </w:r>
    </w:p>
    <w:p w:rsidR="003038C1" w:rsidRDefault="003038C1" w:rsidP="003038C1">
      <w:pPr>
        <w:pStyle w:val="AttachmentNumberedHeading1"/>
      </w:pPr>
      <w:r w:rsidRPr="003038C1">
        <w:t>Statement</w:t>
      </w:r>
      <w:r>
        <w:t xml:space="preserve"> of fees and charges</w:t>
      </w:r>
    </w:p>
    <w:p w:rsidR="003038C1" w:rsidRDefault="003038C1" w:rsidP="003038C1">
      <w:pPr>
        <w:pStyle w:val="BodyText"/>
      </w:pPr>
      <w:r>
        <w:t xml:space="preserve">A statement of fees and charges for four-year-old or three-year-old kindergarten will be provided to families on enrolment. </w:t>
      </w:r>
    </w:p>
    <w:p w:rsidR="003038C1" w:rsidRPr="005D25A1" w:rsidRDefault="003038C1" w:rsidP="003038C1">
      <w:pPr>
        <w:pStyle w:val="AttachmentNumberedHeading1"/>
      </w:pPr>
      <w:r>
        <w:lastRenderedPageBreak/>
        <w:t>Fundraising</w:t>
      </w:r>
    </w:p>
    <w:p w:rsidR="003038C1" w:rsidRPr="00A67299" w:rsidRDefault="003038C1" w:rsidP="003038C1">
      <w:pPr>
        <w:pStyle w:val="BodyText"/>
      </w:pPr>
      <w:r>
        <w:t>Not all service costs are covered by DEECD per capita</w:t>
      </w:r>
      <w:r w:rsidR="00183C4D">
        <w:t xml:space="preserve"> funding and the fees charged. </w:t>
      </w:r>
      <w:r>
        <w:t xml:space="preserve">Fundraising is undertaken to meet the balance and/or pay for additional items for the service. </w:t>
      </w:r>
      <w:r w:rsidRPr="00A67299">
        <w:t>While participat</w:t>
      </w:r>
      <w:r>
        <w:t xml:space="preserve">ion </w:t>
      </w:r>
      <w:r w:rsidRPr="00A67299">
        <w:t xml:space="preserve">in fundraising is voluntary, the support of every family </w:t>
      </w:r>
      <w:r>
        <w:t>is encouraged. Fundraising activities are also an opportunity for families and communities to come</w:t>
      </w:r>
      <w:r w:rsidRPr="00A67299">
        <w:t xml:space="preserve"> together</w:t>
      </w:r>
      <w:r>
        <w:t xml:space="preserve">. </w:t>
      </w:r>
    </w:p>
    <w:p w:rsidR="003038C1" w:rsidRDefault="003038C1" w:rsidP="003038C1">
      <w:pPr>
        <w:pStyle w:val="AttachmentNumberedHeading1"/>
      </w:pPr>
      <w:r>
        <w:t xml:space="preserve">Subsidies </w:t>
      </w:r>
    </w:p>
    <w:p w:rsidR="003038C1" w:rsidRPr="003038C1" w:rsidRDefault="003038C1" w:rsidP="00183C4D">
      <w:pPr>
        <w:pStyle w:val="AttachmentNumberedHeading2"/>
      </w:pPr>
      <w:r w:rsidRPr="003038C1">
        <w:t>Kindergarten Fee Subsidy (four-year-old programs only)</w:t>
      </w:r>
    </w:p>
    <w:p w:rsidR="003038C1" w:rsidRDefault="003038C1" w:rsidP="003038C1">
      <w:pPr>
        <w:pStyle w:val="BodyText"/>
      </w:pPr>
      <w:r>
        <w:t xml:space="preserve">The Kindergarten Fee Subsidy is provided by DEECD and enables eligible children to attend kindergarten free of charge or at minimal cost. Eligibility conditions change from time-to-time – contact the service for further information. </w:t>
      </w:r>
    </w:p>
    <w:p w:rsidR="003038C1" w:rsidRDefault="003038C1" w:rsidP="003038C1">
      <w:pPr>
        <w:pStyle w:val="BodyText3ptAfter"/>
      </w:pPr>
      <w:r w:rsidRPr="00507F91">
        <w:t xml:space="preserve">Families who </w:t>
      </w:r>
      <w:r>
        <w:t xml:space="preserve">may be </w:t>
      </w:r>
      <w:r w:rsidRPr="00E13E4D">
        <w:t xml:space="preserve">eligible for </w:t>
      </w:r>
      <w:r>
        <w:t>the</w:t>
      </w:r>
      <w:r w:rsidRPr="00E13E4D">
        <w:t xml:space="preserve"> Kindergarten </w:t>
      </w:r>
      <w:r>
        <w:t>F</w:t>
      </w:r>
      <w:r w:rsidRPr="00E13E4D">
        <w:t xml:space="preserve">ee </w:t>
      </w:r>
      <w:r>
        <w:t>S</w:t>
      </w:r>
      <w:r w:rsidRPr="00E13E4D">
        <w:t xml:space="preserve">ubsidy </w:t>
      </w:r>
      <w:r>
        <w:t>(</w:t>
      </w:r>
      <w:r w:rsidRPr="00E13E4D">
        <w:t>four-year-old programs</w:t>
      </w:r>
      <w:r>
        <w:t xml:space="preserve"> only) include those who are</w:t>
      </w:r>
      <w:r w:rsidRPr="00E13E4D">
        <w:t xml:space="preserve">: </w:t>
      </w:r>
    </w:p>
    <w:p w:rsidR="003038C1" w:rsidRPr="007A1590" w:rsidRDefault="003038C1" w:rsidP="003038C1">
      <w:pPr>
        <w:pStyle w:val="Bullets1"/>
      </w:pPr>
      <w:r w:rsidRPr="00DE5508">
        <w:t xml:space="preserve">Health Care Card </w:t>
      </w:r>
      <w:r>
        <w:t>holders</w:t>
      </w:r>
    </w:p>
    <w:p w:rsidR="003038C1" w:rsidRPr="009B282F" w:rsidRDefault="003038C1" w:rsidP="003038C1">
      <w:pPr>
        <w:pStyle w:val="Bullets1"/>
        <w:rPr>
          <w:b/>
        </w:rPr>
      </w:pPr>
      <w:r w:rsidRPr="00656AD5">
        <w:t xml:space="preserve">Pensioner Concession Card </w:t>
      </w:r>
      <w:r>
        <w:t>holders</w:t>
      </w:r>
    </w:p>
    <w:p w:rsidR="003038C1" w:rsidRPr="00656AD5" w:rsidRDefault="003038C1" w:rsidP="003038C1">
      <w:pPr>
        <w:pStyle w:val="Bullets1"/>
        <w:rPr>
          <w:b/>
        </w:rPr>
      </w:pPr>
      <w:r w:rsidRPr="00656AD5">
        <w:t xml:space="preserve">Department </w:t>
      </w:r>
      <w:r>
        <w:t xml:space="preserve">of </w:t>
      </w:r>
      <w:r w:rsidRPr="00656AD5">
        <w:t>Veterans</w:t>
      </w:r>
      <w:r>
        <w:t>’</w:t>
      </w:r>
      <w:r w:rsidRPr="00656AD5">
        <w:t xml:space="preserve"> Affairs Gold Card </w:t>
      </w:r>
      <w:r>
        <w:t>holders</w:t>
      </w:r>
    </w:p>
    <w:p w:rsidR="003038C1" w:rsidRPr="006F53F3" w:rsidRDefault="003038C1" w:rsidP="003038C1">
      <w:pPr>
        <w:pStyle w:val="Bullets1"/>
        <w:rPr>
          <w:b/>
        </w:rPr>
      </w:pPr>
      <w:r>
        <w:t>Temporary Protection/Humanitarian Visas 447, 451, 785 or 786</w:t>
      </w:r>
    </w:p>
    <w:p w:rsidR="003038C1" w:rsidRPr="006F53F3" w:rsidRDefault="003038C1" w:rsidP="003038C1">
      <w:pPr>
        <w:pStyle w:val="Bullets1"/>
        <w:rPr>
          <w:b/>
        </w:rPr>
      </w:pPr>
      <w:r>
        <w:t>Asylum seekers on Bridging Visas A–F</w:t>
      </w:r>
    </w:p>
    <w:p w:rsidR="003038C1" w:rsidRPr="00183C4D" w:rsidRDefault="003038C1" w:rsidP="003038C1">
      <w:pPr>
        <w:pStyle w:val="Bullets1"/>
        <w:rPr>
          <w:b/>
        </w:rPr>
      </w:pPr>
      <w:r w:rsidRPr="00183C4D">
        <w:t>Refugee and Special Humanitarian Visa 200–217</w:t>
      </w:r>
    </w:p>
    <w:p w:rsidR="003038C1" w:rsidRPr="00183C4D" w:rsidRDefault="003038C1" w:rsidP="003038C1">
      <w:pPr>
        <w:pStyle w:val="Bullets1"/>
        <w:rPr>
          <w:rFonts w:cs="Courier New"/>
          <w:b/>
        </w:rPr>
      </w:pPr>
      <w:r w:rsidRPr="00183C4D">
        <w:rPr>
          <w:rFonts w:cs="Arial"/>
          <w:shd w:val="clear" w:color="auto" w:fill="FFFFFF"/>
        </w:rPr>
        <w:t>Resolution of Status (</w:t>
      </w:r>
      <w:proofErr w:type="spellStart"/>
      <w:r w:rsidRPr="00183C4D">
        <w:rPr>
          <w:rFonts w:cs="Arial"/>
          <w:shd w:val="clear" w:color="auto" w:fill="FFFFFF"/>
        </w:rPr>
        <w:t>RoS</w:t>
      </w:r>
      <w:proofErr w:type="spellEnd"/>
      <w:r w:rsidRPr="00183C4D">
        <w:rPr>
          <w:rFonts w:cs="Arial"/>
          <w:shd w:val="clear" w:color="auto" w:fill="FFFFFF"/>
        </w:rPr>
        <w:t>) visa, Class CD, subclass 851</w:t>
      </w:r>
    </w:p>
    <w:p w:rsidR="003038C1" w:rsidRPr="00183C4D" w:rsidRDefault="003038C1" w:rsidP="003038C1">
      <w:pPr>
        <w:pStyle w:val="Bullets1"/>
        <w:rPr>
          <w:rFonts w:cs="Courier New"/>
          <w:b/>
        </w:rPr>
      </w:pPr>
      <w:r w:rsidRPr="00183C4D">
        <w:rPr>
          <w:rFonts w:cs="Arial"/>
          <w:shd w:val="clear" w:color="auto" w:fill="FFFFFF"/>
        </w:rPr>
        <w:t>Aboriginal or Torres Strait Islander children</w:t>
      </w:r>
    </w:p>
    <w:p w:rsidR="003038C1" w:rsidRPr="00183C4D" w:rsidRDefault="003038C1" w:rsidP="003038C1">
      <w:pPr>
        <w:pStyle w:val="Bullets1"/>
        <w:rPr>
          <w:rFonts w:cs="Courier New"/>
          <w:b/>
        </w:rPr>
      </w:pPr>
      <w:proofErr w:type="gramStart"/>
      <w:r w:rsidRPr="00183C4D">
        <w:t>triplets</w:t>
      </w:r>
      <w:proofErr w:type="gramEnd"/>
      <w:r w:rsidRPr="00183C4D">
        <w:t xml:space="preserve"> or quadruplets attending a funded kindergarten program in the same year.</w:t>
      </w:r>
    </w:p>
    <w:p w:rsidR="003038C1" w:rsidRPr="00247EE7" w:rsidRDefault="003038C1" w:rsidP="00183C4D">
      <w:pPr>
        <w:pStyle w:val="BodyText85ptBefore"/>
        <w:rPr>
          <w:b/>
        </w:rPr>
      </w:pPr>
      <w:r>
        <w:t>Supporting documentation must be sighted by the service on acceptance of a place or on commencement in the program. Families are eligible for the Kindergarten Fee Subsidy for the full term in which their concession is valid. Contact the service</w:t>
      </w:r>
      <w:r w:rsidDel="00BE7D5E">
        <w:t xml:space="preserve"> </w:t>
      </w:r>
      <w:r>
        <w:t>for further information.</w:t>
      </w:r>
    </w:p>
    <w:p w:rsidR="003038C1" w:rsidRPr="003038C1" w:rsidRDefault="003038C1" w:rsidP="00183C4D">
      <w:pPr>
        <w:pStyle w:val="AttachmentNumberedHeading2"/>
      </w:pPr>
      <w:r w:rsidRPr="003038C1">
        <w:t>Early Start Kindergarten fee subsidy</w:t>
      </w:r>
    </w:p>
    <w:p w:rsidR="003038C1" w:rsidRDefault="003038C1" w:rsidP="003038C1">
      <w:pPr>
        <w:pStyle w:val="BodyText"/>
      </w:pPr>
      <w:r>
        <w:t>Three-year-old Aboriginal</w:t>
      </w:r>
      <w:r>
        <w:rPr>
          <w:b/>
        </w:rPr>
        <w:t xml:space="preserve"> </w:t>
      </w:r>
      <w:r>
        <w:t>and Torres Strait</w:t>
      </w:r>
      <w:r>
        <w:rPr>
          <w:b/>
        </w:rPr>
        <w:t xml:space="preserve"> </w:t>
      </w:r>
      <w:r>
        <w:t>Islander children and children known to Child Protection are eligible to attend a funded early childhood program that is planned and delivered by a qualified early childhood teacher free of charge. The service receives funding for children who meet the eligibility criteria. Contact the service</w:t>
      </w:r>
      <w:r w:rsidDel="00BE7D5E">
        <w:t xml:space="preserve"> </w:t>
      </w:r>
      <w:r>
        <w:t xml:space="preserve">for further information. </w:t>
      </w:r>
    </w:p>
    <w:p w:rsidR="003038C1" w:rsidRPr="003038C1" w:rsidRDefault="003038C1" w:rsidP="00726E00">
      <w:pPr>
        <w:pStyle w:val="AttachmentNumberedHeading2"/>
      </w:pPr>
      <w:r w:rsidRPr="003038C1">
        <w:t xml:space="preserve">Child Care Benefit (CCB) </w:t>
      </w:r>
    </w:p>
    <w:p w:rsidR="003038C1" w:rsidRPr="00E13E4D" w:rsidRDefault="003038C1" w:rsidP="003038C1">
      <w:pPr>
        <w:pStyle w:val="Policytext"/>
        <w:rPr>
          <w:rFonts w:cs="Arial"/>
        </w:rPr>
      </w:pPr>
      <w:r w:rsidRPr="00141349">
        <w:rPr>
          <w:rFonts w:cs="Arial"/>
          <w:bCs/>
        </w:rPr>
        <w:t xml:space="preserve">Child Care Benefit (CCB) is an Australian Government payment that can assist eligible families with the costs of childcare at an approved or registered </w:t>
      </w:r>
      <w:r>
        <w:rPr>
          <w:rFonts w:cs="Arial"/>
          <w:bCs/>
        </w:rPr>
        <w:t xml:space="preserve">care </w:t>
      </w:r>
      <w:r w:rsidRPr="00141349">
        <w:rPr>
          <w:rFonts w:cs="Arial"/>
          <w:bCs/>
        </w:rPr>
        <w:t>provider.</w:t>
      </w:r>
      <w:r>
        <w:rPr>
          <w:rFonts w:cs="Arial"/>
          <w:bCs/>
        </w:rPr>
        <w:t xml:space="preserve"> </w:t>
      </w:r>
      <w:fldSimple w:instr=" DOCPROPERTY  Company  \* MERGEFORMAT ">
        <w:r w:rsidR="00DE696D" w:rsidRPr="00DE696D">
          <w:rPr>
            <w:rFonts w:cs="Arial"/>
            <w:bCs/>
          </w:rPr>
          <w:t>Alexandra &amp; District</w:t>
        </w:r>
        <w:r w:rsidR="00DE696D">
          <w:t xml:space="preserve"> Kindergarten</w:t>
        </w:r>
      </w:fldSimple>
      <w:r w:rsidRPr="00141349">
        <w:rPr>
          <w:rFonts w:cs="Arial"/>
        </w:rPr>
        <w:t xml:space="preserve"> is </w:t>
      </w:r>
      <w:proofErr w:type="gramStart"/>
      <w:r w:rsidRPr="00141349">
        <w:rPr>
          <w:rFonts w:cs="Arial"/>
        </w:rPr>
        <w:t>a</w:t>
      </w:r>
      <w:r>
        <w:rPr>
          <w:rFonts w:cs="Arial"/>
        </w:rPr>
        <w:t>n</w:t>
      </w:r>
      <w:proofErr w:type="gramEnd"/>
      <w:r w:rsidRPr="00141349">
        <w:rPr>
          <w:rFonts w:cs="Arial"/>
        </w:rPr>
        <w:t xml:space="preserve"> </w:t>
      </w:r>
      <w:r>
        <w:rPr>
          <w:rFonts w:cs="Arial"/>
        </w:rPr>
        <w:t xml:space="preserve">registered </w:t>
      </w:r>
      <w:r w:rsidRPr="00F04192">
        <w:rPr>
          <w:rFonts w:cs="Arial"/>
        </w:rPr>
        <w:t>care</w:t>
      </w:r>
      <w:r>
        <w:rPr>
          <w:rFonts w:cs="Arial"/>
        </w:rPr>
        <w:t xml:space="preserve"> </w:t>
      </w:r>
      <w:r w:rsidRPr="00E13E4D">
        <w:rPr>
          <w:rFonts w:cs="Arial"/>
        </w:rPr>
        <w:t>provider with the Family Assistance Office (FAO).</w:t>
      </w:r>
    </w:p>
    <w:p w:rsidR="003038C1" w:rsidRPr="00CB2941" w:rsidRDefault="003038C1" w:rsidP="00F04192">
      <w:pPr>
        <w:pStyle w:val="BodyText"/>
      </w:pPr>
      <w:r w:rsidRPr="002605DF">
        <w:t xml:space="preserve">Registered care is childcare </w:t>
      </w:r>
      <w:r>
        <w:t xml:space="preserve">provided </w:t>
      </w:r>
      <w:r w:rsidRPr="00141349">
        <w:t>for work</w:t>
      </w:r>
      <w:r>
        <w:t>-related purposes,</w:t>
      </w:r>
      <w:r w:rsidRPr="00141349">
        <w:t xml:space="preserve"> including training and studying</w:t>
      </w:r>
      <w:r>
        <w:t>,</w:t>
      </w:r>
      <w:r w:rsidRPr="00141349">
        <w:t xml:space="preserve"> maternity leave, sick leave or voluntary work</w:t>
      </w:r>
      <w:r>
        <w:t>, and the work-related purpose must have occurred at some time during the week in which the registered care was used. Registered</w:t>
      </w:r>
      <w:r w:rsidRPr="00141349">
        <w:t xml:space="preserve"> care is provided by individuals registered with the Family Assistance Office (FAO) and may include </w:t>
      </w:r>
      <w:r>
        <w:t xml:space="preserve">care given by </w:t>
      </w:r>
      <w:r w:rsidRPr="00141349">
        <w:t>kindergarten staff.</w:t>
      </w:r>
    </w:p>
    <w:p w:rsidR="003038C1" w:rsidRDefault="003038C1" w:rsidP="00F04192">
      <w:pPr>
        <w:pStyle w:val="BodyText"/>
      </w:pPr>
      <w:r w:rsidRPr="00141349">
        <w:t xml:space="preserve">The amount payable is set by the </w:t>
      </w:r>
      <w:r>
        <w:t>Australian G</w:t>
      </w:r>
      <w:r w:rsidRPr="00141349">
        <w:t>overnment</w:t>
      </w:r>
      <w:r>
        <w:t>. Further d</w:t>
      </w:r>
      <w:r w:rsidRPr="00E13E4D">
        <w:t xml:space="preserve">etails are available at </w:t>
      </w:r>
      <w:hyperlink r:id="rId16" w:history="1">
        <w:r w:rsidRPr="00141349">
          <w:rPr>
            <w:rStyle w:val="Hyperlink"/>
          </w:rPr>
          <w:t>www.familyassist.gov.au</w:t>
        </w:r>
      </w:hyperlink>
      <w:r w:rsidRPr="00141349">
        <w:t xml:space="preserve"> or telephone the FAO on 136</w:t>
      </w:r>
      <w:r>
        <w:t xml:space="preserve"> </w:t>
      </w:r>
      <w:r w:rsidRPr="00141349">
        <w:t>150</w:t>
      </w:r>
      <w:r>
        <w:t>.</w:t>
      </w:r>
    </w:p>
    <w:p w:rsidR="003038C1" w:rsidRDefault="003038C1" w:rsidP="003038C1">
      <w:pPr>
        <w:pStyle w:val="AttachmentNumberedHeading1"/>
      </w:pPr>
      <w:r>
        <w:t xml:space="preserve">Payment of fees  </w:t>
      </w:r>
    </w:p>
    <w:p w:rsidR="003038C1" w:rsidRDefault="003038C1" w:rsidP="00F04192">
      <w:pPr>
        <w:pStyle w:val="BodyText"/>
      </w:pPr>
      <w:r>
        <w:t xml:space="preserve">The </w:t>
      </w:r>
      <w:r w:rsidRPr="00BC32F8">
        <w:t>Committee of Management</w:t>
      </w:r>
      <w:r>
        <w:rPr>
          <w:b/>
        </w:rPr>
        <w:t xml:space="preserve"> </w:t>
      </w:r>
      <w:r>
        <w:t xml:space="preserve">will regularly review payment options and procedures to ensure that they are inclusive and sensitive to families’ cultural and financial situations. </w:t>
      </w:r>
    </w:p>
    <w:p w:rsidR="003038C1" w:rsidRPr="00141349" w:rsidRDefault="003038C1" w:rsidP="00F04192">
      <w:pPr>
        <w:pStyle w:val="BodyText"/>
      </w:pPr>
      <w:r w:rsidRPr="00141349">
        <w:t xml:space="preserve">Fees will be invoiced to parents/guardians directly and must be paid by the date indicated on the invoice. Each invoice will be accompanied by payment instructions. The first term’s fees must be received </w:t>
      </w:r>
      <w:r>
        <w:t xml:space="preserve">in full </w:t>
      </w:r>
      <w:r w:rsidRPr="00141349">
        <w:t xml:space="preserve">prior to the child commencing at the service. For children enrolled after the </w:t>
      </w:r>
      <w:r w:rsidRPr="00141349">
        <w:lastRenderedPageBreak/>
        <w:t>commencement of a term</w:t>
      </w:r>
      <w:r>
        <w:t>,</w:t>
      </w:r>
      <w:r w:rsidRPr="00141349">
        <w:t xml:space="preserve"> a pro rata invoice will be issued and </w:t>
      </w:r>
      <w:r>
        <w:t>must</w:t>
      </w:r>
      <w:r w:rsidRPr="00141349">
        <w:t xml:space="preserve"> be paid in full within </w:t>
      </w:r>
      <w:r>
        <w:t>14</w:t>
      </w:r>
      <w:r w:rsidRPr="00141349">
        <w:t xml:space="preserve"> days of the child’s commencement at the service. Receipts will be provided for all fee payments. </w:t>
      </w:r>
    </w:p>
    <w:p w:rsidR="003038C1" w:rsidRPr="00656AD5" w:rsidRDefault="003038C1" w:rsidP="003038C1">
      <w:pPr>
        <w:pStyle w:val="Policytext"/>
        <w:rPr>
          <w:sz w:val="24"/>
          <w:szCs w:val="24"/>
        </w:rPr>
      </w:pPr>
      <w:r w:rsidRPr="00141349">
        <w:t xml:space="preserve">Parents/guardians </w:t>
      </w:r>
      <w:r w:rsidRPr="00F04192">
        <w:rPr>
          <w:rStyle w:val="BodyTextChar"/>
        </w:rPr>
        <w:t>experiencing</w:t>
      </w:r>
      <w:r w:rsidRPr="00141349">
        <w:t xml:space="preserve"> difficulty in paying fees are requested to contact </w:t>
      </w:r>
      <w:r w:rsidR="002D47F7">
        <w:t>our</w:t>
      </w:r>
      <w:r w:rsidR="00F04192">
        <w:t xml:space="preserve"> </w:t>
      </w:r>
      <w:r w:rsidR="002D47F7">
        <w:t>Administration Officer</w:t>
      </w:r>
      <w:r w:rsidR="00F04192" w:rsidRPr="00F04192">
        <w:t xml:space="preserve"> </w:t>
      </w:r>
      <w:r w:rsidRPr="00141349">
        <w:t xml:space="preserve">to arrange a suitable alternative payment plan. The </w:t>
      </w:r>
      <w:r w:rsidRPr="00141349">
        <w:rPr>
          <w:i/>
        </w:rPr>
        <w:t>Privacy and Confidentiality Policy</w:t>
      </w:r>
      <w:r w:rsidRPr="00141349">
        <w:t xml:space="preserve"> of the service will be complied with at all times in relation to a family’s financial/personal </w:t>
      </w:r>
      <w:r>
        <w:t>circumstances</w:t>
      </w:r>
      <w:r w:rsidRPr="00656AD5">
        <w:rPr>
          <w:sz w:val="24"/>
          <w:szCs w:val="24"/>
        </w:rPr>
        <w:t>.</w:t>
      </w:r>
    </w:p>
    <w:p w:rsidR="003038C1" w:rsidRPr="00656AD5" w:rsidRDefault="003038C1" w:rsidP="00E13180">
      <w:pPr>
        <w:pStyle w:val="AttachmentNumberedHeading1"/>
      </w:pPr>
      <w:r w:rsidRPr="00656AD5">
        <w:t>Unpaid fees</w:t>
      </w:r>
    </w:p>
    <w:p w:rsidR="003038C1" w:rsidRPr="00656AD5" w:rsidRDefault="003038C1" w:rsidP="00E13180">
      <w:pPr>
        <w:pStyle w:val="BodyText3ptAfter"/>
      </w:pPr>
      <w:r>
        <w:t>If f</w:t>
      </w:r>
      <w:r w:rsidRPr="00656AD5">
        <w:t xml:space="preserve">ees </w:t>
      </w:r>
      <w:r>
        <w:t xml:space="preserve">are </w:t>
      </w:r>
      <w:r w:rsidRPr="00656AD5">
        <w:t>not paid by the due date</w:t>
      </w:r>
      <w:r>
        <w:t>, the following steps will be taken.</w:t>
      </w:r>
    </w:p>
    <w:p w:rsidR="003038C1" w:rsidRPr="00656AD5" w:rsidRDefault="003038C1" w:rsidP="00E13180">
      <w:pPr>
        <w:pStyle w:val="Bullets1"/>
      </w:pPr>
      <w:r>
        <w:t>A</w:t>
      </w:r>
      <w:r w:rsidRPr="00656AD5">
        <w:t xml:space="preserve">n initial reminder letter </w:t>
      </w:r>
      <w:r>
        <w:t xml:space="preserve">will be sent to parents/guardians </w:t>
      </w:r>
      <w:r w:rsidRPr="00656AD5">
        <w:t>with a specified payment date,</w:t>
      </w:r>
      <w:r>
        <w:t xml:space="preserve"> and will include </w:t>
      </w:r>
      <w:r w:rsidRPr="00656AD5">
        <w:t>information on a range of support options available for the family</w:t>
      </w:r>
      <w:r>
        <w:t>.</w:t>
      </w:r>
    </w:p>
    <w:p w:rsidR="003038C1" w:rsidRPr="00656AD5" w:rsidRDefault="003038C1" w:rsidP="00E13180">
      <w:pPr>
        <w:pStyle w:val="Bullets1"/>
      </w:pPr>
      <w:r>
        <w:t>W</w:t>
      </w:r>
      <w:r w:rsidRPr="00656AD5">
        <w:t>here payment is still not received, families will be invited to attend a meeting to discuss the range of support options available</w:t>
      </w:r>
      <w:r>
        <w:t xml:space="preserve"> and establish </w:t>
      </w:r>
      <w:r w:rsidRPr="00656AD5">
        <w:t>a payment plan</w:t>
      </w:r>
      <w:r>
        <w:t>.</w:t>
      </w:r>
    </w:p>
    <w:p w:rsidR="003038C1" w:rsidRPr="00656AD5" w:rsidRDefault="003038C1" w:rsidP="00E13180">
      <w:pPr>
        <w:pStyle w:val="Bullets1"/>
        <w:rPr>
          <w:rFonts w:cs="Arial"/>
        </w:rPr>
      </w:pPr>
      <w:r>
        <w:t>F</w:t>
      </w:r>
      <w:r w:rsidRPr="00656AD5">
        <w:t xml:space="preserve">ailure to attend the meeting and continued non-payment may result in a second and final letter notifying parents/guardians that the child’s place at the service may be </w:t>
      </w:r>
      <w:r>
        <w:t>withdrawn</w:t>
      </w:r>
      <w:r w:rsidRPr="00656AD5">
        <w:t xml:space="preserve"> unless payment is made or a payment plan </w:t>
      </w:r>
      <w:r>
        <w:t xml:space="preserve">is </w:t>
      </w:r>
      <w:r w:rsidRPr="00656AD5">
        <w:t xml:space="preserve">entered into within a specified period of time. This letter will also include information on a range of support options available for the family. </w:t>
      </w:r>
    </w:p>
    <w:p w:rsidR="003038C1" w:rsidRPr="00656AD5" w:rsidRDefault="003038C1" w:rsidP="00E13180">
      <w:pPr>
        <w:pStyle w:val="Bullets1"/>
        <w:rPr>
          <w:rFonts w:cs="Arial"/>
        </w:rPr>
      </w:pPr>
      <w:r w:rsidRPr="00656AD5">
        <w:rPr>
          <w:rFonts w:cs="Arial"/>
        </w:rPr>
        <w:t xml:space="preserve">The Committee of Management will continue to offer support and </w:t>
      </w:r>
      <w:r>
        <w:rPr>
          <w:rFonts w:cs="Arial"/>
        </w:rPr>
        <w:t xml:space="preserve">will </w:t>
      </w:r>
      <w:r w:rsidRPr="00656AD5">
        <w:rPr>
          <w:rFonts w:cs="Arial"/>
        </w:rPr>
        <w:t>reserve the right to employ the services of a debt collector.</w:t>
      </w:r>
    </w:p>
    <w:p w:rsidR="003038C1" w:rsidRPr="00141349" w:rsidRDefault="003038C1" w:rsidP="00E13180">
      <w:pPr>
        <w:pStyle w:val="Bullets1"/>
      </w:pPr>
      <w:r w:rsidRPr="00656AD5">
        <w:t xml:space="preserve">If a decision is made to withdraw the child’s place at the service, the parents/guardians will be provided with </w:t>
      </w:r>
      <w:r>
        <w:t>14</w:t>
      </w:r>
      <w:r w:rsidRPr="00656AD5">
        <w:t xml:space="preserve"> days’ notice in writing</w:t>
      </w:r>
      <w:r>
        <w:t>.</w:t>
      </w:r>
    </w:p>
    <w:p w:rsidR="003038C1" w:rsidRDefault="003038C1" w:rsidP="003038C1">
      <w:pPr>
        <w:pStyle w:val="AttachmentNumberedHeading1"/>
      </w:pPr>
      <w:r w:rsidRPr="00141349">
        <w:t xml:space="preserve">Refund of </w:t>
      </w:r>
      <w:r>
        <w:t>f</w:t>
      </w:r>
      <w:r w:rsidRPr="00141349">
        <w:t>ees</w:t>
      </w:r>
    </w:p>
    <w:p w:rsidR="003038C1" w:rsidRPr="00141349" w:rsidRDefault="003038C1" w:rsidP="00E13180">
      <w:pPr>
        <w:pStyle w:val="BodyText"/>
      </w:pPr>
      <w:r w:rsidRPr="00141349">
        <w:t xml:space="preserve">If a family becomes eligible for the Kindergarten </w:t>
      </w:r>
      <w:r>
        <w:t>F</w:t>
      </w:r>
      <w:r w:rsidRPr="00141349">
        <w:t xml:space="preserve">ee </w:t>
      </w:r>
      <w:r>
        <w:t>S</w:t>
      </w:r>
      <w:r w:rsidRPr="00141349">
        <w:t>ubsidy during a term, a full refund of the applicable term fees will be provided. Fees may still apply for programs offering more than the required minimum hours per week.</w:t>
      </w:r>
    </w:p>
    <w:p w:rsidR="003038C1" w:rsidRDefault="003038C1" w:rsidP="00726E00">
      <w:pPr>
        <w:pStyle w:val="BodyText3ptAfter"/>
      </w:pPr>
      <w:r>
        <w:t>In any other case, f</w:t>
      </w:r>
      <w:r w:rsidRPr="00656AD5">
        <w:t>ees are non-refundable (</w:t>
      </w:r>
      <w:r>
        <w:t>e</w:t>
      </w:r>
      <w:r w:rsidRPr="00656AD5">
        <w:t>xceptional circumstances may apply – these are at the discretion of the Committee of Management</w:t>
      </w:r>
      <w:r>
        <w:t>)</w:t>
      </w:r>
      <w:r w:rsidRPr="00656AD5">
        <w:t xml:space="preserve">. There will be no refund of fees </w:t>
      </w:r>
      <w:r>
        <w:t>in the following circumstances:</w:t>
      </w:r>
    </w:p>
    <w:p w:rsidR="003038C1" w:rsidRDefault="003038C1" w:rsidP="00E13180">
      <w:pPr>
        <w:pStyle w:val="Bullets1"/>
      </w:pPr>
      <w:r>
        <w:t xml:space="preserve">a </w:t>
      </w:r>
      <w:r w:rsidRPr="00656AD5">
        <w:t>child’s short-term illness</w:t>
      </w:r>
    </w:p>
    <w:p w:rsidR="003038C1" w:rsidRDefault="003038C1" w:rsidP="00E13180">
      <w:pPr>
        <w:pStyle w:val="Bullets1"/>
      </w:pPr>
      <w:r w:rsidRPr="00656AD5">
        <w:t>public holidays</w:t>
      </w:r>
    </w:p>
    <w:p w:rsidR="003038C1" w:rsidRDefault="003038C1" w:rsidP="00E13180">
      <w:pPr>
        <w:pStyle w:val="Bullets1"/>
      </w:pPr>
      <w:r w:rsidRPr="00656AD5">
        <w:t>family holiday during operational times</w:t>
      </w:r>
    </w:p>
    <w:p w:rsidR="003038C1" w:rsidRDefault="003038C1" w:rsidP="00E13180">
      <w:pPr>
        <w:pStyle w:val="Bullets1"/>
      </w:pPr>
      <w:r w:rsidRPr="00656AD5">
        <w:t>closure of the service for one or more days when a qualified educator is absent and a qualified reliever is not available</w:t>
      </w:r>
    </w:p>
    <w:p w:rsidR="003038C1" w:rsidRDefault="003038C1" w:rsidP="00E13180">
      <w:pPr>
        <w:pStyle w:val="Bullets1"/>
      </w:pPr>
      <w:r w:rsidRPr="00656AD5">
        <w:t>closure of the service for staff training days</w:t>
      </w:r>
    </w:p>
    <w:p w:rsidR="003038C1" w:rsidRDefault="003038C1" w:rsidP="00E13180">
      <w:pPr>
        <w:pStyle w:val="Bullets1"/>
      </w:pPr>
      <w:proofErr w:type="gramStart"/>
      <w:r w:rsidRPr="00656AD5">
        <w:t>closure</w:t>
      </w:r>
      <w:proofErr w:type="gramEnd"/>
      <w:r w:rsidRPr="00656AD5">
        <w:t xml:space="preserve"> of the service due to extreme and unavoidable circumstances. </w:t>
      </w:r>
    </w:p>
    <w:p w:rsidR="003038C1" w:rsidRPr="00656AD5" w:rsidRDefault="003038C1" w:rsidP="00E13180">
      <w:pPr>
        <w:pStyle w:val="BodyText85ptBefore"/>
      </w:pPr>
      <w:r>
        <w:t>In addition, t</w:t>
      </w:r>
      <w:r w:rsidRPr="00656AD5">
        <w:t xml:space="preserve">here will be no refund where a family chooses not to send their child to the program for the maximum number of hours </w:t>
      </w:r>
      <w:r>
        <w:t>for which they are enrolled</w:t>
      </w:r>
      <w:r w:rsidRPr="00656AD5">
        <w:t xml:space="preserve">. </w:t>
      </w:r>
    </w:p>
    <w:p w:rsidR="003038C1" w:rsidRPr="00141349" w:rsidRDefault="003038C1" w:rsidP="003038C1">
      <w:pPr>
        <w:pStyle w:val="AttachmentNumberedHeading1"/>
      </w:pPr>
      <w:r w:rsidRPr="00141349">
        <w:t xml:space="preserve">Children turning three during the year of enrolment </w:t>
      </w:r>
    </w:p>
    <w:p w:rsidR="003038C1" w:rsidRDefault="003038C1" w:rsidP="000F326E">
      <w:pPr>
        <w:pStyle w:val="BodyText"/>
      </w:pPr>
      <w:r>
        <w:t>Full p</w:t>
      </w:r>
      <w:r w:rsidRPr="00656AD5">
        <w:t xml:space="preserve">ayment from the first day of Term 1 </w:t>
      </w:r>
      <w:r>
        <w:t xml:space="preserve">is required </w:t>
      </w:r>
      <w:r w:rsidRPr="00656AD5">
        <w:t xml:space="preserve">if a place is </w:t>
      </w:r>
      <w:r>
        <w:t xml:space="preserve">to be </w:t>
      </w:r>
      <w:r w:rsidRPr="00656AD5">
        <w:t xml:space="preserve">reserved for a child in the three-year-old kindergarten program. Children can </w:t>
      </w:r>
      <w:r>
        <w:t xml:space="preserve">only </w:t>
      </w:r>
      <w:r w:rsidRPr="00656AD5">
        <w:t>commence the program when they have turned three.</w:t>
      </w:r>
    </w:p>
    <w:p w:rsidR="003038C1" w:rsidRDefault="003038C1" w:rsidP="00045918">
      <w:pPr>
        <w:pStyle w:val="BodyText"/>
      </w:pPr>
      <w:r w:rsidRPr="00DE5508">
        <w:t xml:space="preserve">Families experiencing financial hardship often require access to family support services. </w:t>
      </w:r>
      <w:r>
        <w:t>Information on t</w:t>
      </w:r>
      <w:r w:rsidRPr="00DE5508">
        <w:t xml:space="preserve">hese services </w:t>
      </w:r>
      <w:r>
        <w:t xml:space="preserve">is available from the </w:t>
      </w:r>
      <w:r w:rsidRPr="00DE5508">
        <w:t xml:space="preserve">kindergarten service provider and a list </w:t>
      </w:r>
      <w:r>
        <w:t xml:space="preserve">can be </w:t>
      </w:r>
      <w:r w:rsidRPr="00DE5508">
        <w:t xml:space="preserve">supplied to those families who require it. </w:t>
      </w:r>
    </w:p>
    <w:p w:rsidR="003038C1" w:rsidRDefault="003038C1" w:rsidP="003038C1">
      <w:pPr>
        <w:pStyle w:val="AttachmentNumberedHeading1"/>
      </w:pPr>
      <w:r>
        <w:t>Notification of fee changes during the year</w:t>
      </w:r>
    </w:p>
    <w:p w:rsidR="003038C1" w:rsidRDefault="003038C1" w:rsidP="00045918">
      <w:pPr>
        <w:pStyle w:val="BodyText"/>
      </w:pPr>
      <w:r>
        <w:t>Fees set for the year would only be reviewed in extraordinary circumstances, for example, if attendance rates fall below the budget ‘break even’ point. Parents/guardians will be notified one term in advance of any required fee increase and will be offered the option to request a payment plan.</w:t>
      </w:r>
    </w:p>
    <w:p w:rsidR="00A83385" w:rsidRPr="00A83385" w:rsidRDefault="00A83385" w:rsidP="00A83385">
      <w:pPr>
        <w:pStyle w:val="Attachment1"/>
        <w:tabs>
          <w:tab w:val="right" w:pos="9072"/>
        </w:tabs>
      </w:pPr>
      <w:r w:rsidRPr="00A83385">
        <w:lastRenderedPageBreak/>
        <w:t xml:space="preserve">Attachment </w:t>
      </w:r>
      <w:r w:rsidR="00FE51A6">
        <w:t>2</w:t>
      </w:r>
      <w:r w:rsidRPr="00A83385">
        <w:tab/>
      </w:r>
      <w:r w:rsidR="005D3A85" w:rsidRPr="005D3A85">
        <w:rPr>
          <w:b w:val="0"/>
          <w:caps w:val="0"/>
          <w:sz w:val="18"/>
          <w:szCs w:val="18"/>
        </w:rPr>
        <w:fldChar w:fldCharType="begin"/>
      </w:r>
      <w:r w:rsidRPr="00E04C02">
        <w:rPr>
          <w:b w:val="0"/>
          <w:caps w:val="0"/>
          <w:sz w:val="18"/>
          <w:szCs w:val="18"/>
        </w:rPr>
        <w:instrText xml:space="preserve"> MACROBUTTON  AcceptAllChangesInDoc [</w:instrText>
      </w:r>
      <w:r w:rsidRPr="00E04C02">
        <w:rPr>
          <w:b w:val="0"/>
          <w:caps w:val="0"/>
          <w:sz w:val="18"/>
          <w:szCs w:val="18"/>
          <w:highlight w:val="yellow"/>
        </w:rPr>
        <w:instrText>Place on service letterhead</w:instrText>
      </w:r>
      <w:r w:rsidRPr="00E04C02">
        <w:rPr>
          <w:b w:val="0"/>
          <w:caps w:val="0"/>
          <w:sz w:val="18"/>
          <w:szCs w:val="18"/>
        </w:rPr>
        <w:instrText>]</w:instrText>
      </w:r>
      <w:r w:rsidR="005D3A85" w:rsidRPr="00E04C02">
        <w:rPr>
          <w:b w:val="0"/>
          <w:caps w:val="0"/>
          <w:sz w:val="18"/>
          <w:szCs w:val="18"/>
          <w:lang w:val="en-US"/>
        </w:rPr>
        <w:fldChar w:fldCharType="end"/>
      </w:r>
    </w:p>
    <w:p w:rsidR="003038C1" w:rsidRDefault="00A83385" w:rsidP="00A83385">
      <w:pPr>
        <w:pStyle w:val="Attachment2"/>
      </w:pPr>
      <w:r w:rsidRPr="00A83385">
        <w:t>Statement of Fees and Charges</w:t>
      </w:r>
    </w:p>
    <w:p w:rsidR="00A77B74" w:rsidRDefault="005D3A85" w:rsidP="00A83385">
      <w:pPr>
        <w:pStyle w:val="BodyText"/>
        <w:rPr>
          <w:b/>
          <w:sz w:val="24"/>
          <w:szCs w:val="24"/>
          <w:lang w:val="en-US"/>
        </w:rPr>
      </w:pPr>
      <w:fldSimple w:instr=" DOCPROPERTY  Company  \* MERGEFORMAT ">
        <w:r w:rsidR="00DE696D" w:rsidRPr="00DE696D">
          <w:rPr>
            <w:b/>
            <w:sz w:val="24"/>
            <w:szCs w:val="24"/>
          </w:rPr>
          <w:t>Alexandra &amp; District</w:t>
        </w:r>
        <w:r w:rsidR="00DE696D">
          <w:t xml:space="preserve"> Kindergarten</w:t>
        </w:r>
      </w:fldSimple>
      <w:r w:rsidR="00A77B74" w:rsidRPr="00A77B74">
        <w:rPr>
          <w:b/>
          <w:sz w:val="24"/>
          <w:szCs w:val="24"/>
        </w:rPr>
        <w:t xml:space="preserve"> </w:t>
      </w:r>
      <w:r w:rsidR="00A77B74">
        <w:rPr>
          <w:b/>
          <w:sz w:val="24"/>
          <w:szCs w:val="24"/>
          <w:lang w:val="en-US"/>
        </w:rPr>
        <w:t xml:space="preserve"> </w:t>
      </w:r>
    </w:p>
    <w:p w:rsidR="00A83385" w:rsidRPr="00A83385" w:rsidRDefault="00A83385" w:rsidP="00A83385">
      <w:pPr>
        <w:pStyle w:val="BodyText"/>
        <w:rPr>
          <w:b/>
          <w:sz w:val="24"/>
          <w:szCs w:val="24"/>
          <w:lang w:val="en-US"/>
        </w:rPr>
      </w:pPr>
      <w:r w:rsidRPr="00A83385">
        <w:rPr>
          <w:b/>
          <w:sz w:val="24"/>
          <w:szCs w:val="24"/>
          <w:lang w:val="en-US"/>
        </w:rPr>
        <w:t xml:space="preserve">Fee schedule </w:t>
      </w:r>
      <w:r w:rsidR="00615757">
        <w:rPr>
          <w:b/>
          <w:sz w:val="24"/>
          <w:szCs w:val="24"/>
          <w:lang w:val="en-US"/>
        </w:rPr>
        <w:t>201</w:t>
      </w:r>
      <w:r w:rsidR="0026136D">
        <w:rPr>
          <w:b/>
          <w:sz w:val="24"/>
          <w:szCs w:val="24"/>
          <w:lang w:val="en-US"/>
        </w:rPr>
        <w:t>5</w:t>
      </w:r>
      <w:r w:rsidRPr="00A83385">
        <w:rPr>
          <w:b/>
          <w:sz w:val="24"/>
          <w:szCs w:val="24"/>
          <w:lang w:val="en-US"/>
        </w:rPr>
        <w:t xml:space="preserve"> </w:t>
      </w:r>
    </w:p>
    <w:p w:rsidR="00A83385" w:rsidRPr="00A83385" w:rsidRDefault="00A83385" w:rsidP="00A83385">
      <w:pPr>
        <w:pStyle w:val="BodyText"/>
        <w:rPr>
          <w:b/>
          <w:sz w:val="24"/>
          <w:szCs w:val="24"/>
          <w:lang w:val="en-US"/>
        </w:rPr>
      </w:pPr>
      <w:r w:rsidRPr="00A83385">
        <w:rPr>
          <w:b/>
          <w:sz w:val="24"/>
          <w:szCs w:val="24"/>
          <w:lang w:val="en-US"/>
        </w:rPr>
        <w:t xml:space="preserve">Four-year-old (funded) kindergarten </w:t>
      </w:r>
    </w:p>
    <w:p w:rsidR="00A83385" w:rsidRPr="00FA1C7D" w:rsidRDefault="00A83385" w:rsidP="00A83385">
      <w:pPr>
        <w:pStyle w:val="BodyText"/>
        <w:spacing w:before="480"/>
        <w:rPr>
          <w:b/>
          <w:lang w:val="en-US"/>
        </w:rPr>
      </w:pPr>
      <w:r w:rsidRPr="00FA1C7D">
        <w:rPr>
          <w:b/>
          <w:lang w:val="en-US"/>
        </w:rPr>
        <w:t xml:space="preserve">Hours: </w:t>
      </w:r>
      <w:r w:rsidR="002D47F7">
        <w:rPr>
          <w:b/>
          <w:lang w:val="en-US"/>
        </w:rPr>
        <w:t>15</w:t>
      </w:r>
      <w:r w:rsidRPr="00FA1C7D">
        <w:rPr>
          <w:b/>
          <w:lang w:val="en-US"/>
        </w:rPr>
        <w:t xml:space="preserve"> hours per week</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7"/>
        <w:gridCol w:w="1078"/>
        <w:gridCol w:w="1519"/>
        <w:gridCol w:w="1134"/>
        <w:gridCol w:w="1134"/>
        <w:gridCol w:w="1701"/>
        <w:gridCol w:w="1134"/>
      </w:tblGrid>
      <w:tr w:rsidR="00FA1C7D" w:rsidRPr="00916D7F" w:rsidTr="00E04C02">
        <w:trPr>
          <w:trHeight w:val="20"/>
        </w:trPr>
        <w:tc>
          <w:tcPr>
            <w:tcW w:w="1367" w:type="dxa"/>
            <w:vMerge w:val="restart"/>
            <w:tcBorders>
              <w:left w:val="single" w:sz="4" w:space="0" w:color="auto"/>
            </w:tcBorders>
            <w:shd w:val="clear" w:color="auto" w:fill="auto"/>
            <w:vAlign w:val="bottom"/>
          </w:tcPr>
          <w:p w:rsidR="00FA1C7D" w:rsidRPr="00916D7F" w:rsidRDefault="00FA1C7D" w:rsidP="0026520E">
            <w:pPr>
              <w:pStyle w:val="Policytext"/>
              <w:spacing w:before="80" w:after="80"/>
              <w:rPr>
                <w:rFonts w:cs="Courier New"/>
                <w:szCs w:val="19"/>
                <w:lang w:val="en-US"/>
              </w:rPr>
            </w:pPr>
          </w:p>
        </w:tc>
        <w:tc>
          <w:tcPr>
            <w:tcW w:w="1078" w:type="dxa"/>
            <w:vMerge w:val="restart"/>
            <w:shd w:val="clear" w:color="auto" w:fill="auto"/>
            <w:vAlign w:val="bottom"/>
          </w:tcPr>
          <w:p w:rsidR="00FA1C7D" w:rsidRPr="00916D7F" w:rsidRDefault="00FA1C7D" w:rsidP="0026520E">
            <w:pPr>
              <w:pStyle w:val="Policytext"/>
              <w:spacing w:before="80" w:after="80"/>
              <w:rPr>
                <w:rFonts w:cs="Courier New"/>
                <w:b/>
                <w:szCs w:val="19"/>
                <w:lang w:val="en-US"/>
              </w:rPr>
            </w:pPr>
          </w:p>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Fees ($)</w:t>
            </w:r>
          </w:p>
        </w:tc>
        <w:tc>
          <w:tcPr>
            <w:tcW w:w="1519" w:type="dxa"/>
            <w:vMerge w:val="restart"/>
            <w:shd w:val="clear" w:color="auto" w:fill="auto"/>
            <w:vAlign w:val="bottom"/>
          </w:tcPr>
          <w:p w:rsidR="00FA1C7D" w:rsidRPr="00916D7F" w:rsidRDefault="00FA1C7D" w:rsidP="0026520E">
            <w:pPr>
              <w:pStyle w:val="Policytext"/>
              <w:spacing w:before="80" w:after="80"/>
              <w:rPr>
                <w:rFonts w:cs="Courier New"/>
                <w:b/>
                <w:szCs w:val="19"/>
                <w:lang w:val="en-US"/>
              </w:rPr>
            </w:pPr>
          </w:p>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Other charges ($)</w:t>
            </w:r>
          </w:p>
        </w:tc>
        <w:tc>
          <w:tcPr>
            <w:tcW w:w="1134" w:type="dxa"/>
            <w:vMerge w:val="restart"/>
            <w:tcBorders>
              <w:right w:val="single" w:sz="12" w:space="0" w:color="auto"/>
            </w:tcBorders>
            <w:shd w:val="clear" w:color="auto" w:fill="auto"/>
            <w:vAlign w:val="bottom"/>
          </w:tcPr>
          <w:p w:rsidR="00FA1C7D" w:rsidRPr="00916D7F" w:rsidRDefault="00FA1C7D" w:rsidP="0026520E">
            <w:pPr>
              <w:pStyle w:val="Policytext"/>
              <w:spacing w:before="80" w:after="80"/>
              <w:rPr>
                <w:rFonts w:cs="Courier New"/>
                <w:b/>
                <w:szCs w:val="19"/>
                <w:lang w:val="en-US"/>
              </w:rPr>
            </w:pPr>
          </w:p>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Total ($)</w:t>
            </w:r>
          </w:p>
        </w:tc>
        <w:tc>
          <w:tcPr>
            <w:tcW w:w="3969" w:type="dxa"/>
            <w:gridSpan w:val="3"/>
            <w:tcBorders>
              <w:left w:val="single" w:sz="12" w:space="0" w:color="auto"/>
              <w:bottom w:val="single" w:sz="4" w:space="0" w:color="auto"/>
              <w:right w:val="single" w:sz="4" w:space="0" w:color="auto"/>
            </w:tcBorders>
            <w:shd w:val="clear" w:color="auto" w:fill="auto"/>
            <w:vAlign w:val="bottom"/>
          </w:tcPr>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 xml:space="preserve">Families eligible for the </w:t>
            </w:r>
            <w:r w:rsidR="0026520E" w:rsidRPr="00916D7F">
              <w:rPr>
                <w:rFonts w:cs="Courier New"/>
                <w:b/>
                <w:szCs w:val="19"/>
                <w:lang w:val="en-US"/>
              </w:rPr>
              <w:t>K</w:t>
            </w:r>
            <w:r w:rsidRPr="00916D7F">
              <w:rPr>
                <w:rFonts w:cs="Courier New"/>
                <w:b/>
                <w:szCs w:val="19"/>
                <w:lang w:val="en-US"/>
              </w:rPr>
              <w:t xml:space="preserve">indergarten  </w:t>
            </w:r>
            <w:r w:rsidR="0026520E" w:rsidRPr="00916D7F">
              <w:rPr>
                <w:rFonts w:cs="Courier New"/>
                <w:b/>
                <w:szCs w:val="19"/>
                <w:lang w:val="en-US"/>
              </w:rPr>
              <w:t>F</w:t>
            </w:r>
            <w:r w:rsidRPr="00916D7F">
              <w:rPr>
                <w:rFonts w:cs="Courier New"/>
                <w:b/>
                <w:szCs w:val="19"/>
                <w:lang w:val="en-US"/>
              </w:rPr>
              <w:t xml:space="preserve">ee </w:t>
            </w:r>
            <w:r w:rsidR="0026520E" w:rsidRPr="00916D7F">
              <w:rPr>
                <w:rFonts w:cs="Courier New"/>
                <w:b/>
                <w:szCs w:val="19"/>
                <w:lang w:val="en-US"/>
              </w:rPr>
              <w:t>S</w:t>
            </w:r>
            <w:r w:rsidRPr="00916D7F">
              <w:rPr>
                <w:rFonts w:cs="Courier New"/>
                <w:b/>
                <w:szCs w:val="19"/>
                <w:lang w:val="en-US"/>
              </w:rPr>
              <w:t xml:space="preserve">ubsidy </w:t>
            </w:r>
          </w:p>
        </w:tc>
      </w:tr>
      <w:tr w:rsidR="00FA1C7D" w:rsidRPr="00916D7F" w:rsidTr="00E04C02">
        <w:trPr>
          <w:trHeight w:val="20"/>
        </w:trPr>
        <w:tc>
          <w:tcPr>
            <w:tcW w:w="1367" w:type="dxa"/>
            <w:vMerge/>
            <w:tcBorders>
              <w:left w:val="single" w:sz="4" w:space="0" w:color="auto"/>
            </w:tcBorders>
            <w:shd w:val="clear" w:color="auto" w:fill="auto"/>
            <w:vAlign w:val="bottom"/>
          </w:tcPr>
          <w:p w:rsidR="00FA1C7D" w:rsidRPr="00916D7F" w:rsidRDefault="00FA1C7D" w:rsidP="0026520E">
            <w:pPr>
              <w:pStyle w:val="Policytext"/>
              <w:spacing w:before="80" w:after="80"/>
              <w:rPr>
                <w:rFonts w:cs="Courier New"/>
                <w:szCs w:val="19"/>
                <w:lang w:val="en-US"/>
              </w:rPr>
            </w:pPr>
          </w:p>
        </w:tc>
        <w:tc>
          <w:tcPr>
            <w:tcW w:w="1078" w:type="dxa"/>
            <w:vMerge/>
            <w:shd w:val="clear" w:color="auto" w:fill="auto"/>
            <w:vAlign w:val="bottom"/>
          </w:tcPr>
          <w:p w:rsidR="00FA1C7D" w:rsidRPr="00916D7F" w:rsidRDefault="00FA1C7D" w:rsidP="0026520E">
            <w:pPr>
              <w:pStyle w:val="Policytext"/>
              <w:spacing w:before="80" w:after="80"/>
              <w:rPr>
                <w:rFonts w:cs="Courier New"/>
                <w:b/>
                <w:szCs w:val="19"/>
                <w:lang w:val="en-US"/>
              </w:rPr>
            </w:pPr>
          </w:p>
        </w:tc>
        <w:tc>
          <w:tcPr>
            <w:tcW w:w="1519" w:type="dxa"/>
            <w:vMerge/>
            <w:shd w:val="clear" w:color="auto" w:fill="auto"/>
            <w:vAlign w:val="bottom"/>
          </w:tcPr>
          <w:p w:rsidR="00FA1C7D" w:rsidRPr="00916D7F" w:rsidRDefault="00FA1C7D" w:rsidP="0026520E">
            <w:pPr>
              <w:pStyle w:val="Policytext"/>
              <w:spacing w:before="80" w:after="80"/>
              <w:rPr>
                <w:rFonts w:cs="Courier New"/>
                <w:b/>
                <w:szCs w:val="19"/>
                <w:lang w:val="en-US"/>
              </w:rPr>
            </w:pPr>
          </w:p>
        </w:tc>
        <w:tc>
          <w:tcPr>
            <w:tcW w:w="1134" w:type="dxa"/>
            <w:vMerge/>
            <w:tcBorders>
              <w:right w:val="single" w:sz="12" w:space="0" w:color="auto"/>
            </w:tcBorders>
            <w:shd w:val="clear" w:color="auto" w:fill="auto"/>
            <w:vAlign w:val="bottom"/>
          </w:tcPr>
          <w:p w:rsidR="00FA1C7D" w:rsidRPr="00916D7F" w:rsidRDefault="00FA1C7D" w:rsidP="0026520E">
            <w:pPr>
              <w:pStyle w:val="Policytext"/>
              <w:spacing w:before="80" w:after="80"/>
              <w:rPr>
                <w:rFonts w:cs="Courier New"/>
                <w:b/>
                <w:szCs w:val="19"/>
                <w:lang w:val="en-US"/>
              </w:rPr>
            </w:pPr>
          </w:p>
        </w:tc>
        <w:tc>
          <w:tcPr>
            <w:tcW w:w="1134" w:type="dxa"/>
            <w:tcBorders>
              <w:left w:val="single" w:sz="12" w:space="0" w:color="auto"/>
            </w:tcBorders>
            <w:shd w:val="clear" w:color="auto" w:fill="auto"/>
            <w:vAlign w:val="bottom"/>
          </w:tcPr>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Fees ($)</w:t>
            </w:r>
          </w:p>
        </w:tc>
        <w:tc>
          <w:tcPr>
            <w:tcW w:w="1701" w:type="dxa"/>
            <w:shd w:val="clear" w:color="auto" w:fill="auto"/>
            <w:vAlign w:val="bottom"/>
          </w:tcPr>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 xml:space="preserve">Other </w:t>
            </w:r>
            <w:r w:rsidR="0026520E" w:rsidRPr="00916D7F">
              <w:rPr>
                <w:rFonts w:cs="Courier New"/>
                <w:b/>
                <w:szCs w:val="19"/>
                <w:lang w:val="en-US"/>
              </w:rPr>
              <w:br/>
            </w:r>
            <w:r w:rsidRPr="00916D7F">
              <w:rPr>
                <w:rFonts w:cs="Courier New"/>
                <w:b/>
                <w:szCs w:val="19"/>
                <w:lang w:val="en-US"/>
              </w:rPr>
              <w:t xml:space="preserve">charges </w:t>
            </w:r>
            <w:r w:rsidR="0026520E" w:rsidRPr="00916D7F">
              <w:rPr>
                <w:rFonts w:cs="Courier New"/>
                <w:b/>
                <w:szCs w:val="19"/>
                <w:lang w:val="en-US"/>
              </w:rPr>
              <w:t xml:space="preserve"> ($)</w:t>
            </w:r>
          </w:p>
        </w:tc>
        <w:tc>
          <w:tcPr>
            <w:tcW w:w="1134" w:type="dxa"/>
            <w:tcBorders>
              <w:right w:val="single" w:sz="4" w:space="0" w:color="auto"/>
            </w:tcBorders>
            <w:shd w:val="clear" w:color="auto" w:fill="auto"/>
            <w:vAlign w:val="bottom"/>
          </w:tcPr>
          <w:p w:rsidR="00FA1C7D" w:rsidRPr="00916D7F" w:rsidRDefault="00FA1C7D" w:rsidP="0026520E">
            <w:pPr>
              <w:pStyle w:val="Policytext"/>
              <w:spacing w:before="80" w:after="80"/>
              <w:rPr>
                <w:rFonts w:cs="Courier New"/>
                <w:b/>
                <w:szCs w:val="19"/>
                <w:lang w:val="en-US"/>
              </w:rPr>
            </w:pPr>
            <w:r w:rsidRPr="00916D7F">
              <w:rPr>
                <w:rFonts w:cs="Courier New"/>
                <w:b/>
                <w:szCs w:val="19"/>
                <w:lang w:val="en-US"/>
              </w:rPr>
              <w:t>Total ($)</w:t>
            </w:r>
          </w:p>
        </w:tc>
      </w:tr>
      <w:tr w:rsidR="00617DF6" w:rsidRPr="00916D7F" w:rsidTr="0026520E">
        <w:tc>
          <w:tcPr>
            <w:tcW w:w="1367" w:type="dxa"/>
            <w:tcBorders>
              <w:left w:val="single" w:sz="4" w:space="0" w:color="auto"/>
            </w:tcBorders>
          </w:tcPr>
          <w:p w:rsidR="00617DF6" w:rsidRPr="00114B6F" w:rsidRDefault="00617DF6" w:rsidP="0026520E">
            <w:pPr>
              <w:pStyle w:val="Tabletext"/>
              <w:spacing w:beforeLines="0" w:afterLines="0"/>
            </w:pPr>
            <w:r>
              <w:t>Kindergarten</w:t>
            </w:r>
            <w:r>
              <w:br/>
              <w:t>f</w:t>
            </w:r>
            <w:r w:rsidRPr="00114B6F">
              <w:t>ee deposit</w:t>
            </w:r>
          </w:p>
        </w:tc>
        <w:tc>
          <w:tcPr>
            <w:tcW w:w="1078" w:type="dxa"/>
          </w:tcPr>
          <w:p w:rsidR="00617DF6" w:rsidRPr="00617DF6" w:rsidRDefault="00DA72C5" w:rsidP="00615757">
            <w:pPr>
              <w:pStyle w:val="Tabletext"/>
              <w:spacing w:beforeLines="0" w:afterLines="0"/>
            </w:pPr>
            <w:r>
              <w:t>$</w:t>
            </w:r>
            <w:r w:rsidR="00615757">
              <w:t>50</w:t>
            </w:r>
          </w:p>
        </w:tc>
        <w:tc>
          <w:tcPr>
            <w:tcW w:w="1519" w:type="dxa"/>
          </w:tcPr>
          <w:p w:rsidR="00617DF6" w:rsidRPr="00114B6F" w:rsidRDefault="00617DF6" w:rsidP="0026520E">
            <w:pPr>
              <w:pStyle w:val="Tabletext"/>
              <w:spacing w:beforeLines="0" w:afterLines="0"/>
            </w:pPr>
          </w:p>
        </w:tc>
        <w:tc>
          <w:tcPr>
            <w:tcW w:w="1134" w:type="dxa"/>
            <w:tcBorders>
              <w:right w:val="single" w:sz="12" w:space="0" w:color="auto"/>
            </w:tcBorders>
          </w:tcPr>
          <w:p w:rsidR="00617DF6" w:rsidRPr="00114B6F" w:rsidRDefault="00DA72C5" w:rsidP="00615757">
            <w:pPr>
              <w:pStyle w:val="Tabletext"/>
              <w:spacing w:beforeLines="0" w:afterLines="0"/>
            </w:pPr>
            <w:r>
              <w:t>$</w:t>
            </w:r>
            <w:r w:rsidR="00615757">
              <w:t>50</w:t>
            </w:r>
          </w:p>
        </w:tc>
        <w:tc>
          <w:tcPr>
            <w:tcW w:w="1134" w:type="dxa"/>
            <w:tcBorders>
              <w:left w:val="single" w:sz="12" w:space="0" w:color="auto"/>
            </w:tcBorders>
          </w:tcPr>
          <w:p w:rsidR="00617DF6" w:rsidRPr="00617DF6" w:rsidRDefault="00617DF6" w:rsidP="0026520E">
            <w:pPr>
              <w:pStyle w:val="Tabletext"/>
              <w:spacing w:beforeLines="0" w:afterLines="0"/>
            </w:pPr>
          </w:p>
        </w:tc>
        <w:tc>
          <w:tcPr>
            <w:tcW w:w="1701" w:type="dxa"/>
          </w:tcPr>
          <w:p w:rsidR="00617DF6" w:rsidRPr="00114B6F" w:rsidRDefault="00617DF6" w:rsidP="0026520E">
            <w:pPr>
              <w:pStyle w:val="Tabletext"/>
              <w:spacing w:beforeLines="0" w:afterLines="0"/>
            </w:pPr>
          </w:p>
        </w:tc>
        <w:tc>
          <w:tcPr>
            <w:tcW w:w="1134" w:type="dxa"/>
            <w:tcBorders>
              <w:right w:val="single" w:sz="4" w:space="0" w:color="auto"/>
            </w:tcBorders>
          </w:tcPr>
          <w:p w:rsidR="00617DF6" w:rsidRPr="00114B6F" w:rsidRDefault="00617DF6" w:rsidP="0026520E">
            <w:pPr>
              <w:pStyle w:val="Tabletext"/>
              <w:spacing w:beforeLines="0" w:afterLines="0"/>
            </w:pPr>
          </w:p>
        </w:tc>
      </w:tr>
      <w:tr w:rsidR="00617DF6" w:rsidRPr="00916D7F" w:rsidTr="0026520E">
        <w:trPr>
          <w:trHeight w:val="454"/>
        </w:trPr>
        <w:tc>
          <w:tcPr>
            <w:tcW w:w="1367" w:type="dxa"/>
            <w:tcBorders>
              <w:left w:val="single" w:sz="4" w:space="0" w:color="auto"/>
            </w:tcBorders>
          </w:tcPr>
          <w:p w:rsidR="00617DF6" w:rsidRPr="00114B6F" w:rsidRDefault="00617DF6" w:rsidP="0026520E">
            <w:pPr>
              <w:pStyle w:val="Tabletext"/>
              <w:spacing w:beforeLines="0" w:afterLines="0"/>
            </w:pPr>
            <w:r w:rsidRPr="00114B6F">
              <w:t>Term 1</w:t>
            </w:r>
          </w:p>
        </w:tc>
        <w:tc>
          <w:tcPr>
            <w:tcW w:w="1078" w:type="dxa"/>
          </w:tcPr>
          <w:p w:rsidR="00617DF6" w:rsidRPr="00114B6F" w:rsidRDefault="002D47F7" w:rsidP="0026136D">
            <w:pPr>
              <w:pStyle w:val="Tabletext"/>
              <w:spacing w:beforeLines="0" w:afterLines="0"/>
            </w:pPr>
            <w:r>
              <w:t>$2</w:t>
            </w:r>
            <w:r w:rsidR="0026136D">
              <w:t>2</w:t>
            </w:r>
            <w:r>
              <w:t>0</w:t>
            </w:r>
          </w:p>
        </w:tc>
        <w:tc>
          <w:tcPr>
            <w:tcW w:w="1519" w:type="dxa"/>
          </w:tcPr>
          <w:p w:rsidR="00617DF6" w:rsidRPr="00114B6F" w:rsidRDefault="00617DF6" w:rsidP="0026520E">
            <w:pPr>
              <w:pStyle w:val="Tabletext"/>
              <w:spacing w:beforeLines="0" w:afterLines="0"/>
            </w:pPr>
          </w:p>
        </w:tc>
        <w:tc>
          <w:tcPr>
            <w:tcW w:w="1134" w:type="dxa"/>
            <w:tcBorders>
              <w:right w:val="single" w:sz="12" w:space="0" w:color="auto"/>
            </w:tcBorders>
          </w:tcPr>
          <w:p w:rsidR="00617DF6" w:rsidRPr="00916D7F" w:rsidRDefault="002D47F7" w:rsidP="0026136D">
            <w:pPr>
              <w:spacing w:before="80" w:after="80" w:line="260" w:lineRule="atLeast"/>
            </w:pPr>
            <w:r>
              <w:rPr>
                <w:sz w:val="20"/>
                <w:szCs w:val="18"/>
              </w:rPr>
              <w:t>$2</w:t>
            </w:r>
            <w:r w:rsidR="0026136D">
              <w:rPr>
                <w:sz w:val="20"/>
                <w:szCs w:val="18"/>
              </w:rPr>
              <w:t>2</w:t>
            </w:r>
            <w:r>
              <w:rPr>
                <w:sz w:val="20"/>
                <w:szCs w:val="18"/>
              </w:rPr>
              <w:t>0</w:t>
            </w:r>
          </w:p>
        </w:tc>
        <w:tc>
          <w:tcPr>
            <w:tcW w:w="1134" w:type="dxa"/>
            <w:tcBorders>
              <w:left w:val="single" w:sz="12" w:space="0" w:color="auto"/>
            </w:tcBorders>
          </w:tcPr>
          <w:p w:rsidR="00617DF6" w:rsidRPr="00114B6F" w:rsidRDefault="00617DF6" w:rsidP="0026520E">
            <w:pPr>
              <w:pStyle w:val="Tabletext"/>
              <w:spacing w:beforeLines="0" w:afterLines="0"/>
            </w:pPr>
          </w:p>
        </w:tc>
        <w:tc>
          <w:tcPr>
            <w:tcW w:w="1701" w:type="dxa"/>
          </w:tcPr>
          <w:p w:rsidR="00617DF6" w:rsidRPr="00114B6F" w:rsidRDefault="00617DF6" w:rsidP="0026520E">
            <w:pPr>
              <w:pStyle w:val="Tabletext"/>
              <w:spacing w:beforeLines="0" w:afterLines="0"/>
            </w:pPr>
          </w:p>
        </w:tc>
        <w:tc>
          <w:tcPr>
            <w:tcW w:w="1134" w:type="dxa"/>
            <w:tcBorders>
              <w:right w:val="single" w:sz="4" w:space="0" w:color="auto"/>
            </w:tcBorders>
          </w:tcPr>
          <w:p w:rsidR="00617DF6" w:rsidRPr="00916D7F" w:rsidRDefault="00617DF6" w:rsidP="0026520E">
            <w:pPr>
              <w:spacing w:before="80" w:after="80" w:line="260" w:lineRule="atLeast"/>
            </w:pPr>
          </w:p>
        </w:tc>
      </w:tr>
      <w:tr w:rsidR="00617DF6" w:rsidRPr="00916D7F" w:rsidTr="0026520E">
        <w:trPr>
          <w:trHeight w:val="454"/>
        </w:trPr>
        <w:tc>
          <w:tcPr>
            <w:tcW w:w="1367" w:type="dxa"/>
            <w:tcBorders>
              <w:left w:val="single" w:sz="4" w:space="0" w:color="auto"/>
            </w:tcBorders>
          </w:tcPr>
          <w:p w:rsidR="00617DF6" w:rsidRPr="00114B6F" w:rsidRDefault="00617DF6" w:rsidP="0026520E">
            <w:pPr>
              <w:pStyle w:val="Tabletext"/>
              <w:spacing w:beforeLines="0" w:afterLines="0"/>
            </w:pPr>
            <w:r w:rsidRPr="00114B6F">
              <w:t>Term 2</w:t>
            </w:r>
          </w:p>
        </w:tc>
        <w:tc>
          <w:tcPr>
            <w:tcW w:w="1078" w:type="dxa"/>
          </w:tcPr>
          <w:p w:rsidR="00617DF6" w:rsidRPr="00114B6F" w:rsidRDefault="00615757" w:rsidP="0026136D">
            <w:pPr>
              <w:pStyle w:val="Tabletext"/>
              <w:spacing w:beforeLines="0" w:afterLines="0"/>
            </w:pPr>
            <w:r>
              <w:t>$2</w:t>
            </w:r>
            <w:r w:rsidR="0026136D">
              <w:t>70</w:t>
            </w:r>
          </w:p>
        </w:tc>
        <w:tc>
          <w:tcPr>
            <w:tcW w:w="1519" w:type="dxa"/>
          </w:tcPr>
          <w:p w:rsidR="00617DF6" w:rsidRPr="00916D7F" w:rsidRDefault="00617DF6" w:rsidP="0026520E">
            <w:pPr>
              <w:spacing w:before="80" w:after="80" w:line="260" w:lineRule="atLeast"/>
            </w:pPr>
          </w:p>
        </w:tc>
        <w:tc>
          <w:tcPr>
            <w:tcW w:w="1134" w:type="dxa"/>
            <w:tcBorders>
              <w:right w:val="single" w:sz="12" w:space="0" w:color="auto"/>
            </w:tcBorders>
          </w:tcPr>
          <w:p w:rsidR="00617DF6" w:rsidRPr="00916D7F" w:rsidRDefault="002D47F7" w:rsidP="0026136D">
            <w:pPr>
              <w:spacing w:before="80" w:after="80" w:line="260" w:lineRule="atLeast"/>
            </w:pPr>
            <w:r>
              <w:rPr>
                <w:sz w:val="20"/>
                <w:szCs w:val="18"/>
              </w:rPr>
              <w:t>$2</w:t>
            </w:r>
            <w:r w:rsidR="0026136D">
              <w:rPr>
                <w:sz w:val="20"/>
                <w:szCs w:val="18"/>
              </w:rPr>
              <w:t>70</w:t>
            </w:r>
          </w:p>
        </w:tc>
        <w:tc>
          <w:tcPr>
            <w:tcW w:w="1134" w:type="dxa"/>
            <w:tcBorders>
              <w:left w:val="single" w:sz="12" w:space="0" w:color="auto"/>
            </w:tcBorders>
          </w:tcPr>
          <w:p w:rsidR="00617DF6" w:rsidRPr="00114B6F" w:rsidRDefault="00617DF6" w:rsidP="0026520E">
            <w:pPr>
              <w:pStyle w:val="Tabletext"/>
              <w:spacing w:beforeLines="0" w:afterLines="0"/>
            </w:pPr>
          </w:p>
        </w:tc>
        <w:tc>
          <w:tcPr>
            <w:tcW w:w="1701" w:type="dxa"/>
          </w:tcPr>
          <w:p w:rsidR="00617DF6" w:rsidRPr="00916D7F" w:rsidRDefault="00617DF6" w:rsidP="0026520E">
            <w:pPr>
              <w:spacing w:before="80" w:after="80" w:line="260" w:lineRule="atLeast"/>
            </w:pPr>
          </w:p>
        </w:tc>
        <w:tc>
          <w:tcPr>
            <w:tcW w:w="1134" w:type="dxa"/>
            <w:tcBorders>
              <w:right w:val="single" w:sz="4" w:space="0" w:color="auto"/>
            </w:tcBorders>
          </w:tcPr>
          <w:p w:rsidR="00617DF6" w:rsidRPr="00916D7F" w:rsidRDefault="00617DF6" w:rsidP="0026520E">
            <w:pPr>
              <w:spacing w:before="80" w:after="80" w:line="260" w:lineRule="atLeast"/>
            </w:pPr>
          </w:p>
        </w:tc>
      </w:tr>
      <w:tr w:rsidR="00617DF6" w:rsidRPr="00916D7F" w:rsidTr="0026520E">
        <w:trPr>
          <w:trHeight w:val="454"/>
        </w:trPr>
        <w:tc>
          <w:tcPr>
            <w:tcW w:w="1367" w:type="dxa"/>
            <w:tcBorders>
              <w:left w:val="single" w:sz="4" w:space="0" w:color="auto"/>
              <w:bottom w:val="single" w:sz="4" w:space="0" w:color="auto"/>
            </w:tcBorders>
          </w:tcPr>
          <w:p w:rsidR="00617DF6" w:rsidRPr="00114B6F" w:rsidRDefault="00617DF6" w:rsidP="0026520E">
            <w:pPr>
              <w:pStyle w:val="Tabletext"/>
              <w:spacing w:beforeLines="0" w:afterLines="0"/>
            </w:pPr>
            <w:r w:rsidRPr="00114B6F">
              <w:t>Term 3</w:t>
            </w:r>
          </w:p>
        </w:tc>
        <w:tc>
          <w:tcPr>
            <w:tcW w:w="1078" w:type="dxa"/>
            <w:tcBorders>
              <w:bottom w:val="single" w:sz="4" w:space="0" w:color="auto"/>
            </w:tcBorders>
          </w:tcPr>
          <w:p w:rsidR="00617DF6" w:rsidRPr="00114B6F" w:rsidRDefault="002D47F7" w:rsidP="0026136D">
            <w:pPr>
              <w:pStyle w:val="Tabletext"/>
              <w:spacing w:beforeLines="0" w:afterLines="0"/>
            </w:pPr>
            <w:r>
              <w:t>$2</w:t>
            </w:r>
            <w:r w:rsidR="0026136D">
              <w:t>70</w:t>
            </w:r>
          </w:p>
        </w:tc>
        <w:tc>
          <w:tcPr>
            <w:tcW w:w="1519" w:type="dxa"/>
            <w:tcBorders>
              <w:bottom w:val="single" w:sz="4" w:space="0" w:color="auto"/>
            </w:tcBorders>
          </w:tcPr>
          <w:p w:rsidR="00617DF6" w:rsidRPr="00916D7F" w:rsidRDefault="00617DF6" w:rsidP="0026520E">
            <w:pPr>
              <w:spacing w:before="80" w:after="80" w:line="260" w:lineRule="atLeast"/>
            </w:pPr>
          </w:p>
        </w:tc>
        <w:tc>
          <w:tcPr>
            <w:tcW w:w="1134" w:type="dxa"/>
            <w:tcBorders>
              <w:bottom w:val="single" w:sz="4" w:space="0" w:color="auto"/>
              <w:right w:val="single" w:sz="12" w:space="0" w:color="auto"/>
            </w:tcBorders>
          </w:tcPr>
          <w:p w:rsidR="00617DF6" w:rsidRPr="00916D7F" w:rsidRDefault="002D47F7" w:rsidP="0026136D">
            <w:pPr>
              <w:spacing w:before="80" w:after="80" w:line="260" w:lineRule="atLeast"/>
            </w:pPr>
            <w:r>
              <w:rPr>
                <w:sz w:val="20"/>
                <w:szCs w:val="18"/>
              </w:rPr>
              <w:t>$2</w:t>
            </w:r>
            <w:r w:rsidR="0026136D">
              <w:rPr>
                <w:sz w:val="20"/>
                <w:szCs w:val="18"/>
              </w:rPr>
              <w:t>70</w:t>
            </w:r>
          </w:p>
        </w:tc>
        <w:tc>
          <w:tcPr>
            <w:tcW w:w="1134" w:type="dxa"/>
            <w:tcBorders>
              <w:left w:val="single" w:sz="12" w:space="0" w:color="auto"/>
              <w:bottom w:val="single" w:sz="4" w:space="0" w:color="auto"/>
            </w:tcBorders>
          </w:tcPr>
          <w:p w:rsidR="00617DF6" w:rsidRPr="00114B6F" w:rsidRDefault="00617DF6" w:rsidP="0026520E">
            <w:pPr>
              <w:pStyle w:val="Tabletext"/>
              <w:spacing w:beforeLines="0" w:afterLines="0"/>
            </w:pPr>
          </w:p>
        </w:tc>
        <w:tc>
          <w:tcPr>
            <w:tcW w:w="1701" w:type="dxa"/>
            <w:tcBorders>
              <w:bottom w:val="single" w:sz="4" w:space="0" w:color="auto"/>
            </w:tcBorders>
          </w:tcPr>
          <w:p w:rsidR="00617DF6" w:rsidRPr="00916D7F" w:rsidRDefault="00617DF6" w:rsidP="0026520E">
            <w:pPr>
              <w:spacing w:before="80" w:after="80" w:line="260" w:lineRule="atLeast"/>
            </w:pPr>
          </w:p>
        </w:tc>
        <w:tc>
          <w:tcPr>
            <w:tcW w:w="1134" w:type="dxa"/>
            <w:tcBorders>
              <w:bottom w:val="single" w:sz="4" w:space="0" w:color="auto"/>
              <w:right w:val="single" w:sz="4" w:space="0" w:color="auto"/>
            </w:tcBorders>
          </w:tcPr>
          <w:p w:rsidR="00617DF6" w:rsidRPr="00916D7F" w:rsidRDefault="00617DF6" w:rsidP="0026520E">
            <w:pPr>
              <w:spacing w:before="80" w:after="80" w:line="260" w:lineRule="atLeast"/>
            </w:pPr>
          </w:p>
        </w:tc>
      </w:tr>
      <w:tr w:rsidR="00617DF6" w:rsidRPr="00916D7F" w:rsidTr="0026520E">
        <w:trPr>
          <w:trHeight w:val="454"/>
        </w:trPr>
        <w:tc>
          <w:tcPr>
            <w:tcW w:w="1367" w:type="dxa"/>
            <w:tcBorders>
              <w:left w:val="single" w:sz="4" w:space="0" w:color="auto"/>
              <w:bottom w:val="single" w:sz="12" w:space="0" w:color="auto"/>
            </w:tcBorders>
          </w:tcPr>
          <w:p w:rsidR="00617DF6" w:rsidRPr="00114B6F" w:rsidRDefault="00617DF6" w:rsidP="0026520E">
            <w:pPr>
              <w:pStyle w:val="Tabletext"/>
              <w:spacing w:beforeLines="0" w:afterLines="0"/>
            </w:pPr>
            <w:r w:rsidRPr="00114B6F">
              <w:t>Term 4</w:t>
            </w:r>
          </w:p>
        </w:tc>
        <w:tc>
          <w:tcPr>
            <w:tcW w:w="1078" w:type="dxa"/>
            <w:tcBorders>
              <w:bottom w:val="single" w:sz="12" w:space="0" w:color="auto"/>
            </w:tcBorders>
          </w:tcPr>
          <w:p w:rsidR="00617DF6" w:rsidRPr="00114B6F" w:rsidRDefault="002D47F7" w:rsidP="0026136D">
            <w:pPr>
              <w:pStyle w:val="Tabletext"/>
              <w:spacing w:beforeLines="0" w:afterLines="0"/>
            </w:pPr>
            <w:r>
              <w:t>$2</w:t>
            </w:r>
            <w:r w:rsidR="0026136D">
              <w:t>70</w:t>
            </w:r>
          </w:p>
        </w:tc>
        <w:tc>
          <w:tcPr>
            <w:tcW w:w="1519" w:type="dxa"/>
            <w:tcBorders>
              <w:bottom w:val="single" w:sz="12" w:space="0" w:color="auto"/>
            </w:tcBorders>
          </w:tcPr>
          <w:p w:rsidR="00617DF6" w:rsidRPr="00916D7F" w:rsidRDefault="00617DF6" w:rsidP="0026520E">
            <w:pPr>
              <w:spacing w:before="80" w:after="80" w:line="260" w:lineRule="atLeast"/>
            </w:pPr>
          </w:p>
        </w:tc>
        <w:tc>
          <w:tcPr>
            <w:tcW w:w="1134" w:type="dxa"/>
            <w:tcBorders>
              <w:bottom w:val="single" w:sz="12" w:space="0" w:color="auto"/>
              <w:right w:val="single" w:sz="12" w:space="0" w:color="auto"/>
            </w:tcBorders>
          </w:tcPr>
          <w:p w:rsidR="00617DF6" w:rsidRPr="00916D7F" w:rsidRDefault="002D47F7" w:rsidP="0026136D">
            <w:pPr>
              <w:spacing w:before="80" w:after="80" w:line="260" w:lineRule="atLeast"/>
            </w:pPr>
            <w:r>
              <w:rPr>
                <w:sz w:val="20"/>
                <w:szCs w:val="18"/>
              </w:rPr>
              <w:t>$2</w:t>
            </w:r>
            <w:r w:rsidR="0026136D">
              <w:rPr>
                <w:sz w:val="20"/>
                <w:szCs w:val="18"/>
              </w:rPr>
              <w:t>70</w:t>
            </w:r>
          </w:p>
        </w:tc>
        <w:tc>
          <w:tcPr>
            <w:tcW w:w="1134" w:type="dxa"/>
            <w:tcBorders>
              <w:left w:val="single" w:sz="12" w:space="0" w:color="auto"/>
              <w:bottom w:val="single" w:sz="12" w:space="0" w:color="auto"/>
            </w:tcBorders>
          </w:tcPr>
          <w:p w:rsidR="00617DF6" w:rsidRPr="00114B6F" w:rsidRDefault="00617DF6" w:rsidP="0026520E">
            <w:pPr>
              <w:pStyle w:val="Tabletext"/>
              <w:spacing w:beforeLines="0" w:afterLines="0"/>
            </w:pPr>
          </w:p>
        </w:tc>
        <w:tc>
          <w:tcPr>
            <w:tcW w:w="1701" w:type="dxa"/>
            <w:tcBorders>
              <w:bottom w:val="single" w:sz="12" w:space="0" w:color="auto"/>
            </w:tcBorders>
          </w:tcPr>
          <w:p w:rsidR="00617DF6" w:rsidRPr="00916D7F" w:rsidRDefault="00617DF6" w:rsidP="0026520E">
            <w:pPr>
              <w:spacing w:before="80" w:after="80" w:line="260" w:lineRule="atLeast"/>
            </w:pPr>
          </w:p>
        </w:tc>
        <w:tc>
          <w:tcPr>
            <w:tcW w:w="1134" w:type="dxa"/>
            <w:tcBorders>
              <w:bottom w:val="single" w:sz="12" w:space="0" w:color="auto"/>
              <w:right w:val="single" w:sz="4" w:space="0" w:color="auto"/>
            </w:tcBorders>
          </w:tcPr>
          <w:p w:rsidR="00617DF6" w:rsidRPr="00916D7F" w:rsidRDefault="00617DF6" w:rsidP="0026520E">
            <w:pPr>
              <w:spacing w:before="80" w:after="80" w:line="260" w:lineRule="atLeast"/>
            </w:pPr>
          </w:p>
        </w:tc>
      </w:tr>
      <w:tr w:rsidR="00617DF6" w:rsidRPr="00916D7F" w:rsidTr="0026520E">
        <w:trPr>
          <w:trHeight w:val="454"/>
        </w:trPr>
        <w:tc>
          <w:tcPr>
            <w:tcW w:w="1367" w:type="dxa"/>
            <w:tcBorders>
              <w:top w:val="single" w:sz="12" w:space="0" w:color="auto"/>
              <w:left w:val="single" w:sz="4" w:space="0" w:color="auto"/>
            </w:tcBorders>
          </w:tcPr>
          <w:p w:rsidR="00617DF6" w:rsidRPr="00114B6F" w:rsidRDefault="00617DF6" w:rsidP="0026520E">
            <w:pPr>
              <w:pStyle w:val="Tabletext"/>
              <w:spacing w:beforeLines="0" w:afterLines="0"/>
            </w:pPr>
            <w:r w:rsidRPr="00114B6F">
              <w:t>Total</w:t>
            </w:r>
          </w:p>
        </w:tc>
        <w:tc>
          <w:tcPr>
            <w:tcW w:w="1078" w:type="dxa"/>
            <w:tcBorders>
              <w:top w:val="single" w:sz="12" w:space="0" w:color="auto"/>
            </w:tcBorders>
          </w:tcPr>
          <w:p w:rsidR="00617DF6" w:rsidRPr="00114B6F" w:rsidRDefault="00DA72C5" w:rsidP="0026136D">
            <w:pPr>
              <w:pStyle w:val="Tabletext"/>
              <w:spacing w:beforeLines="0" w:afterLines="0"/>
            </w:pPr>
            <w:r>
              <w:t>$</w:t>
            </w:r>
            <w:r w:rsidR="00615757">
              <w:t>10</w:t>
            </w:r>
            <w:r w:rsidR="0026136D">
              <w:t>8</w:t>
            </w:r>
            <w:r w:rsidR="00615757">
              <w:t>0</w:t>
            </w:r>
          </w:p>
        </w:tc>
        <w:tc>
          <w:tcPr>
            <w:tcW w:w="1519" w:type="dxa"/>
            <w:tcBorders>
              <w:top w:val="single" w:sz="12" w:space="0" w:color="auto"/>
            </w:tcBorders>
          </w:tcPr>
          <w:p w:rsidR="00617DF6" w:rsidRPr="00916D7F" w:rsidRDefault="00617DF6" w:rsidP="0026520E">
            <w:pPr>
              <w:spacing w:before="80" w:after="80" w:line="260" w:lineRule="atLeast"/>
            </w:pPr>
          </w:p>
        </w:tc>
        <w:tc>
          <w:tcPr>
            <w:tcW w:w="1134" w:type="dxa"/>
            <w:tcBorders>
              <w:top w:val="single" w:sz="12" w:space="0" w:color="auto"/>
              <w:right w:val="single" w:sz="12" w:space="0" w:color="auto"/>
            </w:tcBorders>
          </w:tcPr>
          <w:p w:rsidR="00617DF6" w:rsidRPr="00916D7F" w:rsidRDefault="00DA72C5" w:rsidP="0026136D">
            <w:pPr>
              <w:spacing w:before="80" w:after="80" w:line="260" w:lineRule="atLeast"/>
            </w:pPr>
            <w:r>
              <w:rPr>
                <w:sz w:val="20"/>
                <w:szCs w:val="18"/>
              </w:rPr>
              <w:t>$</w:t>
            </w:r>
            <w:r w:rsidR="00615757">
              <w:rPr>
                <w:sz w:val="20"/>
                <w:szCs w:val="18"/>
              </w:rPr>
              <w:t>10</w:t>
            </w:r>
            <w:r w:rsidR="0026136D">
              <w:rPr>
                <w:sz w:val="20"/>
                <w:szCs w:val="18"/>
              </w:rPr>
              <w:t>80</w:t>
            </w:r>
          </w:p>
        </w:tc>
        <w:tc>
          <w:tcPr>
            <w:tcW w:w="1134" w:type="dxa"/>
            <w:tcBorders>
              <w:top w:val="single" w:sz="12" w:space="0" w:color="auto"/>
              <w:left w:val="single" w:sz="12" w:space="0" w:color="auto"/>
            </w:tcBorders>
          </w:tcPr>
          <w:p w:rsidR="00617DF6" w:rsidRPr="00114B6F" w:rsidRDefault="00617DF6" w:rsidP="0026520E">
            <w:pPr>
              <w:pStyle w:val="Tabletext"/>
              <w:spacing w:beforeLines="0" w:afterLines="0"/>
            </w:pPr>
          </w:p>
        </w:tc>
        <w:tc>
          <w:tcPr>
            <w:tcW w:w="1701" w:type="dxa"/>
            <w:tcBorders>
              <w:top w:val="single" w:sz="12" w:space="0" w:color="auto"/>
            </w:tcBorders>
          </w:tcPr>
          <w:p w:rsidR="00617DF6" w:rsidRPr="00916D7F" w:rsidRDefault="00617DF6" w:rsidP="0026520E">
            <w:pPr>
              <w:spacing w:before="80" w:after="80" w:line="260" w:lineRule="atLeast"/>
            </w:pPr>
          </w:p>
        </w:tc>
        <w:tc>
          <w:tcPr>
            <w:tcW w:w="1134" w:type="dxa"/>
            <w:tcBorders>
              <w:top w:val="single" w:sz="12" w:space="0" w:color="auto"/>
              <w:right w:val="single" w:sz="4" w:space="0" w:color="auto"/>
            </w:tcBorders>
          </w:tcPr>
          <w:p w:rsidR="00617DF6" w:rsidRPr="00916D7F" w:rsidRDefault="00617DF6" w:rsidP="0026520E">
            <w:pPr>
              <w:spacing w:before="80" w:after="80" w:line="260" w:lineRule="atLeast"/>
            </w:pPr>
          </w:p>
        </w:tc>
      </w:tr>
    </w:tbl>
    <w:p w:rsidR="00CE1D1B" w:rsidRDefault="00CE1D1B" w:rsidP="00CE1D1B">
      <w:pPr>
        <w:pStyle w:val="Heading4"/>
      </w:pPr>
      <w:r>
        <w:t>Payment of fees</w:t>
      </w:r>
    </w:p>
    <w:p w:rsidR="00CE1D1B" w:rsidRDefault="00CE1D1B" w:rsidP="00CE1D1B">
      <w:pPr>
        <w:pStyle w:val="BodyText"/>
      </w:pPr>
      <w:r>
        <w:t xml:space="preserve">Invoices will be issued </w:t>
      </w:r>
      <w:r w:rsidR="00DA72C5">
        <w:t>6 weeks before the end of each Term a</w:t>
      </w:r>
      <w:r>
        <w:t>nd must be paid by the due date.</w:t>
      </w:r>
    </w:p>
    <w:p w:rsidR="00CE1D1B" w:rsidRDefault="00CE1D1B" w:rsidP="00CE1D1B">
      <w:pPr>
        <w:pStyle w:val="Heading4"/>
      </w:pPr>
      <w:r>
        <w:t>Kindergarten fee deposit</w:t>
      </w:r>
    </w:p>
    <w:p w:rsidR="00CE1D1B" w:rsidRDefault="00CE1D1B" w:rsidP="00CE1D1B">
      <w:pPr>
        <w:pStyle w:val="BodyText"/>
      </w:pPr>
      <w:r>
        <w:t>Parents/guardians are required to pay the fee deposit on offer of a place. This payment is retained and deducted from term</w:t>
      </w:r>
      <w:r>
        <w:rPr>
          <w:b/>
          <w:bCs/>
        </w:rPr>
        <w:t xml:space="preserve"> </w:t>
      </w:r>
      <w:r>
        <w:t xml:space="preserve">fees. Payment will secure the child’s place in the four-year-old (funded) kindergarten program.   </w:t>
      </w:r>
    </w:p>
    <w:p w:rsidR="00CE1D1B" w:rsidRDefault="00CE1D1B" w:rsidP="00CE1D1B">
      <w:pPr>
        <w:pStyle w:val="Heading4"/>
      </w:pPr>
      <w:r>
        <w:t>Kindergarten Fee Subsidy</w:t>
      </w:r>
    </w:p>
    <w:p w:rsidR="00CE1D1B" w:rsidRPr="00FD28FF" w:rsidRDefault="00CE1D1B" w:rsidP="00CE1D1B">
      <w:pPr>
        <w:pStyle w:val="BodyText"/>
      </w:pPr>
      <w:r w:rsidRPr="00FD28FF">
        <w:t xml:space="preserve">Families who are eligible for the Kindergarten </w:t>
      </w:r>
      <w:r>
        <w:t>F</w:t>
      </w:r>
      <w:r w:rsidRPr="00FD28FF">
        <w:t xml:space="preserve">ee </w:t>
      </w:r>
      <w:r>
        <w:t>S</w:t>
      </w:r>
      <w:r w:rsidRPr="00FD28FF">
        <w:t xml:space="preserve">ubsidy (refer to Fee </w:t>
      </w:r>
      <w:r>
        <w:t>i</w:t>
      </w:r>
      <w:r w:rsidRPr="00FD28FF">
        <w:t xml:space="preserve">nformation for </w:t>
      </w:r>
      <w:r>
        <w:t>f</w:t>
      </w:r>
      <w:r w:rsidRPr="00FD28FF">
        <w:t>amilies) will not be required to make fee payments.</w:t>
      </w:r>
    </w:p>
    <w:p w:rsidR="00CE1D1B" w:rsidRDefault="00CE1D1B" w:rsidP="00CE1D1B">
      <w:pPr>
        <w:pStyle w:val="Heading4"/>
      </w:pPr>
      <w:r>
        <w:t>Child Care Benefit (CCB)</w:t>
      </w:r>
    </w:p>
    <w:p w:rsidR="00CE1D1B" w:rsidRDefault="00CE1D1B" w:rsidP="00CE1D1B">
      <w:pPr>
        <w:pStyle w:val="BodyText"/>
        <w:rPr>
          <w:b/>
        </w:rPr>
      </w:pPr>
      <w:r>
        <w:t>For information on the Child Care Benefit, refer to Fee information for families.</w:t>
      </w:r>
      <w:r w:rsidRPr="00114B6F">
        <w:rPr>
          <w:bCs/>
        </w:rPr>
        <w:t xml:space="preserve"> </w:t>
      </w:r>
    </w:p>
    <w:p w:rsidR="00CE1D1B" w:rsidRPr="00E0312D" w:rsidRDefault="00CE1D1B" w:rsidP="00CE1D1B">
      <w:pPr>
        <w:pStyle w:val="Heading4"/>
      </w:pPr>
      <w:r>
        <w:t>Late collection charge</w:t>
      </w:r>
      <w:r w:rsidR="00FE51A6">
        <w:t xml:space="preserve"> </w:t>
      </w:r>
    </w:p>
    <w:p w:rsidR="00CE1D1B" w:rsidRDefault="00CE1D1B" w:rsidP="00CE1D1B">
      <w:pPr>
        <w:pStyle w:val="BodyText"/>
      </w:pPr>
      <w:r>
        <w:t xml:space="preserve">The Committee of </w:t>
      </w:r>
      <w:proofErr w:type="gramStart"/>
      <w:r>
        <w:t>Management</w:t>
      </w:r>
      <w:r w:rsidR="00FE51A6">
        <w:t xml:space="preserve"> </w:t>
      </w:r>
      <w:r>
        <w:t xml:space="preserve"> reserves</w:t>
      </w:r>
      <w:proofErr w:type="gramEnd"/>
      <w:r>
        <w:t xml:space="preserve"> the right to implement a late collection charge when parents/guardians are frequently late in collecting a child (refer to Fee information for families). </w:t>
      </w:r>
    </w:p>
    <w:p w:rsidR="00617DF6" w:rsidRPr="00A83385" w:rsidRDefault="00617DF6" w:rsidP="00617DF6">
      <w:pPr>
        <w:pStyle w:val="Attachment1"/>
        <w:tabs>
          <w:tab w:val="right" w:pos="9072"/>
        </w:tabs>
      </w:pPr>
      <w:r w:rsidRPr="00A83385">
        <w:lastRenderedPageBreak/>
        <w:t xml:space="preserve">Attachment </w:t>
      </w:r>
      <w:r>
        <w:t>3</w:t>
      </w:r>
      <w:r w:rsidRPr="00A83385">
        <w:tab/>
      </w:r>
      <w:r w:rsidR="005D3A85" w:rsidRPr="005D3A85">
        <w:rPr>
          <w:b w:val="0"/>
          <w:caps w:val="0"/>
          <w:sz w:val="18"/>
          <w:szCs w:val="18"/>
        </w:rPr>
        <w:fldChar w:fldCharType="begin"/>
      </w:r>
      <w:r w:rsidR="004C366E" w:rsidRPr="00E04C02">
        <w:rPr>
          <w:b w:val="0"/>
          <w:caps w:val="0"/>
          <w:sz w:val="18"/>
          <w:szCs w:val="18"/>
        </w:rPr>
        <w:instrText xml:space="preserve"> MACROBUTTON  AcceptAllChangesInDoc [</w:instrText>
      </w:r>
      <w:r w:rsidR="004C366E" w:rsidRPr="00E04C02">
        <w:rPr>
          <w:b w:val="0"/>
          <w:caps w:val="0"/>
          <w:sz w:val="18"/>
          <w:szCs w:val="18"/>
          <w:highlight w:val="yellow"/>
        </w:rPr>
        <w:instrText>Place on service letterhead</w:instrText>
      </w:r>
      <w:r w:rsidR="004C366E" w:rsidRPr="00E04C02">
        <w:rPr>
          <w:b w:val="0"/>
          <w:caps w:val="0"/>
          <w:sz w:val="18"/>
          <w:szCs w:val="18"/>
        </w:rPr>
        <w:instrText>]</w:instrText>
      </w:r>
      <w:r w:rsidR="005D3A85" w:rsidRPr="00E04C02">
        <w:rPr>
          <w:b w:val="0"/>
          <w:caps w:val="0"/>
          <w:sz w:val="18"/>
          <w:szCs w:val="18"/>
          <w:lang w:val="en-US"/>
        </w:rPr>
        <w:fldChar w:fldCharType="end"/>
      </w:r>
    </w:p>
    <w:p w:rsidR="00617DF6" w:rsidRDefault="00617DF6" w:rsidP="000F326E">
      <w:pPr>
        <w:pStyle w:val="Attachment2"/>
        <w:tabs>
          <w:tab w:val="left" w:pos="3930"/>
        </w:tabs>
      </w:pPr>
      <w:r w:rsidRPr="00A83385">
        <w:t>Statement of Fees and Charges</w:t>
      </w:r>
      <w:r w:rsidR="000F326E">
        <w:tab/>
      </w:r>
    </w:p>
    <w:p w:rsidR="00E04C02" w:rsidRDefault="005D3A85" w:rsidP="00617DF6">
      <w:pPr>
        <w:pStyle w:val="BodyText"/>
        <w:rPr>
          <w:b/>
          <w:sz w:val="24"/>
          <w:szCs w:val="24"/>
          <w:lang w:val="en-US"/>
        </w:rPr>
      </w:pPr>
      <w:fldSimple w:instr=" DOCPROPERTY  Company  \* MERGEFORMAT ">
        <w:r w:rsidR="00DE696D" w:rsidRPr="00DE696D">
          <w:rPr>
            <w:b/>
            <w:sz w:val="24"/>
            <w:szCs w:val="24"/>
          </w:rPr>
          <w:t>Alexandra &amp; District</w:t>
        </w:r>
        <w:r w:rsidR="00DE696D">
          <w:t xml:space="preserve"> Kindergarten</w:t>
        </w:r>
      </w:fldSimple>
      <w:r w:rsidR="00E04C02" w:rsidRPr="00A77B74">
        <w:rPr>
          <w:b/>
          <w:sz w:val="24"/>
          <w:szCs w:val="24"/>
        </w:rPr>
        <w:t xml:space="preserve"> </w:t>
      </w:r>
      <w:r w:rsidR="00E04C02">
        <w:rPr>
          <w:b/>
          <w:sz w:val="24"/>
          <w:szCs w:val="24"/>
          <w:lang w:val="en-US"/>
        </w:rPr>
        <w:t xml:space="preserve"> </w:t>
      </w:r>
    </w:p>
    <w:p w:rsidR="00617DF6" w:rsidRPr="00A83385" w:rsidRDefault="00617DF6" w:rsidP="00617DF6">
      <w:pPr>
        <w:pStyle w:val="BodyText"/>
        <w:rPr>
          <w:b/>
          <w:sz w:val="24"/>
          <w:szCs w:val="24"/>
          <w:lang w:val="en-US"/>
        </w:rPr>
      </w:pPr>
      <w:r w:rsidRPr="00A83385">
        <w:rPr>
          <w:b/>
          <w:sz w:val="24"/>
          <w:szCs w:val="24"/>
          <w:lang w:val="en-US"/>
        </w:rPr>
        <w:t xml:space="preserve">Fee schedule </w:t>
      </w:r>
      <w:r w:rsidR="00DA72C5">
        <w:rPr>
          <w:b/>
          <w:sz w:val="24"/>
          <w:szCs w:val="24"/>
          <w:lang w:val="en-US"/>
        </w:rPr>
        <w:t>201</w:t>
      </w:r>
      <w:r w:rsidR="0026136D">
        <w:rPr>
          <w:b/>
          <w:sz w:val="24"/>
          <w:szCs w:val="24"/>
          <w:lang w:val="en-US"/>
        </w:rPr>
        <w:t>5</w:t>
      </w:r>
      <w:r w:rsidRPr="00A83385">
        <w:rPr>
          <w:b/>
          <w:sz w:val="24"/>
          <w:szCs w:val="24"/>
          <w:lang w:val="en-US"/>
        </w:rPr>
        <w:t xml:space="preserve"> </w:t>
      </w:r>
    </w:p>
    <w:p w:rsidR="00617DF6" w:rsidRPr="00A83385" w:rsidRDefault="00603C90" w:rsidP="00617DF6">
      <w:pPr>
        <w:pStyle w:val="BodyText"/>
        <w:rPr>
          <w:b/>
          <w:sz w:val="24"/>
          <w:szCs w:val="24"/>
          <w:lang w:val="en-US"/>
        </w:rPr>
      </w:pPr>
      <w:r w:rsidRPr="00E04C02">
        <w:rPr>
          <w:b/>
          <w:sz w:val="24"/>
          <w:szCs w:val="24"/>
          <w:lang w:val="en-US"/>
        </w:rPr>
        <w:t>Three</w:t>
      </w:r>
      <w:r w:rsidR="00617DF6" w:rsidRPr="00A83385">
        <w:rPr>
          <w:b/>
          <w:sz w:val="24"/>
          <w:szCs w:val="24"/>
          <w:lang w:val="en-US"/>
        </w:rPr>
        <w:t xml:space="preserve">-year-old kindergarten </w:t>
      </w:r>
    </w:p>
    <w:p w:rsidR="00A83385" w:rsidRDefault="00617DF6" w:rsidP="00E04C02">
      <w:pPr>
        <w:pStyle w:val="BodyText"/>
        <w:spacing w:before="480"/>
        <w:rPr>
          <w:b/>
          <w:lang w:val="en-US"/>
        </w:rPr>
      </w:pPr>
      <w:r w:rsidRPr="00FA1C7D">
        <w:rPr>
          <w:b/>
          <w:lang w:val="en-US"/>
        </w:rPr>
        <w:t xml:space="preserve">Hours: </w:t>
      </w:r>
      <w:r w:rsidR="00AA34A7">
        <w:rPr>
          <w:b/>
          <w:lang w:val="en-US"/>
        </w:rPr>
        <w:t>4</w:t>
      </w:r>
      <w:r w:rsidRPr="00FA1C7D">
        <w:rPr>
          <w:b/>
          <w:lang w:val="en-US"/>
        </w:rPr>
        <w:t xml:space="preserve"> hours per week</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5"/>
        <w:gridCol w:w="2175"/>
        <w:gridCol w:w="2309"/>
        <w:gridCol w:w="2284"/>
      </w:tblGrid>
      <w:tr w:rsidR="00617DF6" w:rsidRPr="00916D7F" w:rsidTr="00DC7200">
        <w:tc>
          <w:tcPr>
            <w:tcW w:w="2405" w:type="dxa"/>
            <w:tcBorders>
              <w:left w:val="single" w:sz="4" w:space="0" w:color="auto"/>
            </w:tcBorders>
            <w:shd w:val="clear" w:color="auto" w:fill="auto"/>
            <w:vAlign w:val="bottom"/>
          </w:tcPr>
          <w:p w:rsidR="00617DF6" w:rsidRPr="00916D7F" w:rsidRDefault="00617DF6" w:rsidP="0026520E">
            <w:pPr>
              <w:pStyle w:val="Policytext"/>
              <w:spacing w:before="80" w:after="80"/>
              <w:rPr>
                <w:rFonts w:cs="Courier New"/>
                <w:b/>
                <w:szCs w:val="19"/>
                <w:lang w:val="en-US"/>
              </w:rPr>
            </w:pPr>
          </w:p>
        </w:tc>
        <w:tc>
          <w:tcPr>
            <w:tcW w:w="2175" w:type="dxa"/>
            <w:shd w:val="clear" w:color="auto" w:fill="auto"/>
            <w:vAlign w:val="bottom"/>
          </w:tcPr>
          <w:p w:rsidR="00617DF6" w:rsidRPr="00916D7F" w:rsidRDefault="00617DF6" w:rsidP="0026520E">
            <w:pPr>
              <w:pStyle w:val="Policytext"/>
              <w:spacing w:before="80" w:after="80"/>
              <w:rPr>
                <w:rFonts w:cs="Courier New"/>
                <w:b/>
                <w:szCs w:val="19"/>
                <w:lang w:val="en-US"/>
              </w:rPr>
            </w:pPr>
            <w:r w:rsidRPr="00916D7F">
              <w:rPr>
                <w:rFonts w:cs="Courier New"/>
                <w:b/>
                <w:szCs w:val="19"/>
                <w:lang w:val="en-US"/>
              </w:rPr>
              <w:t>Fees ($)</w:t>
            </w:r>
          </w:p>
        </w:tc>
        <w:tc>
          <w:tcPr>
            <w:tcW w:w="2309" w:type="dxa"/>
            <w:shd w:val="clear" w:color="auto" w:fill="auto"/>
            <w:vAlign w:val="bottom"/>
          </w:tcPr>
          <w:p w:rsidR="00617DF6" w:rsidRPr="00916D7F" w:rsidRDefault="00617DF6" w:rsidP="0026520E">
            <w:pPr>
              <w:pStyle w:val="Policytext"/>
              <w:spacing w:before="80" w:after="80"/>
              <w:rPr>
                <w:rFonts w:cs="Courier New"/>
                <w:b/>
                <w:szCs w:val="19"/>
                <w:lang w:val="en-US"/>
              </w:rPr>
            </w:pPr>
            <w:r w:rsidRPr="00916D7F">
              <w:rPr>
                <w:rFonts w:cs="Courier New"/>
                <w:b/>
                <w:szCs w:val="19"/>
                <w:lang w:val="en-US"/>
              </w:rPr>
              <w:t xml:space="preserve">Other charges </w:t>
            </w:r>
            <w:r w:rsidR="004C366E" w:rsidRPr="00916D7F">
              <w:rPr>
                <w:rFonts w:cs="Courier New"/>
                <w:b/>
                <w:szCs w:val="19"/>
                <w:lang w:val="en-US"/>
              </w:rPr>
              <w:t>($)</w:t>
            </w:r>
          </w:p>
        </w:tc>
        <w:tc>
          <w:tcPr>
            <w:tcW w:w="2284" w:type="dxa"/>
            <w:tcBorders>
              <w:right w:val="single" w:sz="4" w:space="0" w:color="auto"/>
            </w:tcBorders>
            <w:shd w:val="clear" w:color="auto" w:fill="auto"/>
            <w:vAlign w:val="bottom"/>
          </w:tcPr>
          <w:p w:rsidR="00617DF6" w:rsidRPr="00916D7F" w:rsidRDefault="00617DF6" w:rsidP="0026520E">
            <w:pPr>
              <w:pStyle w:val="Policytext"/>
              <w:spacing w:before="80" w:after="80"/>
              <w:rPr>
                <w:rFonts w:cs="Courier New"/>
                <w:b/>
                <w:szCs w:val="19"/>
                <w:lang w:val="en-US"/>
              </w:rPr>
            </w:pPr>
            <w:r w:rsidRPr="00916D7F">
              <w:rPr>
                <w:rFonts w:cs="Courier New"/>
                <w:b/>
                <w:szCs w:val="19"/>
                <w:lang w:val="en-US"/>
              </w:rPr>
              <w:t>Total ($)</w:t>
            </w:r>
          </w:p>
        </w:tc>
      </w:tr>
      <w:tr w:rsidR="00F75F7C" w:rsidRPr="00916D7F" w:rsidTr="007C1326">
        <w:tc>
          <w:tcPr>
            <w:tcW w:w="2405" w:type="dxa"/>
            <w:tcBorders>
              <w:left w:val="single" w:sz="4" w:space="0" w:color="auto"/>
            </w:tcBorders>
          </w:tcPr>
          <w:p w:rsidR="00F75F7C" w:rsidRDefault="00F75F7C" w:rsidP="00A6204B">
            <w:pPr>
              <w:pStyle w:val="Tabletext"/>
              <w:spacing w:before="96" w:after="96"/>
            </w:pPr>
            <w:r>
              <w:t xml:space="preserve">Kindergarten </w:t>
            </w:r>
            <w:r w:rsidRPr="002003AD">
              <w:t>fee</w:t>
            </w:r>
            <w:r>
              <w:t xml:space="preserve"> deposit</w:t>
            </w:r>
          </w:p>
        </w:tc>
        <w:tc>
          <w:tcPr>
            <w:tcW w:w="2175" w:type="dxa"/>
          </w:tcPr>
          <w:p w:rsidR="00F75F7C" w:rsidRPr="006615BD" w:rsidRDefault="00DA72C5" w:rsidP="00615757">
            <w:pPr>
              <w:pStyle w:val="Tabletext"/>
              <w:spacing w:before="96" w:after="96"/>
            </w:pPr>
            <w:r>
              <w:t>$</w:t>
            </w:r>
            <w:r w:rsidR="00615757">
              <w:t>5</w:t>
            </w:r>
            <w:r>
              <w:t>0</w:t>
            </w:r>
          </w:p>
        </w:tc>
        <w:tc>
          <w:tcPr>
            <w:tcW w:w="2309" w:type="dxa"/>
          </w:tcPr>
          <w:p w:rsidR="00F75F7C" w:rsidRPr="00916D7F" w:rsidRDefault="00F75F7C" w:rsidP="0026136D">
            <w:pPr>
              <w:spacing w:beforeLines="40" w:afterLines="40" w:line="260" w:lineRule="atLeast"/>
            </w:pPr>
          </w:p>
        </w:tc>
        <w:tc>
          <w:tcPr>
            <w:tcW w:w="2284" w:type="dxa"/>
            <w:tcBorders>
              <w:right w:val="single" w:sz="4" w:space="0" w:color="auto"/>
            </w:tcBorders>
          </w:tcPr>
          <w:p w:rsidR="00F75F7C" w:rsidRPr="00916D7F" w:rsidRDefault="00DA72C5" w:rsidP="0026136D">
            <w:pPr>
              <w:spacing w:beforeLines="40" w:afterLines="40" w:line="260" w:lineRule="atLeast"/>
            </w:pPr>
            <w:r>
              <w:rPr>
                <w:sz w:val="20"/>
                <w:szCs w:val="18"/>
              </w:rPr>
              <w:t>$</w:t>
            </w:r>
            <w:r w:rsidR="00615757">
              <w:rPr>
                <w:sz w:val="20"/>
                <w:szCs w:val="18"/>
              </w:rPr>
              <w:t>5</w:t>
            </w:r>
            <w:r>
              <w:rPr>
                <w:sz w:val="20"/>
                <w:szCs w:val="18"/>
              </w:rPr>
              <w:t>0</w:t>
            </w:r>
          </w:p>
        </w:tc>
      </w:tr>
      <w:tr w:rsidR="00F75F7C" w:rsidRPr="00916D7F" w:rsidTr="007C1326">
        <w:tc>
          <w:tcPr>
            <w:tcW w:w="2405" w:type="dxa"/>
            <w:tcBorders>
              <w:left w:val="single" w:sz="4" w:space="0" w:color="auto"/>
            </w:tcBorders>
          </w:tcPr>
          <w:p w:rsidR="00F75F7C" w:rsidRPr="00BA5C44" w:rsidRDefault="00F75F7C" w:rsidP="00A6204B">
            <w:pPr>
              <w:pStyle w:val="Tabletext"/>
              <w:spacing w:before="96" w:after="96"/>
            </w:pPr>
            <w:r>
              <w:t>Term 1</w:t>
            </w:r>
          </w:p>
        </w:tc>
        <w:tc>
          <w:tcPr>
            <w:tcW w:w="2175" w:type="dxa"/>
          </w:tcPr>
          <w:p w:rsidR="00F75F7C" w:rsidRPr="00916D7F" w:rsidRDefault="00DA72C5" w:rsidP="0026136D">
            <w:pPr>
              <w:spacing w:beforeLines="40" w:afterLines="40" w:line="260" w:lineRule="atLeast"/>
            </w:pPr>
            <w:r>
              <w:rPr>
                <w:sz w:val="20"/>
                <w:szCs w:val="18"/>
              </w:rPr>
              <w:t>$1</w:t>
            </w:r>
            <w:r w:rsidR="00615757">
              <w:rPr>
                <w:sz w:val="20"/>
                <w:szCs w:val="18"/>
              </w:rPr>
              <w:t>3</w:t>
            </w:r>
            <w:r>
              <w:rPr>
                <w:sz w:val="20"/>
                <w:szCs w:val="18"/>
              </w:rPr>
              <w:t>0</w:t>
            </w:r>
          </w:p>
        </w:tc>
        <w:tc>
          <w:tcPr>
            <w:tcW w:w="2309" w:type="dxa"/>
          </w:tcPr>
          <w:p w:rsidR="00F75F7C" w:rsidRPr="00916D7F" w:rsidRDefault="00F75F7C" w:rsidP="0026136D">
            <w:pPr>
              <w:spacing w:beforeLines="40" w:afterLines="40" w:line="260" w:lineRule="atLeast"/>
            </w:pPr>
          </w:p>
        </w:tc>
        <w:tc>
          <w:tcPr>
            <w:tcW w:w="2284" w:type="dxa"/>
            <w:tcBorders>
              <w:right w:val="single" w:sz="4" w:space="0" w:color="auto"/>
            </w:tcBorders>
          </w:tcPr>
          <w:p w:rsidR="00F75F7C" w:rsidRPr="00916D7F" w:rsidRDefault="00DA72C5" w:rsidP="0026136D">
            <w:pPr>
              <w:spacing w:beforeLines="40" w:afterLines="40" w:line="260" w:lineRule="atLeast"/>
            </w:pPr>
            <w:r>
              <w:t>$1</w:t>
            </w:r>
            <w:r w:rsidR="00615757">
              <w:t>3</w:t>
            </w:r>
            <w:r>
              <w:t>0</w:t>
            </w:r>
          </w:p>
        </w:tc>
      </w:tr>
      <w:tr w:rsidR="00F75F7C" w:rsidRPr="00916D7F" w:rsidTr="007C1326">
        <w:tc>
          <w:tcPr>
            <w:tcW w:w="2405" w:type="dxa"/>
            <w:tcBorders>
              <w:left w:val="single" w:sz="4" w:space="0" w:color="auto"/>
            </w:tcBorders>
          </w:tcPr>
          <w:p w:rsidR="00F75F7C" w:rsidRDefault="00F75F7C" w:rsidP="00A6204B">
            <w:pPr>
              <w:pStyle w:val="Tabletext"/>
              <w:spacing w:before="96" w:after="96"/>
            </w:pPr>
            <w:r>
              <w:t>Term 2</w:t>
            </w:r>
          </w:p>
        </w:tc>
        <w:tc>
          <w:tcPr>
            <w:tcW w:w="2175" w:type="dxa"/>
          </w:tcPr>
          <w:p w:rsidR="00F75F7C" w:rsidRPr="00916D7F" w:rsidRDefault="00DA72C5" w:rsidP="0026136D">
            <w:pPr>
              <w:spacing w:beforeLines="40" w:afterLines="40" w:line="260" w:lineRule="atLeast"/>
            </w:pPr>
            <w:r>
              <w:rPr>
                <w:sz w:val="20"/>
                <w:szCs w:val="18"/>
              </w:rPr>
              <w:t>$1</w:t>
            </w:r>
            <w:r w:rsidR="00615757">
              <w:rPr>
                <w:sz w:val="20"/>
                <w:szCs w:val="18"/>
              </w:rPr>
              <w:t>8</w:t>
            </w:r>
            <w:r>
              <w:rPr>
                <w:sz w:val="20"/>
                <w:szCs w:val="18"/>
              </w:rPr>
              <w:t>0</w:t>
            </w:r>
          </w:p>
        </w:tc>
        <w:tc>
          <w:tcPr>
            <w:tcW w:w="2309" w:type="dxa"/>
          </w:tcPr>
          <w:p w:rsidR="00F75F7C" w:rsidRPr="00916D7F" w:rsidRDefault="00F75F7C" w:rsidP="0026136D">
            <w:pPr>
              <w:spacing w:beforeLines="40" w:afterLines="40" w:line="260" w:lineRule="atLeast"/>
            </w:pPr>
          </w:p>
        </w:tc>
        <w:tc>
          <w:tcPr>
            <w:tcW w:w="2284" w:type="dxa"/>
            <w:tcBorders>
              <w:right w:val="single" w:sz="4" w:space="0" w:color="auto"/>
            </w:tcBorders>
          </w:tcPr>
          <w:p w:rsidR="00F75F7C" w:rsidRPr="00916D7F" w:rsidRDefault="00DA72C5" w:rsidP="0026136D">
            <w:pPr>
              <w:spacing w:beforeLines="40" w:afterLines="40" w:line="260" w:lineRule="atLeast"/>
            </w:pPr>
            <w:r>
              <w:rPr>
                <w:sz w:val="20"/>
                <w:szCs w:val="18"/>
              </w:rPr>
              <w:t>$1</w:t>
            </w:r>
            <w:r w:rsidR="00615757">
              <w:rPr>
                <w:sz w:val="20"/>
                <w:szCs w:val="18"/>
              </w:rPr>
              <w:t>8</w:t>
            </w:r>
            <w:r>
              <w:rPr>
                <w:sz w:val="20"/>
                <w:szCs w:val="18"/>
              </w:rPr>
              <w:t>0</w:t>
            </w:r>
          </w:p>
        </w:tc>
      </w:tr>
      <w:tr w:rsidR="00F75F7C" w:rsidRPr="00916D7F" w:rsidTr="007C1326">
        <w:tc>
          <w:tcPr>
            <w:tcW w:w="2405" w:type="dxa"/>
            <w:tcBorders>
              <w:left w:val="single" w:sz="4" w:space="0" w:color="auto"/>
              <w:bottom w:val="single" w:sz="4" w:space="0" w:color="auto"/>
            </w:tcBorders>
          </w:tcPr>
          <w:p w:rsidR="00F75F7C" w:rsidRDefault="00F75F7C" w:rsidP="00A6204B">
            <w:pPr>
              <w:pStyle w:val="Tabletext"/>
              <w:spacing w:before="96" w:after="96"/>
            </w:pPr>
            <w:r>
              <w:t>Term 3</w:t>
            </w:r>
          </w:p>
        </w:tc>
        <w:tc>
          <w:tcPr>
            <w:tcW w:w="2175" w:type="dxa"/>
            <w:tcBorders>
              <w:bottom w:val="single" w:sz="4" w:space="0" w:color="auto"/>
            </w:tcBorders>
          </w:tcPr>
          <w:p w:rsidR="00F75F7C" w:rsidRPr="00916D7F" w:rsidRDefault="00DA72C5" w:rsidP="0026136D">
            <w:pPr>
              <w:spacing w:beforeLines="40" w:afterLines="40" w:line="260" w:lineRule="atLeast"/>
            </w:pPr>
            <w:r>
              <w:rPr>
                <w:sz w:val="20"/>
                <w:szCs w:val="18"/>
              </w:rPr>
              <w:t>$1</w:t>
            </w:r>
            <w:r w:rsidR="00615757">
              <w:rPr>
                <w:sz w:val="20"/>
                <w:szCs w:val="18"/>
              </w:rPr>
              <w:t>8</w:t>
            </w:r>
            <w:r>
              <w:rPr>
                <w:sz w:val="20"/>
                <w:szCs w:val="18"/>
              </w:rPr>
              <w:t>0</w:t>
            </w:r>
          </w:p>
        </w:tc>
        <w:tc>
          <w:tcPr>
            <w:tcW w:w="2309" w:type="dxa"/>
            <w:tcBorders>
              <w:bottom w:val="single" w:sz="4" w:space="0" w:color="auto"/>
            </w:tcBorders>
          </w:tcPr>
          <w:p w:rsidR="00F75F7C" w:rsidRPr="00916D7F" w:rsidRDefault="00F75F7C" w:rsidP="0026136D">
            <w:pPr>
              <w:spacing w:beforeLines="40" w:afterLines="40" w:line="260" w:lineRule="atLeast"/>
            </w:pPr>
          </w:p>
        </w:tc>
        <w:tc>
          <w:tcPr>
            <w:tcW w:w="2284" w:type="dxa"/>
            <w:tcBorders>
              <w:bottom w:val="single" w:sz="4" w:space="0" w:color="auto"/>
              <w:right w:val="single" w:sz="4" w:space="0" w:color="auto"/>
            </w:tcBorders>
          </w:tcPr>
          <w:p w:rsidR="00F75F7C" w:rsidRPr="00916D7F" w:rsidRDefault="00DA72C5" w:rsidP="0026136D">
            <w:pPr>
              <w:spacing w:beforeLines="40" w:afterLines="40" w:line="260" w:lineRule="atLeast"/>
            </w:pPr>
            <w:r>
              <w:rPr>
                <w:sz w:val="20"/>
                <w:szCs w:val="18"/>
              </w:rPr>
              <w:t>$1</w:t>
            </w:r>
            <w:r w:rsidR="00615757">
              <w:rPr>
                <w:sz w:val="20"/>
                <w:szCs w:val="18"/>
              </w:rPr>
              <w:t>8</w:t>
            </w:r>
            <w:r>
              <w:rPr>
                <w:sz w:val="20"/>
                <w:szCs w:val="18"/>
              </w:rPr>
              <w:t>0</w:t>
            </w:r>
          </w:p>
        </w:tc>
      </w:tr>
      <w:tr w:rsidR="00F75F7C" w:rsidRPr="00916D7F" w:rsidTr="007C1326">
        <w:tc>
          <w:tcPr>
            <w:tcW w:w="2405" w:type="dxa"/>
            <w:tcBorders>
              <w:left w:val="single" w:sz="4" w:space="0" w:color="auto"/>
              <w:bottom w:val="single" w:sz="12" w:space="0" w:color="auto"/>
            </w:tcBorders>
          </w:tcPr>
          <w:p w:rsidR="00F75F7C" w:rsidRDefault="00F75F7C" w:rsidP="00A6204B">
            <w:pPr>
              <w:pStyle w:val="Tabletext"/>
              <w:spacing w:before="96" w:after="96"/>
            </w:pPr>
            <w:r>
              <w:t>Term 4</w:t>
            </w:r>
          </w:p>
        </w:tc>
        <w:tc>
          <w:tcPr>
            <w:tcW w:w="2175" w:type="dxa"/>
            <w:tcBorders>
              <w:bottom w:val="single" w:sz="12" w:space="0" w:color="auto"/>
            </w:tcBorders>
          </w:tcPr>
          <w:p w:rsidR="00F75F7C" w:rsidRPr="00916D7F" w:rsidRDefault="00DA72C5" w:rsidP="0026136D">
            <w:pPr>
              <w:spacing w:beforeLines="40" w:afterLines="40" w:line="260" w:lineRule="atLeast"/>
            </w:pPr>
            <w:r>
              <w:rPr>
                <w:sz w:val="20"/>
                <w:szCs w:val="18"/>
              </w:rPr>
              <w:t>$1</w:t>
            </w:r>
            <w:r w:rsidR="00615757">
              <w:rPr>
                <w:sz w:val="20"/>
                <w:szCs w:val="18"/>
              </w:rPr>
              <w:t>8</w:t>
            </w:r>
            <w:r>
              <w:rPr>
                <w:sz w:val="20"/>
                <w:szCs w:val="18"/>
              </w:rPr>
              <w:t>0</w:t>
            </w:r>
          </w:p>
        </w:tc>
        <w:tc>
          <w:tcPr>
            <w:tcW w:w="2309" w:type="dxa"/>
            <w:tcBorders>
              <w:bottom w:val="single" w:sz="12" w:space="0" w:color="auto"/>
            </w:tcBorders>
          </w:tcPr>
          <w:p w:rsidR="00F75F7C" w:rsidRPr="00916D7F" w:rsidRDefault="00F75F7C" w:rsidP="0026136D">
            <w:pPr>
              <w:spacing w:beforeLines="40" w:afterLines="40" w:line="260" w:lineRule="atLeast"/>
            </w:pPr>
          </w:p>
        </w:tc>
        <w:tc>
          <w:tcPr>
            <w:tcW w:w="2284" w:type="dxa"/>
            <w:tcBorders>
              <w:bottom w:val="single" w:sz="12" w:space="0" w:color="auto"/>
              <w:right w:val="single" w:sz="4" w:space="0" w:color="auto"/>
            </w:tcBorders>
          </w:tcPr>
          <w:p w:rsidR="00F75F7C" w:rsidRPr="00916D7F" w:rsidRDefault="00DA72C5" w:rsidP="0026136D">
            <w:pPr>
              <w:spacing w:beforeLines="40" w:afterLines="40" w:line="260" w:lineRule="atLeast"/>
            </w:pPr>
            <w:r>
              <w:rPr>
                <w:sz w:val="20"/>
                <w:szCs w:val="18"/>
              </w:rPr>
              <w:t>$1</w:t>
            </w:r>
            <w:r w:rsidR="00615757">
              <w:rPr>
                <w:sz w:val="20"/>
                <w:szCs w:val="18"/>
              </w:rPr>
              <w:t>8</w:t>
            </w:r>
            <w:r>
              <w:rPr>
                <w:sz w:val="20"/>
                <w:szCs w:val="18"/>
              </w:rPr>
              <w:t>0</w:t>
            </w:r>
          </w:p>
        </w:tc>
      </w:tr>
      <w:tr w:rsidR="00F75F7C" w:rsidRPr="00916D7F" w:rsidTr="007C1326">
        <w:tc>
          <w:tcPr>
            <w:tcW w:w="2405" w:type="dxa"/>
            <w:tcBorders>
              <w:top w:val="single" w:sz="12" w:space="0" w:color="auto"/>
              <w:left w:val="single" w:sz="4" w:space="0" w:color="auto"/>
            </w:tcBorders>
          </w:tcPr>
          <w:p w:rsidR="00F75F7C" w:rsidRDefault="00F75F7C" w:rsidP="00A6204B">
            <w:pPr>
              <w:pStyle w:val="Tabletext"/>
              <w:spacing w:before="96" w:after="96"/>
            </w:pPr>
            <w:r>
              <w:t>Total</w:t>
            </w:r>
          </w:p>
        </w:tc>
        <w:tc>
          <w:tcPr>
            <w:tcW w:w="2175" w:type="dxa"/>
            <w:tcBorders>
              <w:top w:val="single" w:sz="12" w:space="0" w:color="auto"/>
            </w:tcBorders>
          </w:tcPr>
          <w:p w:rsidR="00F75F7C" w:rsidRPr="00916D7F" w:rsidRDefault="00DA72C5" w:rsidP="0026136D">
            <w:pPr>
              <w:spacing w:beforeLines="40" w:afterLines="40" w:line="260" w:lineRule="atLeast"/>
            </w:pPr>
            <w:r>
              <w:rPr>
                <w:sz w:val="20"/>
                <w:szCs w:val="18"/>
              </w:rPr>
              <w:t>$</w:t>
            </w:r>
            <w:r w:rsidR="00615757">
              <w:rPr>
                <w:sz w:val="20"/>
                <w:szCs w:val="18"/>
              </w:rPr>
              <w:t>720</w:t>
            </w:r>
          </w:p>
        </w:tc>
        <w:tc>
          <w:tcPr>
            <w:tcW w:w="2309" w:type="dxa"/>
            <w:tcBorders>
              <w:top w:val="single" w:sz="12" w:space="0" w:color="auto"/>
            </w:tcBorders>
          </w:tcPr>
          <w:p w:rsidR="00F75F7C" w:rsidRPr="00916D7F" w:rsidRDefault="00F75F7C" w:rsidP="0026136D">
            <w:pPr>
              <w:spacing w:beforeLines="40" w:afterLines="40" w:line="260" w:lineRule="atLeast"/>
            </w:pPr>
          </w:p>
        </w:tc>
        <w:tc>
          <w:tcPr>
            <w:tcW w:w="2284" w:type="dxa"/>
            <w:tcBorders>
              <w:top w:val="single" w:sz="12" w:space="0" w:color="auto"/>
              <w:right w:val="single" w:sz="4" w:space="0" w:color="auto"/>
            </w:tcBorders>
          </w:tcPr>
          <w:p w:rsidR="00F75F7C" w:rsidRPr="00916D7F" w:rsidRDefault="00DA72C5" w:rsidP="0026136D">
            <w:pPr>
              <w:spacing w:beforeLines="40" w:afterLines="40" w:line="260" w:lineRule="atLeast"/>
            </w:pPr>
            <w:r>
              <w:rPr>
                <w:sz w:val="20"/>
                <w:szCs w:val="18"/>
              </w:rPr>
              <w:t>$</w:t>
            </w:r>
            <w:r w:rsidR="00615757">
              <w:rPr>
                <w:sz w:val="20"/>
                <w:szCs w:val="18"/>
              </w:rPr>
              <w:t>720</w:t>
            </w:r>
          </w:p>
        </w:tc>
      </w:tr>
    </w:tbl>
    <w:p w:rsidR="00BA5C44" w:rsidRDefault="00BA5C44" w:rsidP="00BA5C44">
      <w:pPr>
        <w:pStyle w:val="Heading4"/>
      </w:pPr>
      <w:r>
        <w:t>Payment of fees</w:t>
      </w:r>
    </w:p>
    <w:p w:rsidR="00BA5C44" w:rsidRDefault="00BA5C44" w:rsidP="00BA5C44">
      <w:pPr>
        <w:pStyle w:val="BodyText"/>
      </w:pPr>
      <w:r>
        <w:t xml:space="preserve">Invoices will be issued </w:t>
      </w:r>
      <w:r w:rsidR="00DA72C5">
        <w:rPr>
          <w:b/>
        </w:rPr>
        <w:t>6 weeks prior to the end of each term</w:t>
      </w:r>
      <w:r>
        <w:rPr>
          <w:b/>
        </w:rPr>
        <w:t xml:space="preserve"> </w:t>
      </w:r>
      <w:r>
        <w:t>and must be paid by the due date.</w:t>
      </w:r>
    </w:p>
    <w:p w:rsidR="00BA5C44" w:rsidRDefault="00BA5C44" w:rsidP="00BA5C44">
      <w:pPr>
        <w:pStyle w:val="Heading4"/>
      </w:pPr>
      <w:r>
        <w:t>Kindergarten fee deposit</w:t>
      </w:r>
    </w:p>
    <w:p w:rsidR="00603C90" w:rsidRDefault="00603C90" w:rsidP="00603C90">
      <w:pPr>
        <w:pStyle w:val="BodyText"/>
      </w:pPr>
      <w:r>
        <w:t xml:space="preserve">Parents/guardians are required to pay the fee deposit on offer of a place. This payment is retained and deducted from term fees. Payment will secure the child’s place in the three-year-old kindergarten program. </w:t>
      </w:r>
    </w:p>
    <w:p w:rsidR="00603C90" w:rsidRPr="00603C90" w:rsidRDefault="00603C90" w:rsidP="00603C90">
      <w:pPr>
        <w:pStyle w:val="Heading4"/>
        <w:rPr>
          <w:lang w:val="en-US"/>
        </w:rPr>
      </w:pPr>
      <w:r w:rsidRPr="00603C90">
        <w:rPr>
          <w:lang w:val="en-US"/>
        </w:rPr>
        <w:t>Early Start Kindergarten fee subsidy</w:t>
      </w:r>
    </w:p>
    <w:p w:rsidR="00603C90" w:rsidRPr="00603C90" w:rsidRDefault="00603C90" w:rsidP="00603C90">
      <w:pPr>
        <w:pStyle w:val="BodyText"/>
        <w:rPr>
          <w:lang w:val="en-US"/>
        </w:rPr>
      </w:pPr>
      <w:r w:rsidRPr="00603C90">
        <w:rPr>
          <w:lang w:val="en-US"/>
        </w:rPr>
        <w:t>Families who are eligible for the Early Start Kin</w:t>
      </w:r>
      <w:r>
        <w:rPr>
          <w:lang w:val="en-US"/>
        </w:rPr>
        <w:t>dergarten fee subsidy (refer to</w:t>
      </w:r>
      <w:r w:rsidRPr="00603C90">
        <w:rPr>
          <w:lang w:val="en-US"/>
        </w:rPr>
        <w:t xml:space="preserve"> Fee information for families) will not be required to make fee payments.</w:t>
      </w:r>
    </w:p>
    <w:p w:rsidR="00603C90" w:rsidRDefault="00603C90" w:rsidP="00603C90">
      <w:pPr>
        <w:pStyle w:val="Heading4"/>
      </w:pPr>
      <w:r>
        <w:t xml:space="preserve">Child Care Benefit </w:t>
      </w:r>
      <w:r w:rsidR="007C1326">
        <w:t>(CCB)</w:t>
      </w:r>
    </w:p>
    <w:p w:rsidR="00603C90" w:rsidRPr="00621505" w:rsidRDefault="00603C90" w:rsidP="007C1326">
      <w:pPr>
        <w:pStyle w:val="BodyText"/>
        <w:rPr>
          <w:b/>
        </w:rPr>
      </w:pPr>
      <w:r w:rsidRPr="00621505">
        <w:t xml:space="preserve">For </w:t>
      </w:r>
      <w:r w:rsidRPr="007C1326">
        <w:t>information</w:t>
      </w:r>
      <w:r w:rsidRPr="00621505">
        <w:t xml:space="preserve"> on the Child Care Benefit, refer to Fee information for families.</w:t>
      </w:r>
      <w:r w:rsidRPr="00621505">
        <w:rPr>
          <w:bCs/>
        </w:rPr>
        <w:t xml:space="preserve"> </w:t>
      </w:r>
    </w:p>
    <w:p w:rsidR="00603C90" w:rsidRPr="00603C90" w:rsidRDefault="00603C90" w:rsidP="00EE0114">
      <w:pPr>
        <w:pStyle w:val="Heading4"/>
      </w:pPr>
      <w:r w:rsidRPr="00603C90">
        <w:t>Children turning three during the year</w:t>
      </w:r>
    </w:p>
    <w:p w:rsidR="00603C90" w:rsidRPr="00656AD5" w:rsidRDefault="00603C90" w:rsidP="00603C90">
      <w:pPr>
        <w:pStyle w:val="Policytext"/>
      </w:pPr>
      <w:r>
        <w:t>Full p</w:t>
      </w:r>
      <w:r w:rsidRPr="00656AD5">
        <w:t xml:space="preserve">ayment from the first day of Term 1 </w:t>
      </w:r>
      <w:r>
        <w:t xml:space="preserve">is required </w:t>
      </w:r>
      <w:r w:rsidRPr="00656AD5">
        <w:t xml:space="preserve">if a place is </w:t>
      </w:r>
      <w:r>
        <w:t xml:space="preserve">to be </w:t>
      </w:r>
      <w:r w:rsidRPr="00656AD5">
        <w:t xml:space="preserve">reserved for a child in the three-year-old kindergarten program. Children can </w:t>
      </w:r>
      <w:r>
        <w:t xml:space="preserve">only </w:t>
      </w:r>
      <w:r w:rsidRPr="00656AD5">
        <w:t>commence the program when they have turned three.</w:t>
      </w:r>
    </w:p>
    <w:p w:rsidR="00BA5C44" w:rsidRPr="00E0312D" w:rsidRDefault="00BA5C44" w:rsidP="00BA5C44">
      <w:pPr>
        <w:pStyle w:val="Heading4"/>
      </w:pPr>
      <w:r>
        <w:t xml:space="preserve">Late collection charge </w:t>
      </w:r>
    </w:p>
    <w:p w:rsidR="00BA5C44" w:rsidRDefault="00DA72C5" w:rsidP="00BA5C44">
      <w:pPr>
        <w:pStyle w:val="BodyText"/>
      </w:pPr>
      <w:r>
        <w:t>The Committee of Management</w:t>
      </w:r>
      <w:r w:rsidR="00BA5C44">
        <w:t xml:space="preserve"> reserves the right to implement a late collection charge when parents/guardians are frequently late in collecting a child (refer to Fee information for families). </w:t>
      </w:r>
    </w:p>
    <w:p w:rsidR="00DA72C5" w:rsidRDefault="00DA72C5" w:rsidP="00DA72C5">
      <w:pPr>
        <w:pStyle w:val="Paragraph"/>
        <w:spacing w:before="0" w:after="0"/>
        <w:rPr>
          <w:sz w:val="18"/>
        </w:rPr>
      </w:pPr>
      <w:r>
        <w:rPr>
          <w:sz w:val="18"/>
        </w:rPr>
        <w:t xml:space="preserve">A late collection fee </w:t>
      </w:r>
      <w:r w:rsidR="001934AF">
        <w:rPr>
          <w:sz w:val="18"/>
        </w:rPr>
        <w:t>is</w:t>
      </w:r>
      <w:r>
        <w:rPr>
          <w:sz w:val="18"/>
        </w:rPr>
        <w:t xml:space="preserve"> applied to all programs, including 3 and 4 year programs, when: </w:t>
      </w:r>
    </w:p>
    <w:p w:rsidR="00DA72C5" w:rsidRDefault="00DA72C5" w:rsidP="00DA72C5">
      <w:pPr>
        <w:pStyle w:val="Paragraph"/>
        <w:numPr>
          <w:ilvl w:val="0"/>
          <w:numId w:val="28"/>
        </w:numPr>
        <w:spacing w:before="0"/>
        <w:ind w:left="922"/>
        <w:rPr>
          <w:sz w:val="18"/>
        </w:rPr>
      </w:pPr>
      <w:r>
        <w:rPr>
          <w:sz w:val="18"/>
        </w:rPr>
        <w:t xml:space="preserve">The parent/guardian is between 15 and 30 minutes late in collecting their child. The fee will be based on $5 for every ten minutes, or part </w:t>
      </w:r>
      <w:proofErr w:type="spellStart"/>
      <w:r>
        <w:rPr>
          <w:sz w:val="18"/>
        </w:rPr>
        <w:t>there of</w:t>
      </w:r>
      <w:proofErr w:type="spellEnd"/>
      <w:r>
        <w:rPr>
          <w:sz w:val="18"/>
        </w:rPr>
        <w:t>, from the conclusion of the session.</w:t>
      </w:r>
    </w:p>
    <w:p w:rsidR="00DA72C5" w:rsidRDefault="00DA72C5" w:rsidP="00DA72C5">
      <w:pPr>
        <w:pStyle w:val="Paragraph"/>
        <w:numPr>
          <w:ilvl w:val="0"/>
          <w:numId w:val="28"/>
        </w:numPr>
        <w:rPr>
          <w:i/>
          <w:sz w:val="16"/>
        </w:rPr>
      </w:pPr>
      <w:r>
        <w:rPr>
          <w:sz w:val="18"/>
        </w:rPr>
        <w:t xml:space="preserve">The parent/guardian is over 30 minutes late in collecting their child. The fee will be based on $5 for every ten minutes, or part </w:t>
      </w:r>
      <w:proofErr w:type="spellStart"/>
      <w:r>
        <w:rPr>
          <w:sz w:val="18"/>
        </w:rPr>
        <w:t>there of</w:t>
      </w:r>
      <w:proofErr w:type="spellEnd"/>
      <w:r>
        <w:rPr>
          <w:sz w:val="18"/>
        </w:rPr>
        <w:t xml:space="preserve">, for the first 30 minutes from the conclusion of the session and then $10 for every ten minutes or part </w:t>
      </w:r>
      <w:proofErr w:type="spellStart"/>
      <w:r>
        <w:rPr>
          <w:sz w:val="18"/>
        </w:rPr>
        <w:t>there of</w:t>
      </w:r>
      <w:proofErr w:type="spellEnd"/>
      <w:r>
        <w:rPr>
          <w:sz w:val="18"/>
        </w:rPr>
        <w:t>, after that.</w:t>
      </w:r>
    </w:p>
    <w:p w:rsidR="00DA72C5" w:rsidRDefault="00DA72C5" w:rsidP="00BA5C44">
      <w:pPr>
        <w:pStyle w:val="BodyText"/>
      </w:pPr>
    </w:p>
    <w:p w:rsidR="00B0179F" w:rsidRPr="00A83385" w:rsidRDefault="00B0179F" w:rsidP="00B0179F">
      <w:pPr>
        <w:pStyle w:val="Attachment1"/>
        <w:tabs>
          <w:tab w:val="right" w:pos="9072"/>
        </w:tabs>
      </w:pPr>
      <w:r w:rsidRPr="00A83385">
        <w:lastRenderedPageBreak/>
        <w:t xml:space="preserve">Attachment </w:t>
      </w:r>
      <w:r>
        <w:t>4</w:t>
      </w:r>
      <w:r w:rsidRPr="00A83385">
        <w:tab/>
      </w:r>
    </w:p>
    <w:p w:rsidR="00617DF6" w:rsidRDefault="00A7558B" w:rsidP="00B0179F">
      <w:pPr>
        <w:pStyle w:val="Attachment2"/>
      </w:pPr>
      <w:r w:rsidRPr="00A7558B">
        <w:t xml:space="preserve">Fee Payment Agreement  </w:t>
      </w:r>
    </w:p>
    <w:p w:rsidR="00B0179F" w:rsidRPr="00A83385" w:rsidRDefault="00DA72C5" w:rsidP="00B0179F">
      <w:pPr>
        <w:pStyle w:val="BodyText"/>
        <w:rPr>
          <w:b/>
          <w:sz w:val="24"/>
          <w:szCs w:val="24"/>
          <w:lang w:val="en-US"/>
        </w:rPr>
      </w:pPr>
      <w:r>
        <w:rPr>
          <w:b/>
          <w:sz w:val="24"/>
          <w:szCs w:val="24"/>
          <w:lang w:val="en-US"/>
        </w:rPr>
        <w:t>201</w:t>
      </w:r>
      <w:r w:rsidR="0026136D">
        <w:rPr>
          <w:b/>
          <w:sz w:val="24"/>
          <w:szCs w:val="24"/>
          <w:lang w:val="en-US"/>
        </w:rPr>
        <w:t>5</w:t>
      </w:r>
      <w:r w:rsidR="00B0179F" w:rsidRPr="00A83385">
        <w:rPr>
          <w:b/>
          <w:sz w:val="24"/>
          <w:szCs w:val="24"/>
          <w:lang w:val="en-US"/>
        </w:rPr>
        <w:t xml:space="preserve"> </w:t>
      </w:r>
    </w:p>
    <w:p w:rsidR="00B0179F" w:rsidRPr="00A83385" w:rsidRDefault="00B0179F" w:rsidP="00B0179F">
      <w:pPr>
        <w:pStyle w:val="BodyText"/>
        <w:rPr>
          <w:b/>
          <w:sz w:val="24"/>
          <w:szCs w:val="24"/>
          <w:lang w:val="en-US"/>
        </w:rPr>
      </w:pPr>
      <w:r w:rsidRPr="00B0179F">
        <w:rPr>
          <w:b/>
          <w:sz w:val="24"/>
          <w:szCs w:val="24"/>
        </w:rPr>
        <w:t>Four-year-old (funded) kindergarten program</w:t>
      </w:r>
      <w:r w:rsidRPr="00A83385">
        <w:rPr>
          <w:b/>
          <w:sz w:val="24"/>
          <w:szCs w:val="24"/>
          <w:lang w:val="en-US"/>
        </w:rPr>
        <w:t xml:space="preserve"> </w:t>
      </w:r>
    </w:p>
    <w:p w:rsidR="00B0179F" w:rsidRDefault="00B0179F" w:rsidP="00B0179F">
      <w:pPr>
        <w:pStyle w:val="Policytext"/>
      </w:pPr>
      <w:r w:rsidRPr="0002214A">
        <w:t>Please</w:t>
      </w:r>
      <w:r>
        <w:t xml:space="preserve"> complete this form and return to </w:t>
      </w:r>
      <w:fldSimple w:instr=" DOCPROPERTY  Company  \* MERGEFORMAT ">
        <w:r w:rsidR="00DE696D">
          <w:t>Alexandra &amp; District Kindergarten</w:t>
        </w:r>
      </w:fldSimple>
      <w:r>
        <w:rPr>
          <w:b/>
        </w:rPr>
        <w:t xml:space="preserve"> </w:t>
      </w:r>
      <w:proofErr w:type="gramStart"/>
      <w:r w:rsidRPr="00192B6D">
        <w:t>b</w:t>
      </w:r>
      <w:r>
        <w:t xml:space="preserve">y </w:t>
      </w:r>
      <w:proofErr w:type="gramEnd"/>
      <w:r w:rsidR="005D3A85" w:rsidRPr="00B0179F">
        <w:fldChar w:fldCharType="begin"/>
      </w:r>
      <w:r w:rsidRPr="00B0179F">
        <w:instrText xml:space="preserve"> MACROBUTTON  AcceptAllChangesInDoc [</w:instrText>
      </w:r>
      <w:r w:rsidRPr="00B0179F">
        <w:rPr>
          <w:highlight w:val="yellow"/>
        </w:rPr>
        <w:instrText>Date</w:instrText>
      </w:r>
      <w:r w:rsidRPr="00B0179F">
        <w:instrText>]</w:instrText>
      </w:r>
      <w:r w:rsidR="005D3A85" w:rsidRPr="00B0179F">
        <w:fldChar w:fldCharType="end"/>
      </w:r>
      <w:r w:rsidRPr="0002214A">
        <w:t>.</w:t>
      </w:r>
    </w:p>
    <w:p w:rsidR="00B0179F" w:rsidRDefault="00B0179F" w:rsidP="00145D87">
      <w:pPr>
        <w:pStyle w:val="Heading4"/>
      </w:pPr>
      <w:r>
        <w:t>Fee payment contract</w:t>
      </w:r>
    </w:p>
    <w:p w:rsidR="00B0179F" w:rsidRPr="00651690" w:rsidRDefault="00B0179F" w:rsidP="008860F9">
      <w:pPr>
        <w:pStyle w:val="BodyText"/>
        <w:tabs>
          <w:tab w:val="left" w:leader="underscore" w:pos="7938"/>
        </w:tabs>
      </w:pPr>
      <w:r>
        <w:t>C</w:t>
      </w:r>
      <w:r w:rsidRPr="00651690">
        <w:t>hild</w:t>
      </w:r>
      <w:r>
        <w:t>’s full name</w:t>
      </w:r>
      <w:r w:rsidRPr="00651690">
        <w:t xml:space="preserve">: </w:t>
      </w:r>
      <w:r w:rsidR="008860F9">
        <w:tab/>
      </w:r>
    </w:p>
    <w:p w:rsidR="00B0179F" w:rsidRPr="00651690" w:rsidRDefault="00B0179F" w:rsidP="008860F9">
      <w:pPr>
        <w:pStyle w:val="BodyText"/>
        <w:tabs>
          <w:tab w:val="left" w:leader="underscore" w:pos="7938"/>
        </w:tabs>
      </w:pPr>
      <w:r w:rsidRPr="00651690">
        <w:t>Parent’s/guardian’s full name:</w:t>
      </w:r>
      <w:r w:rsidR="008860F9">
        <w:tab/>
      </w:r>
    </w:p>
    <w:p w:rsidR="00B0179F" w:rsidRPr="00651690" w:rsidRDefault="00B0179F" w:rsidP="008860F9">
      <w:pPr>
        <w:pStyle w:val="Bullets1"/>
      </w:pPr>
      <w:r w:rsidRPr="00651690">
        <w:t>I/we acknowledge that the four-year-old kindergarten program is partly funded by the state government, with the balance of funds coming from fees paid by parents/guardians</w:t>
      </w:r>
      <w:r>
        <w:t>.</w:t>
      </w:r>
      <w:r w:rsidRPr="00651690">
        <w:t xml:space="preserve"> </w:t>
      </w:r>
    </w:p>
    <w:p w:rsidR="00B0179F" w:rsidRDefault="00B0179F" w:rsidP="008860F9">
      <w:pPr>
        <w:pStyle w:val="Bullets1"/>
      </w:pPr>
      <w:r w:rsidRPr="00651690">
        <w:t xml:space="preserve">I/we understand that I/we </w:t>
      </w:r>
      <w:r>
        <w:t>am/</w:t>
      </w:r>
      <w:r w:rsidRPr="00651690">
        <w:t xml:space="preserve">are entitled to obtain the </w:t>
      </w:r>
      <w:r>
        <w:t>K</w:t>
      </w:r>
      <w:r w:rsidRPr="00651690">
        <w:t xml:space="preserve">indergarten </w:t>
      </w:r>
      <w:r>
        <w:t>F</w:t>
      </w:r>
      <w:r w:rsidRPr="00651690">
        <w:t xml:space="preserve">ee </w:t>
      </w:r>
      <w:r>
        <w:t>S</w:t>
      </w:r>
      <w:r w:rsidRPr="00651690">
        <w:t xml:space="preserve">ubsidy </w:t>
      </w:r>
      <w:r>
        <w:t xml:space="preserve">if I/we meet one of the criteria below. </w:t>
      </w:r>
      <w:r w:rsidRPr="00651690">
        <w:t xml:space="preserve">If my/our eligibility lapses, then </w:t>
      </w:r>
      <w:r>
        <w:t xml:space="preserve">I/we understand that </w:t>
      </w:r>
      <w:r w:rsidRPr="00651690">
        <w:t>full payment of fees is required from the beginning of the following term</w:t>
      </w:r>
      <w:r>
        <w:t>.</w:t>
      </w:r>
    </w:p>
    <w:p w:rsidR="00B0179F" w:rsidRPr="00651690" w:rsidRDefault="00B0179F" w:rsidP="008860F9">
      <w:pPr>
        <w:pStyle w:val="Bullets1"/>
      </w:pPr>
      <w:r w:rsidRPr="00651690">
        <w:t>I/we agree to pay fees by the due date on the invoice</w:t>
      </w:r>
      <w:r>
        <w:t>.</w:t>
      </w:r>
    </w:p>
    <w:p w:rsidR="00B0179F" w:rsidRPr="00651690" w:rsidRDefault="00B0179F" w:rsidP="008860F9">
      <w:pPr>
        <w:pStyle w:val="Bullets1"/>
      </w:pPr>
      <w:r w:rsidRPr="00651690">
        <w:t>I/we understand that term fees are non-refundable</w:t>
      </w:r>
      <w:r>
        <w:t>.</w:t>
      </w:r>
    </w:p>
    <w:p w:rsidR="00B0179F" w:rsidRPr="00651690" w:rsidRDefault="00B0179F" w:rsidP="008860F9">
      <w:pPr>
        <w:pStyle w:val="Bullets1"/>
      </w:pPr>
      <w:r w:rsidRPr="00651690">
        <w:t>I/we acknowledge that if fees are not paid by the due date, the</w:t>
      </w:r>
      <w:r>
        <w:t xml:space="preserve"> Committee of </w:t>
      </w:r>
      <w:proofErr w:type="gramStart"/>
      <w:r>
        <w:t xml:space="preserve">Management </w:t>
      </w:r>
      <w:r>
        <w:rPr>
          <w:b/>
        </w:rPr>
        <w:t xml:space="preserve"> </w:t>
      </w:r>
      <w:r w:rsidRPr="00651690">
        <w:t>will</w:t>
      </w:r>
      <w:proofErr w:type="gramEnd"/>
      <w:r w:rsidRPr="00651690">
        <w:t xml:space="preserve"> implement the late payment of fees procedures</w:t>
      </w:r>
      <w:r>
        <w:t xml:space="preserve">, as outlined in the </w:t>
      </w:r>
      <w:r w:rsidRPr="00192B6D">
        <w:rPr>
          <w:i/>
        </w:rPr>
        <w:t>Fees Policy</w:t>
      </w:r>
      <w:r w:rsidRPr="00651690">
        <w:t xml:space="preserve">, which could result in the </w:t>
      </w:r>
      <w:r>
        <w:t>withdrawal</w:t>
      </w:r>
      <w:r w:rsidRPr="00651690">
        <w:t xml:space="preserve"> of my</w:t>
      </w:r>
      <w:r>
        <w:t>/our</w:t>
      </w:r>
      <w:r w:rsidRPr="00651690">
        <w:t xml:space="preserve"> child’s place at the </w:t>
      </w:r>
      <w:r>
        <w:t>service.</w:t>
      </w:r>
      <w:r w:rsidRPr="00651690">
        <w:t xml:space="preserve"> </w:t>
      </w:r>
    </w:p>
    <w:p w:rsidR="00B0179F" w:rsidRPr="00651690" w:rsidRDefault="00B0179F" w:rsidP="008860F9">
      <w:pPr>
        <w:pStyle w:val="Bullets1"/>
      </w:pPr>
      <w:r w:rsidRPr="00651690">
        <w:t xml:space="preserve">I/we agree that if </w:t>
      </w:r>
      <w:r>
        <w:t>my/</w:t>
      </w:r>
      <w:r w:rsidRPr="00651690">
        <w:t xml:space="preserve">our financial circumstances change and I/we </w:t>
      </w:r>
      <w:r>
        <w:t>am/</w:t>
      </w:r>
      <w:r w:rsidRPr="00651690">
        <w:t xml:space="preserve">are unable to pay as agreed, </w:t>
      </w:r>
      <w:r>
        <w:t>I/</w:t>
      </w:r>
      <w:r w:rsidRPr="00651690">
        <w:t>we will immediately notify the</w:t>
      </w:r>
      <w:r w:rsidR="008860F9">
        <w:t xml:space="preserve"> </w:t>
      </w:r>
      <w:r w:rsidR="00DA72C5">
        <w:t>Administration Officer</w:t>
      </w:r>
      <w:r>
        <w:t xml:space="preserve"> </w:t>
      </w:r>
      <w:r w:rsidRPr="00651690">
        <w:t>to discuss alternative payment options</w:t>
      </w:r>
      <w:r>
        <w:t>.</w:t>
      </w:r>
    </w:p>
    <w:p w:rsidR="00B0179F" w:rsidRPr="00651690" w:rsidRDefault="00B0179F" w:rsidP="008860F9">
      <w:pPr>
        <w:pStyle w:val="Bullets1"/>
      </w:pPr>
      <w:r w:rsidRPr="00651690">
        <w:t xml:space="preserve">I/we acknowledge that I/we have received and read the </w:t>
      </w:r>
      <w:r>
        <w:t>service</w:t>
      </w:r>
      <w:r w:rsidRPr="00651690">
        <w:t xml:space="preserve">’s Fee </w:t>
      </w:r>
      <w:r>
        <w:t>information for families</w:t>
      </w:r>
      <w:r w:rsidRPr="00651690">
        <w:t xml:space="preserve">, which </w:t>
      </w:r>
      <w:r>
        <w:t>outlines</w:t>
      </w:r>
      <w:r w:rsidRPr="00651690">
        <w:t xml:space="preserve"> the procedure for payment</w:t>
      </w:r>
      <w:r>
        <w:t xml:space="preserve"> of fees</w:t>
      </w:r>
      <w:r w:rsidRPr="00651690">
        <w:t>.</w:t>
      </w:r>
    </w:p>
    <w:p w:rsidR="00B0179F" w:rsidRDefault="00164612" w:rsidP="008860F9">
      <w:pPr>
        <w:pStyle w:val="Heading4"/>
      </w:pPr>
      <w:r>
        <w:t>Kindergarten F</w:t>
      </w:r>
      <w:r w:rsidR="00B0179F">
        <w:t xml:space="preserve">ee </w:t>
      </w:r>
      <w:r>
        <w:t>S</w:t>
      </w:r>
      <w:r w:rsidR="00B0179F">
        <w:t xml:space="preserve">ubsidy </w:t>
      </w:r>
    </w:p>
    <w:p w:rsidR="00B0179F" w:rsidRDefault="00B0179F" w:rsidP="008860F9">
      <w:pPr>
        <w:pStyle w:val="BodyText"/>
      </w:pPr>
      <w:r>
        <w:t>Please indicate if you are eligible for one of the following concessions:</w:t>
      </w:r>
    </w:p>
    <w:p w:rsidR="00121FFB" w:rsidRDefault="00B0179F" w:rsidP="00121FFB">
      <w:pPr>
        <w:pStyle w:val="BodyText"/>
        <w:tabs>
          <w:tab w:val="left" w:pos="2552"/>
        </w:tabs>
        <w:rPr>
          <w:sz w:val="26"/>
          <w:szCs w:val="26"/>
        </w:rPr>
      </w:pPr>
      <w:r>
        <w:t>Health Care Card</w:t>
      </w:r>
      <w:r w:rsidR="00121FFB">
        <w:t xml:space="preserve">  </w:t>
      </w:r>
      <w:r w:rsidR="005D3A85">
        <w:rPr>
          <w:sz w:val="16"/>
          <w:szCs w:val="16"/>
        </w:rPr>
        <w:fldChar w:fldCharType="begin">
          <w:ffData>
            <w:name w:val="Check3"/>
            <w:enabled/>
            <w:calcOnExit w:val="0"/>
            <w:checkBox>
              <w:size w:val="20"/>
              <w:default w:val="0"/>
            </w:checkBox>
          </w:ffData>
        </w:fldChar>
      </w:r>
      <w:r w:rsidR="00121FFB">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r>
        <w:t xml:space="preserve">  </w:t>
      </w:r>
      <w:r w:rsidR="00121FFB">
        <w:tab/>
        <w:t xml:space="preserve">Pensioner Concession Card  </w:t>
      </w:r>
      <w:r w:rsidR="005D3A85">
        <w:rPr>
          <w:sz w:val="16"/>
          <w:szCs w:val="16"/>
        </w:rPr>
        <w:fldChar w:fldCharType="begin">
          <w:ffData>
            <w:name w:val="Check3"/>
            <w:enabled/>
            <w:calcOnExit w:val="0"/>
            <w:checkBox>
              <w:size w:val="20"/>
              <w:default w:val="0"/>
            </w:checkBox>
          </w:ffData>
        </w:fldChar>
      </w:r>
      <w:r w:rsidR="00121FFB">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p>
    <w:p w:rsidR="00B0179F" w:rsidRDefault="00B0179F" w:rsidP="00121FFB">
      <w:pPr>
        <w:pStyle w:val="BodyText"/>
        <w:tabs>
          <w:tab w:val="left" w:pos="2552"/>
        </w:tabs>
      </w:pPr>
      <w:r>
        <w:t>DVA Gold Card</w:t>
      </w:r>
      <w:r w:rsidR="00121FFB">
        <w:t xml:space="preserve">  </w:t>
      </w:r>
      <w:r>
        <w:t xml:space="preserve"> </w:t>
      </w:r>
      <w:bookmarkStart w:id="0" w:name="Check3"/>
      <w:r w:rsidR="005D3A85">
        <w:rPr>
          <w:sz w:val="16"/>
          <w:szCs w:val="16"/>
        </w:rPr>
        <w:fldChar w:fldCharType="begin">
          <w:ffData>
            <w:name w:val="Check3"/>
            <w:enabled/>
            <w:calcOnExit w:val="0"/>
            <w:checkBox>
              <w:size w:val="20"/>
              <w:default w:val="0"/>
            </w:checkBox>
          </w:ffData>
        </w:fldChar>
      </w:r>
      <w:r w:rsidR="00164612">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bookmarkEnd w:id="0"/>
      <w:r w:rsidRPr="00164612">
        <w:rPr>
          <w:sz w:val="16"/>
          <w:szCs w:val="16"/>
        </w:rPr>
        <w:t xml:space="preserve"> </w:t>
      </w:r>
      <w:r>
        <w:t xml:space="preserve">        </w:t>
      </w:r>
      <w:r w:rsidR="00121FFB">
        <w:tab/>
      </w:r>
      <w:r>
        <w:t>Bridging Visas A–F</w:t>
      </w:r>
      <w:r w:rsidR="00121FFB">
        <w:t xml:space="preserve"> </w:t>
      </w:r>
      <w:r>
        <w:t xml:space="preserve"> </w:t>
      </w:r>
      <w:r w:rsidR="005D3A85">
        <w:rPr>
          <w:sz w:val="16"/>
          <w:szCs w:val="16"/>
        </w:rPr>
        <w:fldChar w:fldCharType="begin">
          <w:ffData>
            <w:name w:val=""/>
            <w:enabled/>
            <w:calcOnExit w:val="0"/>
            <w:checkBox>
              <w:size w:val="20"/>
              <w:default w:val="0"/>
            </w:checkBox>
          </w:ffData>
        </w:fldChar>
      </w:r>
      <w:r w:rsidR="00164612">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r w:rsidRPr="00164612">
        <w:rPr>
          <w:sz w:val="16"/>
          <w:szCs w:val="16"/>
        </w:rPr>
        <w:t xml:space="preserve"> </w:t>
      </w:r>
      <w:r>
        <w:t xml:space="preserve">  </w:t>
      </w:r>
    </w:p>
    <w:p w:rsidR="00B0179F" w:rsidRDefault="00B0179F" w:rsidP="00121FFB">
      <w:pPr>
        <w:pStyle w:val="BodyText"/>
        <w:tabs>
          <w:tab w:val="left" w:pos="2552"/>
        </w:tabs>
      </w:pPr>
      <w:r>
        <w:t>Temporary Protection/Humanitarian Visas 447, 451, 785 or 786</w:t>
      </w:r>
      <w:r w:rsidR="00121FFB">
        <w:t xml:space="preserve">  </w:t>
      </w:r>
      <w:r w:rsidR="005D3A85">
        <w:rPr>
          <w:sz w:val="16"/>
          <w:szCs w:val="16"/>
        </w:rPr>
        <w:fldChar w:fldCharType="begin">
          <w:ffData>
            <w:name w:val="Check3"/>
            <w:enabled/>
            <w:calcOnExit w:val="0"/>
            <w:checkBox>
              <w:size w:val="20"/>
              <w:default w:val="0"/>
            </w:checkBox>
          </w:ffData>
        </w:fldChar>
      </w:r>
      <w:r w:rsidR="00121FFB">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p>
    <w:p w:rsidR="00B0179F" w:rsidRDefault="00B0179F" w:rsidP="00121FFB">
      <w:pPr>
        <w:pStyle w:val="BodyText"/>
        <w:tabs>
          <w:tab w:val="left" w:pos="2552"/>
        </w:tabs>
      </w:pPr>
      <w:r>
        <w:t>Resolution of Status Visa (</w:t>
      </w:r>
      <w:proofErr w:type="spellStart"/>
      <w:r>
        <w:t>RoS</w:t>
      </w:r>
      <w:proofErr w:type="spellEnd"/>
      <w:r>
        <w:t>) Visa Class CD, Subclass 851</w:t>
      </w:r>
      <w:r w:rsidR="00121FFB">
        <w:t xml:space="preserve"> </w:t>
      </w:r>
      <w:r w:rsidR="005D3A85">
        <w:rPr>
          <w:sz w:val="16"/>
          <w:szCs w:val="16"/>
        </w:rPr>
        <w:fldChar w:fldCharType="begin">
          <w:ffData>
            <w:name w:val="Check3"/>
            <w:enabled/>
            <w:calcOnExit w:val="0"/>
            <w:checkBox>
              <w:size w:val="20"/>
              <w:default w:val="0"/>
            </w:checkBox>
          </w:ffData>
        </w:fldChar>
      </w:r>
      <w:r w:rsidR="00121FFB">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p>
    <w:p w:rsidR="00B0179F" w:rsidRDefault="00B0179F" w:rsidP="00121FFB">
      <w:pPr>
        <w:pStyle w:val="BodyText"/>
        <w:tabs>
          <w:tab w:val="left" w:pos="2552"/>
        </w:tabs>
      </w:pPr>
      <w:r>
        <w:t>Refugee and Special Humanitarian Visas 200–217</w:t>
      </w:r>
      <w:r w:rsidR="00121FFB">
        <w:t xml:space="preserve">  </w:t>
      </w:r>
      <w:r w:rsidR="005D3A85">
        <w:rPr>
          <w:sz w:val="16"/>
          <w:szCs w:val="16"/>
        </w:rPr>
        <w:fldChar w:fldCharType="begin">
          <w:ffData>
            <w:name w:val="Check3"/>
            <w:enabled/>
            <w:calcOnExit w:val="0"/>
            <w:checkBox>
              <w:size w:val="20"/>
              <w:default w:val="0"/>
            </w:checkBox>
          </w:ffData>
        </w:fldChar>
      </w:r>
      <w:r w:rsidR="00121FFB">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p>
    <w:p w:rsidR="00B0179F" w:rsidRDefault="00121FFB" w:rsidP="00121FFB">
      <w:pPr>
        <w:pStyle w:val="BodyText"/>
        <w:tabs>
          <w:tab w:val="left" w:pos="2552"/>
        </w:tabs>
      </w:pPr>
      <w:r>
        <w:t xml:space="preserve">Triplets or Quadruplets  </w:t>
      </w:r>
      <w:r w:rsidR="005D3A85">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r>
        <w:rPr>
          <w:sz w:val="16"/>
          <w:szCs w:val="16"/>
        </w:rPr>
        <w:tab/>
      </w:r>
      <w:r w:rsidR="00B0179F">
        <w:t>Aboriginal or Torres Strait Islander</w:t>
      </w:r>
      <w:r>
        <w:t xml:space="preserve">  </w:t>
      </w:r>
      <w:r w:rsidR="005D3A85">
        <w:rPr>
          <w:sz w:val="16"/>
          <w:szCs w:val="16"/>
        </w:rPr>
        <w:fldChar w:fldCharType="begin">
          <w:ffData>
            <w:name w:val="Check3"/>
            <w:enabled/>
            <w:calcOnExit w:val="0"/>
            <w:checkBox>
              <w:size w:val="20"/>
              <w:default w:val="0"/>
            </w:checkBox>
          </w:ffData>
        </w:fldChar>
      </w:r>
      <w:r>
        <w:rPr>
          <w:sz w:val="16"/>
          <w:szCs w:val="16"/>
        </w:rPr>
        <w:instrText xml:space="preserve"> FORMCHECKBOX </w:instrText>
      </w:r>
      <w:r w:rsidR="005D3A85">
        <w:rPr>
          <w:sz w:val="16"/>
          <w:szCs w:val="16"/>
        </w:rPr>
      </w:r>
      <w:r w:rsidR="005D3A85">
        <w:rPr>
          <w:sz w:val="16"/>
          <w:szCs w:val="16"/>
        </w:rPr>
        <w:fldChar w:fldCharType="separate"/>
      </w:r>
      <w:r w:rsidR="005D3A85">
        <w:rPr>
          <w:sz w:val="16"/>
          <w:szCs w:val="16"/>
        </w:rPr>
        <w:fldChar w:fldCharType="end"/>
      </w:r>
    </w:p>
    <w:p w:rsidR="00B0179F" w:rsidRDefault="00B0179F" w:rsidP="008860F9">
      <w:pPr>
        <w:pStyle w:val="BodyText"/>
        <w:rPr>
          <w:b/>
        </w:rPr>
      </w:pPr>
      <w:r>
        <w:t xml:space="preserve">Supporting documentation will need to be sighted on commencement at </w:t>
      </w:r>
      <w:fldSimple w:instr=" DOCPROPERTY  Company  \* MERGEFORMAT ">
        <w:r w:rsidR="00DE696D">
          <w:t>Alexandra &amp; District Kindergarten</w:t>
        </w:r>
      </w:fldSimple>
      <w:r w:rsidR="008860F9">
        <w:t xml:space="preserve"> </w:t>
      </w:r>
      <w:r>
        <w:t xml:space="preserve">by the </w:t>
      </w:r>
      <w:r w:rsidR="00DA72C5">
        <w:t>Administration officer</w:t>
      </w:r>
      <w:r>
        <w:rPr>
          <w:b/>
        </w:rPr>
        <w:t xml:space="preserve">. </w:t>
      </w:r>
    </w:p>
    <w:p w:rsidR="00B0179F" w:rsidRPr="008860F9" w:rsidRDefault="00B0179F" w:rsidP="008860F9">
      <w:pPr>
        <w:pStyle w:val="BodyText"/>
        <w:rPr>
          <w:b/>
          <w:i/>
        </w:rPr>
      </w:pPr>
      <w:r w:rsidRPr="008860F9">
        <w:rPr>
          <w:b/>
          <w:i/>
        </w:rPr>
        <w:t>Note: the eligibility of concessions may vary from time-to-time. Up</w:t>
      </w:r>
      <w:r w:rsidR="00164612">
        <w:rPr>
          <w:b/>
          <w:i/>
        </w:rPr>
        <w:t>-</w:t>
      </w:r>
      <w:r w:rsidRPr="008860F9">
        <w:rPr>
          <w:b/>
          <w:i/>
        </w:rPr>
        <w:t>to</w:t>
      </w:r>
      <w:r w:rsidR="00164612">
        <w:rPr>
          <w:b/>
          <w:i/>
        </w:rPr>
        <w:t>-</w:t>
      </w:r>
      <w:r w:rsidRPr="008860F9">
        <w:rPr>
          <w:b/>
          <w:i/>
        </w:rPr>
        <w:t>date information can be found at www.education.vic.gov.au/ecsmanagement/careankinder/funding/subsidy.htm</w:t>
      </w:r>
    </w:p>
    <w:p w:rsidR="00B05FA4" w:rsidRPr="00626B7A" w:rsidRDefault="00626B7A" w:rsidP="00164612">
      <w:pPr>
        <w:pStyle w:val="SignatureLine"/>
      </w:pPr>
      <w:r>
        <w:tab/>
      </w:r>
      <w:r>
        <w:tab/>
      </w:r>
      <w:r w:rsidR="00A366D0" w:rsidRPr="00626B7A">
        <w:tab/>
      </w:r>
      <w:r w:rsidR="00A366D0" w:rsidRPr="00626B7A">
        <w:tab/>
      </w:r>
      <w:r w:rsidR="00A366D0" w:rsidRPr="00626B7A">
        <w:tab/>
      </w:r>
    </w:p>
    <w:p w:rsidR="00626B7A" w:rsidRDefault="00A366D0" w:rsidP="00DC7200">
      <w:pPr>
        <w:pStyle w:val="SignatureCaption"/>
        <w:tabs>
          <w:tab w:val="clear" w:pos="4536"/>
          <w:tab w:val="left" w:pos="4606"/>
        </w:tabs>
      </w:pPr>
      <w:r w:rsidRPr="00626B7A">
        <w:t>Signature (parent/guardian)</w:t>
      </w:r>
      <w:r w:rsidRPr="00626B7A">
        <w:tab/>
        <w:t>Date</w:t>
      </w:r>
      <w:r w:rsidRPr="00626B7A">
        <w:tab/>
      </w:r>
    </w:p>
    <w:p w:rsidR="00B0179F" w:rsidRDefault="00B0179F" w:rsidP="00626B7A">
      <w:pPr>
        <w:pStyle w:val="BodyText"/>
      </w:pPr>
      <w:r>
        <w:t>Note</w:t>
      </w:r>
      <w:r w:rsidRPr="00651690">
        <w:t xml:space="preserve">: </w:t>
      </w:r>
      <w:r>
        <w:t>i</w:t>
      </w:r>
      <w:r w:rsidRPr="00651690">
        <w:t>nvoices, receipts and collection of fees will be in accordance with the</w:t>
      </w:r>
      <w:r>
        <w:t xml:space="preserve"> </w:t>
      </w:r>
      <w:fldSimple w:instr=" DOCPROPERTY  Company  \* MERGEFORMAT ">
        <w:r w:rsidR="00DE696D">
          <w:t>Alexandra &amp; District Kindergarten</w:t>
        </w:r>
      </w:fldSimple>
      <w:r>
        <w:rPr>
          <w:b/>
        </w:rPr>
        <w:t xml:space="preserve"> </w:t>
      </w:r>
      <w:r w:rsidRPr="00192B6D">
        <w:rPr>
          <w:i/>
        </w:rPr>
        <w:t>Fees</w:t>
      </w:r>
      <w:r w:rsidRPr="00192B6D">
        <w:rPr>
          <w:b/>
          <w:i/>
        </w:rPr>
        <w:t xml:space="preserve"> </w:t>
      </w:r>
      <w:r w:rsidRPr="00192B6D">
        <w:rPr>
          <w:i/>
        </w:rPr>
        <w:t>Policy</w:t>
      </w:r>
      <w:r w:rsidRPr="00651690">
        <w:t xml:space="preserve">. </w:t>
      </w:r>
    </w:p>
    <w:p w:rsidR="00A7558B" w:rsidRPr="00A83385" w:rsidRDefault="00A7558B" w:rsidP="00A7558B">
      <w:pPr>
        <w:pStyle w:val="Attachment1"/>
        <w:tabs>
          <w:tab w:val="right" w:pos="9072"/>
        </w:tabs>
      </w:pPr>
      <w:r w:rsidRPr="00A83385">
        <w:lastRenderedPageBreak/>
        <w:t xml:space="preserve">Attachment </w:t>
      </w:r>
      <w:r>
        <w:t>5</w:t>
      </w:r>
      <w:r w:rsidRPr="00A83385">
        <w:tab/>
      </w:r>
    </w:p>
    <w:p w:rsidR="00A7558B" w:rsidRDefault="00A7558B" w:rsidP="00A7558B">
      <w:pPr>
        <w:pStyle w:val="Attachment2"/>
      </w:pPr>
      <w:r w:rsidRPr="00A7558B">
        <w:t xml:space="preserve">Fee Payment Agreement  </w:t>
      </w:r>
    </w:p>
    <w:p w:rsidR="00A7558B" w:rsidRPr="00A83385" w:rsidRDefault="00DA72C5" w:rsidP="00A7558B">
      <w:pPr>
        <w:pStyle w:val="BodyText"/>
        <w:rPr>
          <w:b/>
          <w:sz w:val="24"/>
          <w:szCs w:val="24"/>
          <w:lang w:val="en-US"/>
        </w:rPr>
      </w:pPr>
      <w:r>
        <w:rPr>
          <w:b/>
          <w:sz w:val="24"/>
          <w:szCs w:val="24"/>
          <w:lang w:val="en-US"/>
        </w:rPr>
        <w:t>201</w:t>
      </w:r>
      <w:r w:rsidR="0026136D">
        <w:rPr>
          <w:b/>
          <w:sz w:val="24"/>
          <w:szCs w:val="24"/>
          <w:lang w:val="en-US"/>
        </w:rPr>
        <w:t>5</w:t>
      </w:r>
      <w:r w:rsidR="00A7558B" w:rsidRPr="00A83385">
        <w:rPr>
          <w:b/>
          <w:sz w:val="24"/>
          <w:szCs w:val="24"/>
          <w:lang w:val="en-US"/>
        </w:rPr>
        <w:t xml:space="preserve"> </w:t>
      </w:r>
    </w:p>
    <w:p w:rsidR="00A7558B" w:rsidRPr="00A83385" w:rsidRDefault="00A7558B" w:rsidP="00A7558B">
      <w:pPr>
        <w:pStyle w:val="BodyText"/>
        <w:rPr>
          <w:b/>
          <w:sz w:val="24"/>
          <w:szCs w:val="24"/>
          <w:lang w:val="en-US"/>
        </w:rPr>
      </w:pPr>
      <w:r w:rsidRPr="00A7558B">
        <w:rPr>
          <w:b/>
          <w:sz w:val="24"/>
          <w:szCs w:val="24"/>
        </w:rPr>
        <w:t>Three-year-old kindergarten program</w:t>
      </w:r>
    </w:p>
    <w:p w:rsidR="00A7558B" w:rsidRDefault="00A7558B" w:rsidP="00A7558B">
      <w:pPr>
        <w:pStyle w:val="Policytext"/>
      </w:pPr>
      <w:r w:rsidRPr="0002214A">
        <w:t>Please</w:t>
      </w:r>
      <w:r>
        <w:t xml:space="preserve"> complete this form and return to </w:t>
      </w:r>
      <w:fldSimple w:instr=" DOCPROPERTY  Company  \* MERGEFORMAT ">
        <w:r w:rsidR="00DE696D">
          <w:t>Alexandra &amp; District Kindergarten</w:t>
        </w:r>
      </w:fldSimple>
      <w:r>
        <w:rPr>
          <w:b/>
        </w:rPr>
        <w:t xml:space="preserve"> </w:t>
      </w:r>
      <w:proofErr w:type="gramStart"/>
      <w:r w:rsidRPr="00192B6D">
        <w:t>b</w:t>
      </w:r>
      <w:r>
        <w:t xml:space="preserve">y </w:t>
      </w:r>
      <w:proofErr w:type="gramEnd"/>
      <w:r w:rsidR="005D3A85" w:rsidRPr="00B0179F">
        <w:fldChar w:fldCharType="begin"/>
      </w:r>
      <w:r w:rsidRPr="00B0179F">
        <w:instrText xml:space="preserve"> MACROBUTTON  AcceptAllChangesInDoc [</w:instrText>
      </w:r>
      <w:r w:rsidRPr="00B0179F">
        <w:rPr>
          <w:highlight w:val="yellow"/>
        </w:rPr>
        <w:instrText>Date</w:instrText>
      </w:r>
      <w:r w:rsidRPr="00B0179F">
        <w:instrText>]</w:instrText>
      </w:r>
      <w:r w:rsidR="005D3A85" w:rsidRPr="00B0179F">
        <w:fldChar w:fldCharType="end"/>
      </w:r>
      <w:r w:rsidRPr="0002214A">
        <w:t>.</w:t>
      </w:r>
    </w:p>
    <w:p w:rsidR="00A7558B" w:rsidRDefault="00A7558B" w:rsidP="00A7558B">
      <w:pPr>
        <w:pStyle w:val="Heading4"/>
      </w:pPr>
      <w:r>
        <w:t>Fee payment contract</w:t>
      </w:r>
    </w:p>
    <w:p w:rsidR="00A7558B" w:rsidRPr="00651690" w:rsidRDefault="00A7558B" w:rsidP="00A7558B">
      <w:pPr>
        <w:pStyle w:val="BodyText"/>
        <w:tabs>
          <w:tab w:val="left" w:leader="underscore" w:pos="7938"/>
        </w:tabs>
      </w:pPr>
      <w:r>
        <w:t>C</w:t>
      </w:r>
      <w:r w:rsidRPr="00651690">
        <w:t>hild</w:t>
      </w:r>
      <w:r>
        <w:t>’s full name</w:t>
      </w:r>
      <w:r w:rsidRPr="00651690">
        <w:t xml:space="preserve">: </w:t>
      </w:r>
      <w:r>
        <w:tab/>
      </w:r>
    </w:p>
    <w:p w:rsidR="00A7558B" w:rsidRPr="00651690" w:rsidRDefault="00A7558B" w:rsidP="00A7558B">
      <w:pPr>
        <w:pStyle w:val="BodyText"/>
        <w:tabs>
          <w:tab w:val="left" w:leader="underscore" w:pos="7938"/>
        </w:tabs>
      </w:pPr>
      <w:r w:rsidRPr="00651690">
        <w:t>Parent’s/guardian’s full name:</w:t>
      </w:r>
      <w:r>
        <w:tab/>
      </w:r>
    </w:p>
    <w:p w:rsidR="00A7558B" w:rsidRPr="00651690" w:rsidRDefault="00A7558B" w:rsidP="00A7558B">
      <w:pPr>
        <w:pStyle w:val="Bullets1"/>
      </w:pPr>
      <w:r w:rsidRPr="00651690">
        <w:t xml:space="preserve">I/we acknowledge that </w:t>
      </w:r>
      <w:r>
        <w:t xml:space="preserve">the </w:t>
      </w:r>
      <w:r w:rsidRPr="00651690">
        <w:t xml:space="preserve">three-year-old kindergarten is not funded by the state government and that the </w:t>
      </w:r>
      <w:r>
        <w:t>program</w:t>
      </w:r>
      <w:r w:rsidRPr="00651690">
        <w:t xml:space="preserve"> cannot operate without receiving fees </w:t>
      </w:r>
      <w:r>
        <w:t>(the only exception is where a child is eligible for the Early Start Kindergarten fee subsidy – see below).</w:t>
      </w:r>
    </w:p>
    <w:p w:rsidR="00A7558B" w:rsidRPr="00651690" w:rsidRDefault="00A7558B" w:rsidP="00A7558B">
      <w:pPr>
        <w:pStyle w:val="Bullets1"/>
      </w:pPr>
      <w:r w:rsidRPr="00651690">
        <w:t>I/we agree to pay fees by the due date on the invoice</w:t>
      </w:r>
      <w:r>
        <w:t>.</w:t>
      </w:r>
    </w:p>
    <w:p w:rsidR="00A7558B" w:rsidRPr="00651690" w:rsidRDefault="00A7558B" w:rsidP="00A7558B">
      <w:pPr>
        <w:pStyle w:val="Bullets1"/>
      </w:pPr>
      <w:r w:rsidRPr="00651690">
        <w:t xml:space="preserve">I/we acknowledge that if fees are not paid </w:t>
      </w:r>
      <w:r>
        <w:t xml:space="preserve">by </w:t>
      </w:r>
      <w:r w:rsidRPr="00651690">
        <w:t xml:space="preserve">the due date, the </w:t>
      </w:r>
      <w:r>
        <w:t xml:space="preserve">Committee of </w:t>
      </w:r>
      <w:proofErr w:type="gramStart"/>
      <w:r>
        <w:t xml:space="preserve">Management </w:t>
      </w:r>
      <w:r>
        <w:rPr>
          <w:b/>
        </w:rPr>
        <w:t xml:space="preserve"> </w:t>
      </w:r>
      <w:r w:rsidRPr="00651690">
        <w:t>will</w:t>
      </w:r>
      <w:proofErr w:type="gramEnd"/>
      <w:r w:rsidRPr="00651690">
        <w:t xml:space="preserve"> implement the late payment of fees procedures</w:t>
      </w:r>
      <w:r>
        <w:t xml:space="preserve">, as outlined in the </w:t>
      </w:r>
      <w:r w:rsidRPr="004D5100">
        <w:rPr>
          <w:i/>
        </w:rPr>
        <w:t>Fees Policy</w:t>
      </w:r>
      <w:r>
        <w:t xml:space="preserve"> </w:t>
      </w:r>
      <w:r w:rsidRPr="00651690">
        <w:t xml:space="preserve">which could result in the </w:t>
      </w:r>
      <w:r>
        <w:t>withdrawal</w:t>
      </w:r>
      <w:r w:rsidRPr="00651690">
        <w:t xml:space="preserve"> of my</w:t>
      </w:r>
      <w:r>
        <w:t>/our</w:t>
      </w:r>
      <w:r w:rsidRPr="00651690">
        <w:t xml:space="preserve"> child’s place at the </w:t>
      </w:r>
      <w:r>
        <w:t>service.</w:t>
      </w:r>
      <w:r w:rsidRPr="00651690">
        <w:t xml:space="preserve"> </w:t>
      </w:r>
    </w:p>
    <w:p w:rsidR="00A7558B" w:rsidRPr="00651690" w:rsidRDefault="00A7558B" w:rsidP="00A7558B">
      <w:pPr>
        <w:pStyle w:val="Bullets1"/>
      </w:pPr>
      <w:r w:rsidRPr="00651690">
        <w:t>I/we understand that term fees are non-refundable</w:t>
      </w:r>
      <w:r>
        <w:t>.</w:t>
      </w:r>
    </w:p>
    <w:p w:rsidR="00A7558B" w:rsidRPr="00651690" w:rsidRDefault="00A7558B" w:rsidP="00A7558B">
      <w:pPr>
        <w:pStyle w:val="Bullets1"/>
      </w:pPr>
      <w:r w:rsidRPr="00651690">
        <w:t xml:space="preserve">I/we agree that if </w:t>
      </w:r>
      <w:r>
        <w:t>my/</w:t>
      </w:r>
      <w:r w:rsidRPr="00651690">
        <w:t xml:space="preserve">our financial circumstances change and I/we </w:t>
      </w:r>
      <w:r>
        <w:t>am/</w:t>
      </w:r>
      <w:r w:rsidRPr="00651690">
        <w:t xml:space="preserve">are unable to pay as agreed, </w:t>
      </w:r>
      <w:r>
        <w:t>I/</w:t>
      </w:r>
      <w:r w:rsidRPr="00651690">
        <w:t>we will immediately notify the</w:t>
      </w:r>
      <w:r>
        <w:t xml:space="preserve"> </w:t>
      </w:r>
      <w:r w:rsidR="00DA72C5">
        <w:t>Administration Officer</w:t>
      </w:r>
      <w:r w:rsidRPr="00651690">
        <w:t xml:space="preserve"> to discuss alternative payment options.</w:t>
      </w:r>
    </w:p>
    <w:p w:rsidR="00A7558B" w:rsidRDefault="00A7558B" w:rsidP="00A7558B">
      <w:pPr>
        <w:pStyle w:val="Bullets1"/>
      </w:pPr>
      <w:r w:rsidRPr="00651690">
        <w:t xml:space="preserve">I/we acknowledge that I/we have received and read the </w:t>
      </w:r>
      <w:r>
        <w:t>service</w:t>
      </w:r>
      <w:r w:rsidRPr="00651690">
        <w:t xml:space="preserve">’s Fee </w:t>
      </w:r>
      <w:r>
        <w:t>information for families</w:t>
      </w:r>
      <w:r w:rsidRPr="00651690">
        <w:t xml:space="preserve">, which </w:t>
      </w:r>
      <w:r>
        <w:t>outlines</w:t>
      </w:r>
      <w:r w:rsidRPr="00651690">
        <w:t xml:space="preserve"> the procedures for payment</w:t>
      </w:r>
      <w:r>
        <w:t xml:space="preserve"> of fees</w:t>
      </w:r>
      <w:r w:rsidRPr="00651690">
        <w:t>.</w:t>
      </w:r>
    </w:p>
    <w:p w:rsidR="00A7558B" w:rsidRPr="00626B7A" w:rsidRDefault="00A7558B" w:rsidP="00164612">
      <w:pPr>
        <w:pStyle w:val="SignatureLine"/>
      </w:pPr>
      <w:r>
        <w:tab/>
      </w:r>
      <w:r>
        <w:tab/>
      </w:r>
      <w:r w:rsidRPr="00626B7A">
        <w:tab/>
      </w:r>
      <w:r w:rsidRPr="00626B7A">
        <w:tab/>
      </w:r>
      <w:r w:rsidRPr="00626B7A">
        <w:tab/>
      </w:r>
    </w:p>
    <w:p w:rsidR="00A7558B" w:rsidRDefault="00A7558B" w:rsidP="00DC7200">
      <w:pPr>
        <w:pStyle w:val="SignatureCaption"/>
        <w:tabs>
          <w:tab w:val="clear" w:pos="4536"/>
          <w:tab w:val="left" w:pos="4578"/>
        </w:tabs>
      </w:pPr>
      <w:r w:rsidRPr="00626B7A">
        <w:t>Signature (parent/guardian)</w:t>
      </w:r>
      <w:r w:rsidRPr="00626B7A">
        <w:tab/>
        <w:t>Date</w:t>
      </w:r>
      <w:r w:rsidRPr="00626B7A">
        <w:tab/>
      </w:r>
    </w:p>
    <w:p w:rsidR="00A7558B" w:rsidRDefault="00A7558B" w:rsidP="00626B7A">
      <w:pPr>
        <w:pStyle w:val="BodyText"/>
      </w:pPr>
      <w:r>
        <w:t>Note</w:t>
      </w:r>
      <w:r w:rsidRPr="00651690">
        <w:t xml:space="preserve">: </w:t>
      </w:r>
      <w:r>
        <w:t>i</w:t>
      </w:r>
      <w:r w:rsidRPr="00651690">
        <w:t>nvoices, receipts and collection of fees will be in accordance with the</w:t>
      </w:r>
      <w:r>
        <w:t xml:space="preserve"> </w:t>
      </w:r>
      <w:fldSimple w:instr=" DOCPROPERTY  Company  \* MERGEFORMAT ">
        <w:r w:rsidR="00DE696D">
          <w:t>Alexandra &amp; District Kindergarten</w:t>
        </w:r>
      </w:fldSimple>
      <w:r>
        <w:rPr>
          <w:b/>
        </w:rPr>
        <w:t xml:space="preserve"> </w:t>
      </w:r>
      <w:r w:rsidRPr="00192B6D">
        <w:rPr>
          <w:i/>
        </w:rPr>
        <w:t>Fees</w:t>
      </w:r>
      <w:r w:rsidRPr="00192B6D">
        <w:rPr>
          <w:b/>
          <w:i/>
        </w:rPr>
        <w:t xml:space="preserve"> </w:t>
      </w:r>
      <w:r w:rsidRPr="00192B6D">
        <w:rPr>
          <w:i/>
        </w:rPr>
        <w:t>Policy</w:t>
      </w:r>
      <w:r w:rsidRPr="00651690">
        <w:t xml:space="preserve">. </w:t>
      </w:r>
    </w:p>
    <w:p w:rsidR="00A7558B" w:rsidRPr="006B16E7" w:rsidRDefault="00A7558B" w:rsidP="00A7558B">
      <w:pPr>
        <w:pStyle w:val="Heading4"/>
      </w:pPr>
      <w:r w:rsidRPr="006B16E7">
        <w:t>Early Start Kindergarten</w:t>
      </w:r>
    </w:p>
    <w:p w:rsidR="00A7558B" w:rsidRDefault="00A7558B" w:rsidP="00A7558B">
      <w:pPr>
        <w:pStyle w:val="BodyText"/>
      </w:pPr>
      <w:r>
        <w:t>Three-year-old Aboriginal</w:t>
      </w:r>
      <w:r>
        <w:rPr>
          <w:b/>
        </w:rPr>
        <w:t xml:space="preserve"> </w:t>
      </w:r>
      <w:r>
        <w:t>and Torres Strait</w:t>
      </w:r>
      <w:r>
        <w:rPr>
          <w:b/>
        </w:rPr>
        <w:t xml:space="preserve"> </w:t>
      </w:r>
      <w:r>
        <w:t xml:space="preserve">Islander children and children known to Child Protection are eligible to attend a funded early childhood program that is planned and delivered by a qualified early childhood teacher free of charge. The service receives funding for children who meet the eligibility criteria. Contact the service for further information. </w:t>
      </w:r>
    </w:p>
    <w:p w:rsidR="00A7558B" w:rsidRPr="00B0179F" w:rsidRDefault="00A7558B" w:rsidP="00626B7A">
      <w:pPr>
        <w:pStyle w:val="BodyText"/>
        <w:rPr>
          <w:lang w:eastAsia="en-US"/>
        </w:rPr>
      </w:pPr>
    </w:p>
    <w:sectPr w:rsidR="00A7558B" w:rsidRPr="00B0179F" w:rsidSect="000F326E">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426" w:right="1418" w:bottom="1418"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393" w:rsidRDefault="00C01393" w:rsidP="002D4B54">
      <w:pPr>
        <w:spacing w:after="0"/>
      </w:pPr>
      <w:r>
        <w:separator/>
      </w:r>
    </w:p>
  </w:endnote>
  <w:endnote w:type="continuationSeparator" w:id="0">
    <w:p w:rsidR="00C01393" w:rsidRDefault="00C01393"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C9" w:rsidRDefault="00AB23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9"/>
      <w:gridCol w:w="4531"/>
    </w:tblGrid>
    <w:tr w:rsidR="002D47F7" w:rsidRPr="00916D7F" w:rsidTr="00916D7F">
      <w:tc>
        <w:tcPr>
          <w:tcW w:w="4643" w:type="dxa"/>
        </w:tcPr>
        <w:p w:rsidR="00AB23C9" w:rsidRPr="00C01393" w:rsidRDefault="00AB23C9" w:rsidP="00AB23C9">
          <w:pPr>
            <w:pStyle w:val="Footer"/>
            <w:rPr>
              <w:lang w:val="en-AU" w:eastAsia="en-US"/>
            </w:rPr>
          </w:pPr>
          <w:r w:rsidRPr="002E580E">
            <w:rPr>
              <w:lang w:val="en-AU" w:eastAsia="en-US"/>
            </w:rPr>
            <w:t>Alexandra &amp; District Kindergarten</w:t>
          </w:r>
        </w:p>
        <w:p w:rsidR="002D47F7" w:rsidRPr="00C01393" w:rsidRDefault="00AB23C9" w:rsidP="00AB23C9">
          <w:pPr>
            <w:pStyle w:val="Footer"/>
            <w:rPr>
              <w:rFonts w:cs="Arial"/>
              <w:lang w:val="en-AU" w:eastAsia="en-US"/>
            </w:rPr>
          </w:pPr>
          <w:r w:rsidRPr="002E580E">
            <w:rPr>
              <w:lang w:val="en-AU" w:eastAsia="en-US"/>
            </w:rPr>
            <w:t>Telephone 03 5772 1387</w:t>
          </w:r>
        </w:p>
      </w:tc>
      <w:tc>
        <w:tcPr>
          <w:tcW w:w="4643" w:type="dxa"/>
        </w:tcPr>
        <w:p w:rsidR="002D47F7" w:rsidRPr="00C01393" w:rsidRDefault="005D3A85" w:rsidP="0006556D">
          <w:pPr>
            <w:pStyle w:val="Footer"/>
            <w:jc w:val="right"/>
            <w:rPr>
              <w:rFonts w:cs="Arial"/>
              <w:lang w:val="en-AU" w:eastAsia="en-US"/>
            </w:rPr>
          </w:pPr>
          <w:fldSimple w:instr=" STYLEREF  Title  \* MERGEFORMAT ">
            <w:r w:rsidR="0026136D" w:rsidRPr="0026136D">
              <w:rPr>
                <w:rFonts w:cs="Arial"/>
                <w:noProof/>
                <w:lang w:val="en-US" w:eastAsia="en-US"/>
              </w:rPr>
              <w:t>Fees Policy</w:t>
            </w:r>
          </w:fldSimple>
          <w:r w:rsidR="002D47F7" w:rsidRPr="00AE1066">
            <w:rPr>
              <w:rFonts w:cs="Arial"/>
              <w:lang w:val="en-AU" w:eastAsia="en-US"/>
            </w:rPr>
            <w:t xml:space="preserve"> (Version 2)</w:t>
          </w:r>
        </w:p>
        <w:p w:rsidR="002D47F7" w:rsidRPr="00C01393" w:rsidRDefault="002D47F7" w:rsidP="00916D7F">
          <w:pPr>
            <w:pStyle w:val="Footer"/>
            <w:jc w:val="right"/>
            <w:rPr>
              <w:rFonts w:cs="Arial"/>
              <w:lang w:val="en-AU" w:eastAsia="en-US"/>
            </w:rPr>
          </w:pPr>
          <w:r w:rsidRPr="00AE1066">
            <w:rPr>
              <w:rFonts w:cs="Arial"/>
              <w:lang w:val="en-AU" w:eastAsia="en-US"/>
            </w:rPr>
            <w:t xml:space="preserve">Page </w:t>
          </w:r>
          <w:r w:rsidR="005D3A85" w:rsidRPr="00C01393">
            <w:rPr>
              <w:rFonts w:cs="Arial"/>
              <w:lang w:val="en-AU" w:eastAsia="en-US"/>
            </w:rPr>
            <w:fldChar w:fldCharType="begin"/>
          </w:r>
          <w:r w:rsidRPr="00AE1066">
            <w:rPr>
              <w:rFonts w:cs="Arial"/>
              <w:lang w:val="en-AU" w:eastAsia="en-US"/>
            </w:rPr>
            <w:instrText xml:space="preserve"> PAGE </w:instrText>
          </w:r>
          <w:r w:rsidR="005D3A85" w:rsidRPr="00C01393">
            <w:rPr>
              <w:rFonts w:cs="Arial"/>
              <w:lang w:val="en-AU" w:eastAsia="en-US"/>
            </w:rPr>
            <w:fldChar w:fldCharType="separate"/>
          </w:r>
          <w:r w:rsidR="0026136D" w:rsidRPr="00C01393">
            <w:rPr>
              <w:rFonts w:cs="Arial"/>
              <w:noProof/>
              <w:lang w:val="en-AU" w:eastAsia="en-US"/>
            </w:rPr>
            <w:t>12</w:t>
          </w:r>
          <w:r w:rsidR="005D3A85" w:rsidRPr="00C01393">
            <w:rPr>
              <w:rFonts w:cs="Arial"/>
              <w:lang w:val="en-AU" w:eastAsia="en-US"/>
            </w:rPr>
            <w:fldChar w:fldCharType="end"/>
          </w:r>
          <w:r w:rsidRPr="00AE1066">
            <w:rPr>
              <w:rFonts w:cs="Arial"/>
              <w:lang w:val="en-AU" w:eastAsia="en-US"/>
            </w:rPr>
            <w:t xml:space="preserve"> of </w:t>
          </w:r>
          <w:r w:rsidR="005D3A85" w:rsidRPr="00C01393">
            <w:rPr>
              <w:rFonts w:cs="Arial"/>
              <w:lang w:val="en-AU" w:eastAsia="en-US"/>
            </w:rPr>
            <w:fldChar w:fldCharType="begin"/>
          </w:r>
          <w:r w:rsidRPr="00AE1066">
            <w:rPr>
              <w:rFonts w:cs="Arial"/>
              <w:lang w:val="en-AU" w:eastAsia="en-US"/>
            </w:rPr>
            <w:instrText xml:space="preserve"> NUMPAGES  </w:instrText>
          </w:r>
          <w:r w:rsidR="005D3A85" w:rsidRPr="00C01393">
            <w:rPr>
              <w:rFonts w:cs="Arial"/>
              <w:lang w:val="en-AU" w:eastAsia="en-US"/>
            </w:rPr>
            <w:fldChar w:fldCharType="separate"/>
          </w:r>
          <w:r w:rsidR="0026136D" w:rsidRPr="00C01393">
            <w:rPr>
              <w:rFonts w:cs="Arial"/>
              <w:noProof/>
              <w:lang w:val="en-AU" w:eastAsia="en-US"/>
            </w:rPr>
            <w:t>12</w:t>
          </w:r>
          <w:r w:rsidR="005D3A85" w:rsidRPr="00C01393">
            <w:rPr>
              <w:rFonts w:cs="Arial"/>
              <w:lang w:val="en-AU" w:eastAsia="en-US"/>
            </w:rPr>
            <w:fldChar w:fldCharType="end"/>
          </w:r>
        </w:p>
      </w:tc>
    </w:tr>
  </w:tbl>
  <w:p w:rsidR="002D47F7" w:rsidRPr="00A25BD5" w:rsidRDefault="002D47F7" w:rsidP="00F03A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C9" w:rsidRDefault="00AB23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393" w:rsidRDefault="00C01393" w:rsidP="002D4B54">
      <w:pPr>
        <w:spacing w:after="0"/>
      </w:pPr>
      <w:r>
        <w:separator/>
      </w:r>
    </w:p>
  </w:footnote>
  <w:footnote w:type="continuationSeparator" w:id="0">
    <w:p w:rsidR="00C01393" w:rsidRDefault="00C01393" w:rsidP="002D4B5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C9" w:rsidRDefault="00AB23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C9" w:rsidRDefault="00AB23C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3C9" w:rsidRDefault="00AB23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97193"/>
    <w:multiLevelType w:val="hybridMultilevel"/>
    <w:tmpl w:val="57E8C8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6B50031"/>
    <w:multiLevelType w:val="multilevel"/>
    <w:tmpl w:val="93D2564A"/>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2404EA6"/>
    <w:multiLevelType w:val="hybridMultilevel"/>
    <w:tmpl w:val="C6E01C52"/>
    <w:lvl w:ilvl="0" w:tplc="78CCB50C">
      <w:start w:val="1"/>
      <w:numFmt w:val="decimal"/>
      <w:lvlText w:val="%1."/>
      <w:lvlJc w:val="left"/>
      <w:pPr>
        <w:tabs>
          <w:tab w:val="num" w:pos="567"/>
        </w:tabs>
        <w:ind w:left="567" w:hanging="567"/>
      </w:pPr>
      <w:rPr>
        <w:rFonts w:hint="default"/>
      </w:rPr>
    </w:lvl>
    <w:lvl w:ilvl="1" w:tplc="444EB7AE">
      <w:start w:val="1"/>
      <w:numFmt w:val="bullet"/>
      <w:lvlText w:val=""/>
      <w:lvlJc w:val="left"/>
      <w:pPr>
        <w:tabs>
          <w:tab w:val="num" w:pos="1440"/>
        </w:tabs>
        <w:ind w:left="1440" w:hanging="360"/>
      </w:pPr>
      <w:rPr>
        <w:rFonts w:ascii="Symbol" w:hAnsi="Symbol" w:hint="default"/>
      </w:rPr>
    </w:lvl>
    <w:lvl w:ilvl="2" w:tplc="47E48C02" w:tentative="1">
      <w:start w:val="1"/>
      <w:numFmt w:val="lowerRoman"/>
      <w:lvlText w:val="%3."/>
      <w:lvlJc w:val="right"/>
      <w:pPr>
        <w:tabs>
          <w:tab w:val="num" w:pos="2160"/>
        </w:tabs>
        <w:ind w:left="2160" w:hanging="180"/>
      </w:pPr>
    </w:lvl>
    <w:lvl w:ilvl="3" w:tplc="A10E4598" w:tentative="1">
      <w:start w:val="1"/>
      <w:numFmt w:val="decimal"/>
      <w:lvlText w:val="%4."/>
      <w:lvlJc w:val="left"/>
      <w:pPr>
        <w:tabs>
          <w:tab w:val="num" w:pos="2880"/>
        </w:tabs>
        <w:ind w:left="2880" w:hanging="360"/>
      </w:pPr>
    </w:lvl>
    <w:lvl w:ilvl="4" w:tplc="5A9C69B8" w:tentative="1">
      <w:start w:val="1"/>
      <w:numFmt w:val="lowerLetter"/>
      <w:lvlText w:val="%5."/>
      <w:lvlJc w:val="left"/>
      <w:pPr>
        <w:tabs>
          <w:tab w:val="num" w:pos="3600"/>
        </w:tabs>
        <w:ind w:left="3600" w:hanging="360"/>
      </w:pPr>
    </w:lvl>
    <w:lvl w:ilvl="5" w:tplc="2000E68E" w:tentative="1">
      <w:start w:val="1"/>
      <w:numFmt w:val="lowerRoman"/>
      <w:lvlText w:val="%6."/>
      <w:lvlJc w:val="right"/>
      <w:pPr>
        <w:tabs>
          <w:tab w:val="num" w:pos="4320"/>
        </w:tabs>
        <w:ind w:left="4320" w:hanging="180"/>
      </w:pPr>
    </w:lvl>
    <w:lvl w:ilvl="6" w:tplc="8B78ED76" w:tentative="1">
      <w:start w:val="1"/>
      <w:numFmt w:val="decimal"/>
      <w:lvlText w:val="%7."/>
      <w:lvlJc w:val="left"/>
      <w:pPr>
        <w:tabs>
          <w:tab w:val="num" w:pos="5040"/>
        </w:tabs>
        <w:ind w:left="5040" w:hanging="360"/>
      </w:pPr>
    </w:lvl>
    <w:lvl w:ilvl="7" w:tplc="706E9B52" w:tentative="1">
      <w:start w:val="1"/>
      <w:numFmt w:val="lowerLetter"/>
      <w:lvlText w:val="%8."/>
      <w:lvlJc w:val="left"/>
      <w:pPr>
        <w:tabs>
          <w:tab w:val="num" w:pos="5760"/>
        </w:tabs>
        <w:ind w:left="5760" w:hanging="360"/>
      </w:pPr>
    </w:lvl>
    <w:lvl w:ilvl="8" w:tplc="1366797E" w:tentative="1">
      <w:start w:val="1"/>
      <w:numFmt w:val="lowerRoman"/>
      <w:lvlText w:val="%9."/>
      <w:lvlJc w:val="right"/>
      <w:pPr>
        <w:tabs>
          <w:tab w:val="num" w:pos="6480"/>
        </w:tabs>
        <w:ind w:left="6480" w:hanging="180"/>
      </w:pPr>
    </w:lvl>
  </w:abstractNum>
  <w:abstractNum w:abstractNumId="5">
    <w:nsid w:val="18D01FAF"/>
    <w:multiLevelType w:val="hybridMultilevel"/>
    <w:tmpl w:val="CC86E842"/>
    <w:lvl w:ilvl="0" w:tplc="55C28344">
      <w:start w:val="1"/>
      <w:numFmt w:val="bullet"/>
      <w:pStyle w:val="Tablebullets"/>
      <w:lvlText w:val=""/>
      <w:lvlJc w:val="left"/>
      <w:pPr>
        <w:ind w:left="720" w:hanging="360"/>
      </w:pPr>
      <w:rPr>
        <w:rFonts w:ascii="Symbol" w:hAnsi="Symbol" w:hint="default"/>
      </w:rPr>
    </w:lvl>
    <w:lvl w:ilvl="1" w:tplc="54DCD6B6" w:tentative="1">
      <w:start w:val="1"/>
      <w:numFmt w:val="bullet"/>
      <w:lvlText w:val="o"/>
      <w:lvlJc w:val="left"/>
      <w:pPr>
        <w:ind w:left="1440" w:hanging="360"/>
      </w:pPr>
      <w:rPr>
        <w:rFonts w:ascii="Courier New" w:hAnsi="Courier New" w:cs="font243" w:hint="default"/>
      </w:rPr>
    </w:lvl>
    <w:lvl w:ilvl="2" w:tplc="7F02E288" w:tentative="1">
      <w:start w:val="1"/>
      <w:numFmt w:val="bullet"/>
      <w:lvlText w:val=""/>
      <w:lvlJc w:val="left"/>
      <w:pPr>
        <w:ind w:left="2160" w:hanging="360"/>
      </w:pPr>
      <w:rPr>
        <w:rFonts w:ascii="Wingdings" w:hAnsi="Wingdings" w:hint="default"/>
      </w:rPr>
    </w:lvl>
    <w:lvl w:ilvl="3" w:tplc="235CE218" w:tentative="1">
      <w:start w:val="1"/>
      <w:numFmt w:val="bullet"/>
      <w:lvlText w:val=""/>
      <w:lvlJc w:val="left"/>
      <w:pPr>
        <w:ind w:left="2880" w:hanging="360"/>
      </w:pPr>
      <w:rPr>
        <w:rFonts w:ascii="Symbol" w:hAnsi="Symbol" w:hint="default"/>
      </w:rPr>
    </w:lvl>
    <w:lvl w:ilvl="4" w:tplc="75187C6C" w:tentative="1">
      <w:start w:val="1"/>
      <w:numFmt w:val="bullet"/>
      <w:lvlText w:val="o"/>
      <w:lvlJc w:val="left"/>
      <w:pPr>
        <w:ind w:left="3600" w:hanging="360"/>
      </w:pPr>
      <w:rPr>
        <w:rFonts w:ascii="Courier New" w:hAnsi="Courier New" w:cs="font243" w:hint="default"/>
      </w:rPr>
    </w:lvl>
    <w:lvl w:ilvl="5" w:tplc="BD367908" w:tentative="1">
      <w:start w:val="1"/>
      <w:numFmt w:val="bullet"/>
      <w:lvlText w:val=""/>
      <w:lvlJc w:val="left"/>
      <w:pPr>
        <w:ind w:left="4320" w:hanging="360"/>
      </w:pPr>
      <w:rPr>
        <w:rFonts w:ascii="Wingdings" w:hAnsi="Wingdings" w:hint="default"/>
      </w:rPr>
    </w:lvl>
    <w:lvl w:ilvl="6" w:tplc="A61AE74A" w:tentative="1">
      <w:start w:val="1"/>
      <w:numFmt w:val="bullet"/>
      <w:lvlText w:val=""/>
      <w:lvlJc w:val="left"/>
      <w:pPr>
        <w:ind w:left="5040" w:hanging="360"/>
      </w:pPr>
      <w:rPr>
        <w:rFonts w:ascii="Symbol" w:hAnsi="Symbol" w:hint="default"/>
      </w:rPr>
    </w:lvl>
    <w:lvl w:ilvl="7" w:tplc="9214746A" w:tentative="1">
      <w:start w:val="1"/>
      <w:numFmt w:val="bullet"/>
      <w:lvlText w:val="o"/>
      <w:lvlJc w:val="left"/>
      <w:pPr>
        <w:ind w:left="5760" w:hanging="360"/>
      </w:pPr>
      <w:rPr>
        <w:rFonts w:ascii="Courier New" w:hAnsi="Courier New" w:cs="font243" w:hint="default"/>
      </w:rPr>
    </w:lvl>
    <w:lvl w:ilvl="8" w:tplc="7F2079C0" w:tentative="1">
      <w:start w:val="1"/>
      <w:numFmt w:val="bullet"/>
      <w:lvlText w:val=""/>
      <w:lvlJc w:val="left"/>
      <w:pPr>
        <w:ind w:left="6480" w:hanging="360"/>
      </w:pPr>
      <w:rPr>
        <w:rFonts w:ascii="Wingdings" w:hAnsi="Wingdings" w:hint="default"/>
      </w:rPr>
    </w:lvl>
  </w:abstractNum>
  <w:abstractNum w:abstractNumId="6">
    <w:nsid w:val="24B32DD0"/>
    <w:multiLevelType w:val="hybridMultilevel"/>
    <w:tmpl w:val="485C52B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28E50C99"/>
    <w:multiLevelType w:val="hybridMultilevel"/>
    <w:tmpl w:val="07B64F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39A6004"/>
    <w:multiLevelType w:val="hybridMultilevel"/>
    <w:tmpl w:val="D0DAB3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43F1CD2"/>
    <w:multiLevelType w:val="hybridMultilevel"/>
    <w:tmpl w:val="2320DB78"/>
    <w:lvl w:ilvl="0" w:tplc="79342930">
      <w:start w:val="1"/>
      <w:numFmt w:val="decimal"/>
      <w:lvlText w:val="%1."/>
      <w:lvlJc w:val="left"/>
      <w:pPr>
        <w:tabs>
          <w:tab w:val="num" w:pos="567"/>
        </w:tabs>
        <w:ind w:left="567" w:hanging="567"/>
      </w:pPr>
      <w:rPr>
        <w:rFonts w:hint="default"/>
      </w:rPr>
    </w:lvl>
    <w:lvl w:ilvl="1" w:tplc="77581082" w:tentative="1">
      <w:start w:val="1"/>
      <w:numFmt w:val="lowerLetter"/>
      <w:lvlText w:val="%2."/>
      <w:lvlJc w:val="left"/>
      <w:pPr>
        <w:tabs>
          <w:tab w:val="num" w:pos="1440"/>
        </w:tabs>
        <w:ind w:left="1440" w:hanging="360"/>
      </w:pPr>
    </w:lvl>
    <w:lvl w:ilvl="2" w:tplc="94B46CAE" w:tentative="1">
      <w:start w:val="1"/>
      <w:numFmt w:val="lowerRoman"/>
      <w:lvlText w:val="%3."/>
      <w:lvlJc w:val="right"/>
      <w:pPr>
        <w:tabs>
          <w:tab w:val="num" w:pos="2160"/>
        </w:tabs>
        <w:ind w:left="2160" w:hanging="180"/>
      </w:pPr>
    </w:lvl>
    <w:lvl w:ilvl="3" w:tplc="D5580DE4" w:tentative="1">
      <w:start w:val="1"/>
      <w:numFmt w:val="decimal"/>
      <w:lvlText w:val="%4."/>
      <w:lvlJc w:val="left"/>
      <w:pPr>
        <w:tabs>
          <w:tab w:val="num" w:pos="2880"/>
        </w:tabs>
        <w:ind w:left="2880" w:hanging="360"/>
      </w:pPr>
    </w:lvl>
    <w:lvl w:ilvl="4" w:tplc="30D82714" w:tentative="1">
      <w:start w:val="1"/>
      <w:numFmt w:val="lowerLetter"/>
      <w:lvlText w:val="%5."/>
      <w:lvlJc w:val="left"/>
      <w:pPr>
        <w:tabs>
          <w:tab w:val="num" w:pos="3600"/>
        </w:tabs>
        <w:ind w:left="3600" w:hanging="360"/>
      </w:pPr>
    </w:lvl>
    <w:lvl w:ilvl="5" w:tplc="8FB80E84" w:tentative="1">
      <w:start w:val="1"/>
      <w:numFmt w:val="lowerRoman"/>
      <w:lvlText w:val="%6."/>
      <w:lvlJc w:val="right"/>
      <w:pPr>
        <w:tabs>
          <w:tab w:val="num" w:pos="4320"/>
        </w:tabs>
        <w:ind w:left="4320" w:hanging="180"/>
      </w:pPr>
    </w:lvl>
    <w:lvl w:ilvl="6" w:tplc="30A6CD5E" w:tentative="1">
      <w:start w:val="1"/>
      <w:numFmt w:val="decimal"/>
      <w:lvlText w:val="%7."/>
      <w:lvlJc w:val="left"/>
      <w:pPr>
        <w:tabs>
          <w:tab w:val="num" w:pos="5040"/>
        </w:tabs>
        <w:ind w:left="5040" w:hanging="360"/>
      </w:pPr>
    </w:lvl>
    <w:lvl w:ilvl="7" w:tplc="38381D7E" w:tentative="1">
      <w:start w:val="1"/>
      <w:numFmt w:val="lowerLetter"/>
      <w:lvlText w:val="%8."/>
      <w:lvlJc w:val="left"/>
      <w:pPr>
        <w:tabs>
          <w:tab w:val="num" w:pos="5760"/>
        </w:tabs>
        <w:ind w:left="5760" w:hanging="360"/>
      </w:pPr>
    </w:lvl>
    <w:lvl w:ilvl="8" w:tplc="B5C4C25E" w:tentative="1">
      <w:start w:val="1"/>
      <w:numFmt w:val="lowerRoman"/>
      <w:lvlText w:val="%9."/>
      <w:lvlJc w:val="right"/>
      <w:pPr>
        <w:tabs>
          <w:tab w:val="num" w:pos="6480"/>
        </w:tabs>
        <w:ind w:left="6480" w:hanging="180"/>
      </w:pPr>
    </w:lvl>
  </w:abstractNum>
  <w:abstractNum w:abstractNumId="11">
    <w:nsid w:val="344575CD"/>
    <w:multiLevelType w:val="hybridMultilevel"/>
    <w:tmpl w:val="729A1BF4"/>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2">
    <w:nsid w:val="3EBE326E"/>
    <w:multiLevelType w:val="multilevel"/>
    <w:tmpl w:val="D7AA215E"/>
    <w:numStyleLink w:val="Bullets"/>
  </w:abstractNum>
  <w:abstractNum w:abstractNumId="13">
    <w:nsid w:val="42D36AB0"/>
    <w:multiLevelType w:val="multilevel"/>
    <w:tmpl w:val="89D89856"/>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3195249"/>
    <w:multiLevelType w:val="hybridMultilevel"/>
    <w:tmpl w:val="E4E6017C"/>
    <w:lvl w:ilvl="0" w:tplc="28FC9A3C">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nsid w:val="454E051B"/>
    <w:multiLevelType w:val="hybridMultilevel"/>
    <w:tmpl w:val="30BE4942"/>
    <w:lvl w:ilvl="0" w:tplc="FCAAAD7E">
      <w:start w:val="1"/>
      <w:numFmt w:val="decimal"/>
      <w:pStyle w:val="Policylist1"/>
      <w:lvlText w:val="%1."/>
      <w:lvlJc w:val="left"/>
      <w:pPr>
        <w:ind w:left="720" w:hanging="360"/>
      </w:pPr>
      <w:rPr>
        <w:rFonts w:hint="default"/>
      </w:rPr>
    </w:lvl>
    <w:lvl w:ilvl="1" w:tplc="4C3C2C6C" w:tentative="1">
      <w:start w:val="1"/>
      <w:numFmt w:val="bullet"/>
      <w:lvlText w:val="o"/>
      <w:lvlJc w:val="left"/>
      <w:pPr>
        <w:ind w:left="1440" w:hanging="360"/>
      </w:pPr>
      <w:rPr>
        <w:rFonts w:ascii="Courier New" w:hAnsi="Courier New" w:cs="font243" w:hint="default"/>
      </w:rPr>
    </w:lvl>
    <w:lvl w:ilvl="2" w:tplc="87183408" w:tentative="1">
      <w:start w:val="1"/>
      <w:numFmt w:val="bullet"/>
      <w:lvlText w:val=""/>
      <w:lvlJc w:val="left"/>
      <w:pPr>
        <w:ind w:left="2160" w:hanging="360"/>
      </w:pPr>
      <w:rPr>
        <w:rFonts w:ascii="Wingdings" w:hAnsi="Wingdings" w:hint="default"/>
      </w:rPr>
    </w:lvl>
    <w:lvl w:ilvl="3" w:tplc="67B6393E" w:tentative="1">
      <w:start w:val="1"/>
      <w:numFmt w:val="bullet"/>
      <w:lvlText w:val=""/>
      <w:lvlJc w:val="left"/>
      <w:pPr>
        <w:ind w:left="2880" w:hanging="360"/>
      </w:pPr>
      <w:rPr>
        <w:rFonts w:ascii="Symbol" w:hAnsi="Symbol" w:hint="default"/>
      </w:rPr>
    </w:lvl>
    <w:lvl w:ilvl="4" w:tplc="61046F46" w:tentative="1">
      <w:start w:val="1"/>
      <w:numFmt w:val="bullet"/>
      <w:lvlText w:val="o"/>
      <w:lvlJc w:val="left"/>
      <w:pPr>
        <w:ind w:left="3600" w:hanging="360"/>
      </w:pPr>
      <w:rPr>
        <w:rFonts w:ascii="Courier New" w:hAnsi="Courier New" w:cs="font243" w:hint="default"/>
      </w:rPr>
    </w:lvl>
    <w:lvl w:ilvl="5" w:tplc="63AC1752" w:tentative="1">
      <w:start w:val="1"/>
      <w:numFmt w:val="bullet"/>
      <w:lvlText w:val=""/>
      <w:lvlJc w:val="left"/>
      <w:pPr>
        <w:ind w:left="4320" w:hanging="360"/>
      </w:pPr>
      <w:rPr>
        <w:rFonts w:ascii="Wingdings" w:hAnsi="Wingdings" w:hint="default"/>
      </w:rPr>
    </w:lvl>
    <w:lvl w:ilvl="6" w:tplc="ED825982" w:tentative="1">
      <w:start w:val="1"/>
      <w:numFmt w:val="bullet"/>
      <w:lvlText w:val=""/>
      <w:lvlJc w:val="left"/>
      <w:pPr>
        <w:ind w:left="5040" w:hanging="360"/>
      </w:pPr>
      <w:rPr>
        <w:rFonts w:ascii="Symbol" w:hAnsi="Symbol" w:hint="default"/>
      </w:rPr>
    </w:lvl>
    <w:lvl w:ilvl="7" w:tplc="47284994" w:tentative="1">
      <w:start w:val="1"/>
      <w:numFmt w:val="bullet"/>
      <w:lvlText w:val="o"/>
      <w:lvlJc w:val="left"/>
      <w:pPr>
        <w:ind w:left="5760" w:hanging="360"/>
      </w:pPr>
      <w:rPr>
        <w:rFonts w:ascii="Courier New" w:hAnsi="Courier New" w:cs="font243" w:hint="default"/>
      </w:rPr>
    </w:lvl>
    <w:lvl w:ilvl="8" w:tplc="19FC3BB2" w:tentative="1">
      <w:start w:val="1"/>
      <w:numFmt w:val="bullet"/>
      <w:lvlText w:val=""/>
      <w:lvlJc w:val="left"/>
      <w:pPr>
        <w:ind w:left="6480" w:hanging="360"/>
      </w:pPr>
      <w:rPr>
        <w:rFonts w:ascii="Wingdings" w:hAnsi="Wingdings" w:hint="default"/>
      </w:rPr>
    </w:lvl>
  </w:abstractNum>
  <w:abstractNum w:abstractNumId="17">
    <w:nsid w:val="482E5609"/>
    <w:multiLevelType w:val="hybridMultilevel"/>
    <w:tmpl w:val="0540BFC0"/>
    <w:lvl w:ilvl="0" w:tplc="2B76C8E4">
      <w:start w:val="1"/>
      <w:numFmt w:val="bullet"/>
      <w:lvlText w:val=""/>
      <w:lvlJc w:val="left"/>
      <w:pPr>
        <w:ind w:left="360" w:hanging="360"/>
      </w:pPr>
      <w:rPr>
        <w:rFonts w:ascii="Symbol" w:hAnsi="Symbol" w:hint="default"/>
      </w:rPr>
    </w:lvl>
    <w:lvl w:ilvl="1" w:tplc="5B76390E">
      <w:start w:val="1"/>
      <w:numFmt w:val="bullet"/>
      <w:lvlText w:val="o"/>
      <w:lvlJc w:val="left"/>
      <w:pPr>
        <w:ind w:left="1440" w:hanging="360"/>
      </w:pPr>
      <w:rPr>
        <w:rFonts w:ascii="Courier New" w:hAnsi="Courier New" w:cs="font243" w:hint="default"/>
      </w:rPr>
    </w:lvl>
    <w:lvl w:ilvl="2" w:tplc="359AE33C" w:tentative="1">
      <w:start w:val="1"/>
      <w:numFmt w:val="bullet"/>
      <w:lvlText w:val=""/>
      <w:lvlJc w:val="left"/>
      <w:pPr>
        <w:ind w:left="2160" w:hanging="360"/>
      </w:pPr>
      <w:rPr>
        <w:rFonts w:ascii="Wingdings" w:hAnsi="Wingdings" w:hint="default"/>
      </w:rPr>
    </w:lvl>
    <w:lvl w:ilvl="3" w:tplc="1ACC5B9E" w:tentative="1">
      <w:start w:val="1"/>
      <w:numFmt w:val="bullet"/>
      <w:lvlText w:val=""/>
      <w:lvlJc w:val="left"/>
      <w:pPr>
        <w:ind w:left="2880" w:hanging="360"/>
      </w:pPr>
      <w:rPr>
        <w:rFonts w:ascii="Symbol" w:hAnsi="Symbol" w:hint="default"/>
      </w:rPr>
    </w:lvl>
    <w:lvl w:ilvl="4" w:tplc="39E69492" w:tentative="1">
      <w:start w:val="1"/>
      <w:numFmt w:val="bullet"/>
      <w:lvlText w:val="o"/>
      <w:lvlJc w:val="left"/>
      <w:pPr>
        <w:ind w:left="3600" w:hanging="360"/>
      </w:pPr>
      <w:rPr>
        <w:rFonts w:ascii="Courier New" w:hAnsi="Courier New" w:cs="font243" w:hint="default"/>
      </w:rPr>
    </w:lvl>
    <w:lvl w:ilvl="5" w:tplc="3A8ECF8A" w:tentative="1">
      <w:start w:val="1"/>
      <w:numFmt w:val="bullet"/>
      <w:lvlText w:val=""/>
      <w:lvlJc w:val="left"/>
      <w:pPr>
        <w:ind w:left="4320" w:hanging="360"/>
      </w:pPr>
      <w:rPr>
        <w:rFonts w:ascii="Wingdings" w:hAnsi="Wingdings" w:hint="default"/>
      </w:rPr>
    </w:lvl>
    <w:lvl w:ilvl="6" w:tplc="61B26320" w:tentative="1">
      <w:start w:val="1"/>
      <w:numFmt w:val="bullet"/>
      <w:lvlText w:val=""/>
      <w:lvlJc w:val="left"/>
      <w:pPr>
        <w:ind w:left="5040" w:hanging="360"/>
      </w:pPr>
      <w:rPr>
        <w:rFonts w:ascii="Symbol" w:hAnsi="Symbol" w:hint="default"/>
      </w:rPr>
    </w:lvl>
    <w:lvl w:ilvl="7" w:tplc="331E8A12" w:tentative="1">
      <w:start w:val="1"/>
      <w:numFmt w:val="bullet"/>
      <w:lvlText w:val="o"/>
      <w:lvlJc w:val="left"/>
      <w:pPr>
        <w:ind w:left="5760" w:hanging="360"/>
      </w:pPr>
      <w:rPr>
        <w:rFonts w:ascii="Courier New" w:hAnsi="Courier New" w:cs="font243" w:hint="default"/>
      </w:rPr>
    </w:lvl>
    <w:lvl w:ilvl="8" w:tplc="3BF0CCD2" w:tentative="1">
      <w:start w:val="1"/>
      <w:numFmt w:val="bullet"/>
      <w:lvlText w:val=""/>
      <w:lvlJc w:val="left"/>
      <w:pPr>
        <w:ind w:left="6480" w:hanging="360"/>
      </w:pPr>
      <w:rPr>
        <w:rFonts w:ascii="Wingdings" w:hAnsi="Wingdings" w:hint="default"/>
      </w:rPr>
    </w:lvl>
  </w:abstractNum>
  <w:abstractNum w:abstractNumId="18">
    <w:nsid w:val="4A4864E0"/>
    <w:multiLevelType w:val="hybridMultilevel"/>
    <w:tmpl w:val="61520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3159F5"/>
    <w:multiLevelType w:val="hybridMultilevel"/>
    <w:tmpl w:val="DD4C6468"/>
    <w:name w:val="AttachmentNumbered"/>
    <w:lvl w:ilvl="0" w:tplc="DB9EB598">
      <w:start w:val="1"/>
      <w:numFmt w:val="bullet"/>
      <w:lvlText w:val=""/>
      <w:lvlJc w:val="left"/>
      <w:pPr>
        <w:ind w:left="360" w:hanging="360"/>
      </w:pPr>
      <w:rPr>
        <w:rFonts w:ascii="Symbol" w:hAnsi="Symbol" w:hint="default"/>
      </w:rPr>
    </w:lvl>
    <w:lvl w:ilvl="1" w:tplc="FC6C63EA" w:tentative="1">
      <w:start w:val="1"/>
      <w:numFmt w:val="bullet"/>
      <w:lvlText w:val="o"/>
      <w:lvlJc w:val="left"/>
      <w:pPr>
        <w:ind w:left="1080" w:hanging="360"/>
      </w:pPr>
      <w:rPr>
        <w:rFonts w:ascii="Courier New" w:hAnsi="Courier New" w:cs="font243" w:hint="default"/>
      </w:rPr>
    </w:lvl>
    <w:lvl w:ilvl="2" w:tplc="92623464" w:tentative="1">
      <w:start w:val="1"/>
      <w:numFmt w:val="bullet"/>
      <w:lvlText w:val=""/>
      <w:lvlJc w:val="left"/>
      <w:pPr>
        <w:ind w:left="1800" w:hanging="360"/>
      </w:pPr>
      <w:rPr>
        <w:rFonts w:ascii="Wingdings" w:hAnsi="Wingdings" w:hint="default"/>
      </w:rPr>
    </w:lvl>
    <w:lvl w:ilvl="3" w:tplc="2A16DE8A" w:tentative="1">
      <w:start w:val="1"/>
      <w:numFmt w:val="bullet"/>
      <w:lvlText w:val=""/>
      <w:lvlJc w:val="left"/>
      <w:pPr>
        <w:ind w:left="2520" w:hanging="360"/>
      </w:pPr>
      <w:rPr>
        <w:rFonts w:ascii="Symbol" w:hAnsi="Symbol" w:hint="default"/>
      </w:rPr>
    </w:lvl>
    <w:lvl w:ilvl="4" w:tplc="09DEC926" w:tentative="1">
      <w:start w:val="1"/>
      <w:numFmt w:val="bullet"/>
      <w:lvlText w:val="o"/>
      <w:lvlJc w:val="left"/>
      <w:pPr>
        <w:ind w:left="3240" w:hanging="360"/>
      </w:pPr>
      <w:rPr>
        <w:rFonts w:ascii="Courier New" w:hAnsi="Courier New" w:cs="font243" w:hint="default"/>
      </w:rPr>
    </w:lvl>
    <w:lvl w:ilvl="5" w:tplc="2B86033E" w:tentative="1">
      <w:start w:val="1"/>
      <w:numFmt w:val="bullet"/>
      <w:lvlText w:val=""/>
      <w:lvlJc w:val="left"/>
      <w:pPr>
        <w:ind w:left="3960" w:hanging="360"/>
      </w:pPr>
      <w:rPr>
        <w:rFonts w:ascii="Wingdings" w:hAnsi="Wingdings" w:hint="default"/>
      </w:rPr>
    </w:lvl>
    <w:lvl w:ilvl="6" w:tplc="AF9A4122" w:tentative="1">
      <w:start w:val="1"/>
      <w:numFmt w:val="bullet"/>
      <w:lvlText w:val=""/>
      <w:lvlJc w:val="left"/>
      <w:pPr>
        <w:ind w:left="4680" w:hanging="360"/>
      </w:pPr>
      <w:rPr>
        <w:rFonts w:ascii="Symbol" w:hAnsi="Symbol" w:hint="default"/>
      </w:rPr>
    </w:lvl>
    <w:lvl w:ilvl="7" w:tplc="4430634E" w:tentative="1">
      <w:start w:val="1"/>
      <w:numFmt w:val="bullet"/>
      <w:lvlText w:val="o"/>
      <w:lvlJc w:val="left"/>
      <w:pPr>
        <w:ind w:left="5400" w:hanging="360"/>
      </w:pPr>
      <w:rPr>
        <w:rFonts w:ascii="Courier New" w:hAnsi="Courier New" w:cs="font243" w:hint="default"/>
      </w:rPr>
    </w:lvl>
    <w:lvl w:ilvl="8" w:tplc="0ED0A84E" w:tentative="1">
      <w:start w:val="1"/>
      <w:numFmt w:val="bullet"/>
      <w:lvlText w:val=""/>
      <w:lvlJc w:val="left"/>
      <w:pPr>
        <w:ind w:left="6120" w:hanging="360"/>
      </w:pPr>
      <w:rPr>
        <w:rFonts w:ascii="Wingdings" w:hAnsi="Wingdings" w:hint="default"/>
      </w:rPr>
    </w:lvl>
  </w:abstractNum>
  <w:abstractNum w:abstractNumId="21">
    <w:nsid w:val="5EED05E6"/>
    <w:multiLevelType w:val="hybridMultilevel"/>
    <w:tmpl w:val="622214A8"/>
    <w:lvl w:ilvl="0" w:tplc="00169406">
      <w:start w:val="1"/>
      <w:numFmt w:val="bullet"/>
      <w:lvlText w:val=""/>
      <w:lvlJc w:val="left"/>
      <w:pPr>
        <w:tabs>
          <w:tab w:val="num" w:pos="282"/>
        </w:tabs>
        <w:ind w:left="282" w:hanging="567"/>
      </w:pPr>
      <w:rPr>
        <w:rFonts w:ascii="Symbol" w:hAnsi="Symbol" w:hint="default"/>
      </w:rPr>
    </w:lvl>
    <w:lvl w:ilvl="1" w:tplc="56AA3418">
      <w:start w:val="1"/>
      <w:numFmt w:val="bullet"/>
      <w:lvlText w:val="o"/>
      <w:lvlJc w:val="left"/>
      <w:pPr>
        <w:tabs>
          <w:tab w:val="num" w:pos="1155"/>
        </w:tabs>
        <w:ind w:left="1155" w:hanging="360"/>
      </w:pPr>
      <w:rPr>
        <w:rFonts w:ascii="Courier New" w:hAnsi="Courier New" w:hint="default"/>
      </w:rPr>
    </w:lvl>
    <w:lvl w:ilvl="2" w:tplc="CC1028D8">
      <w:start w:val="1"/>
      <w:numFmt w:val="bullet"/>
      <w:lvlText w:val=""/>
      <w:lvlJc w:val="left"/>
      <w:pPr>
        <w:tabs>
          <w:tab w:val="num" w:pos="1875"/>
        </w:tabs>
        <w:ind w:left="1875" w:hanging="360"/>
      </w:pPr>
      <w:rPr>
        <w:rFonts w:ascii="Wingdings" w:hAnsi="Wingdings" w:hint="default"/>
      </w:rPr>
    </w:lvl>
    <w:lvl w:ilvl="3" w:tplc="4D041FAE" w:tentative="1">
      <w:start w:val="1"/>
      <w:numFmt w:val="bullet"/>
      <w:lvlText w:val=""/>
      <w:lvlJc w:val="left"/>
      <w:pPr>
        <w:tabs>
          <w:tab w:val="num" w:pos="2595"/>
        </w:tabs>
        <w:ind w:left="2595" w:hanging="360"/>
      </w:pPr>
      <w:rPr>
        <w:rFonts w:ascii="Symbol" w:hAnsi="Symbol" w:hint="default"/>
      </w:rPr>
    </w:lvl>
    <w:lvl w:ilvl="4" w:tplc="C64C050A" w:tentative="1">
      <w:start w:val="1"/>
      <w:numFmt w:val="bullet"/>
      <w:lvlText w:val="o"/>
      <w:lvlJc w:val="left"/>
      <w:pPr>
        <w:tabs>
          <w:tab w:val="num" w:pos="3315"/>
        </w:tabs>
        <w:ind w:left="3315" w:hanging="360"/>
      </w:pPr>
      <w:rPr>
        <w:rFonts w:ascii="Courier New" w:hAnsi="Courier New" w:hint="default"/>
      </w:rPr>
    </w:lvl>
    <w:lvl w:ilvl="5" w:tplc="968E58E6" w:tentative="1">
      <w:start w:val="1"/>
      <w:numFmt w:val="bullet"/>
      <w:lvlText w:val=""/>
      <w:lvlJc w:val="left"/>
      <w:pPr>
        <w:tabs>
          <w:tab w:val="num" w:pos="4035"/>
        </w:tabs>
        <w:ind w:left="4035" w:hanging="360"/>
      </w:pPr>
      <w:rPr>
        <w:rFonts w:ascii="Wingdings" w:hAnsi="Wingdings" w:hint="default"/>
      </w:rPr>
    </w:lvl>
    <w:lvl w:ilvl="6" w:tplc="E8D01A32" w:tentative="1">
      <w:start w:val="1"/>
      <w:numFmt w:val="bullet"/>
      <w:lvlText w:val=""/>
      <w:lvlJc w:val="left"/>
      <w:pPr>
        <w:tabs>
          <w:tab w:val="num" w:pos="4755"/>
        </w:tabs>
        <w:ind w:left="4755" w:hanging="360"/>
      </w:pPr>
      <w:rPr>
        <w:rFonts w:ascii="Symbol" w:hAnsi="Symbol" w:hint="default"/>
      </w:rPr>
    </w:lvl>
    <w:lvl w:ilvl="7" w:tplc="3D54376C" w:tentative="1">
      <w:start w:val="1"/>
      <w:numFmt w:val="bullet"/>
      <w:lvlText w:val="o"/>
      <w:lvlJc w:val="left"/>
      <w:pPr>
        <w:tabs>
          <w:tab w:val="num" w:pos="5475"/>
        </w:tabs>
        <w:ind w:left="5475" w:hanging="360"/>
      </w:pPr>
      <w:rPr>
        <w:rFonts w:ascii="Courier New" w:hAnsi="Courier New" w:hint="default"/>
      </w:rPr>
    </w:lvl>
    <w:lvl w:ilvl="8" w:tplc="86420776" w:tentative="1">
      <w:start w:val="1"/>
      <w:numFmt w:val="bullet"/>
      <w:lvlText w:val=""/>
      <w:lvlJc w:val="left"/>
      <w:pPr>
        <w:tabs>
          <w:tab w:val="num" w:pos="6195"/>
        </w:tabs>
        <w:ind w:left="6195" w:hanging="360"/>
      </w:pPr>
      <w:rPr>
        <w:rFonts w:ascii="Wingdings" w:hAnsi="Wingdings" w:hint="default"/>
      </w:rPr>
    </w:lvl>
  </w:abstractNum>
  <w:abstractNum w:abstractNumId="22">
    <w:nsid w:val="63A45FB8"/>
    <w:multiLevelType w:val="hybridMultilevel"/>
    <w:tmpl w:val="B5368E7E"/>
    <w:lvl w:ilvl="0" w:tplc="EAD6BC36">
      <w:start w:val="1"/>
      <w:numFmt w:val="bullet"/>
      <w:lvlText w:val=""/>
      <w:lvlJc w:val="left"/>
      <w:pPr>
        <w:ind w:left="720" w:hanging="360"/>
      </w:pPr>
      <w:rPr>
        <w:rFonts w:ascii="Symbol" w:hAnsi="Symbol" w:hint="default"/>
        <w:color w:val="auto"/>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3">
    <w:nsid w:val="6D91309D"/>
    <w:multiLevelType w:val="hybridMultilevel"/>
    <w:tmpl w:val="44503F92"/>
    <w:lvl w:ilvl="0" w:tplc="C08434FA">
      <w:start w:val="1"/>
      <w:numFmt w:val="decimal"/>
      <w:lvlText w:val="Step %1:"/>
      <w:lvlJc w:val="left"/>
      <w:pPr>
        <w:tabs>
          <w:tab w:val="num" w:pos="1617"/>
        </w:tabs>
        <w:ind w:left="1617" w:hanging="9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2B72B7B"/>
    <w:multiLevelType w:val="hybridMultilevel"/>
    <w:tmpl w:val="85860136"/>
    <w:lvl w:ilvl="0" w:tplc="E2601C76">
      <w:start w:val="1"/>
      <w:numFmt w:val="decimal"/>
      <w:pStyle w:val="Heading2"/>
      <w:lvlText w:val="%1."/>
      <w:lvlJc w:val="left"/>
      <w:pPr>
        <w:ind w:left="720" w:hanging="360"/>
      </w:pPr>
    </w:lvl>
    <w:lvl w:ilvl="1" w:tplc="4E9AE052" w:tentative="1">
      <w:start w:val="1"/>
      <w:numFmt w:val="lowerLetter"/>
      <w:lvlText w:val="%2."/>
      <w:lvlJc w:val="left"/>
      <w:pPr>
        <w:ind w:left="1440" w:hanging="360"/>
      </w:pPr>
    </w:lvl>
    <w:lvl w:ilvl="2" w:tplc="42D8C7FA" w:tentative="1">
      <w:start w:val="1"/>
      <w:numFmt w:val="lowerRoman"/>
      <w:lvlText w:val="%3."/>
      <w:lvlJc w:val="right"/>
      <w:pPr>
        <w:ind w:left="2160" w:hanging="180"/>
      </w:pPr>
    </w:lvl>
    <w:lvl w:ilvl="3" w:tplc="4D761D42" w:tentative="1">
      <w:start w:val="1"/>
      <w:numFmt w:val="decimal"/>
      <w:lvlText w:val="%4."/>
      <w:lvlJc w:val="left"/>
      <w:pPr>
        <w:ind w:left="2880" w:hanging="360"/>
      </w:pPr>
    </w:lvl>
    <w:lvl w:ilvl="4" w:tplc="D4463B54" w:tentative="1">
      <w:start w:val="1"/>
      <w:numFmt w:val="lowerLetter"/>
      <w:lvlText w:val="%5."/>
      <w:lvlJc w:val="left"/>
      <w:pPr>
        <w:ind w:left="3600" w:hanging="360"/>
      </w:pPr>
    </w:lvl>
    <w:lvl w:ilvl="5" w:tplc="962CAEA4" w:tentative="1">
      <w:start w:val="1"/>
      <w:numFmt w:val="lowerRoman"/>
      <w:lvlText w:val="%6."/>
      <w:lvlJc w:val="right"/>
      <w:pPr>
        <w:ind w:left="4320" w:hanging="180"/>
      </w:pPr>
    </w:lvl>
    <w:lvl w:ilvl="6" w:tplc="60449438" w:tentative="1">
      <w:start w:val="1"/>
      <w:numFmt w:val="decimal"/>
      <w:lvlText w:val="%7."/>
      <w:lvlJc w:val="left"/>
      <w:pPr>
        <w:ind w:left="5040" w:hanging="360"/>
      </w:pPr>
    </w:lvl>
    <w:lvl w:ilvl="7" w:tplc="AC687F3A" w:tentative="1">
      <w:start w:val="1"/>
      <w:numFmt w:val="lowerLetter"/>
      <w:lvlText w:val="%8."/>
      <w:lvlJc w:val="left"/>
      <w:pPr>
        <w:ind w:left="5760" w:hanging="360"/>
      </w:pPr>
    </w:lvl>
    <w:lvl w:ilvl="8" w:tplc="599E5542" w:tentative="1">
      <w:start w:val="1"/>
      <w:numFmt w:val="lowerRoman"/>
      <w:lvlText w:val="%9."/>
      <w:lvlJc w:val="right"/>
      <w:pPr>
        <w:ind w:left="6480" w:hanging="180"/>
      </w:pPr>
    </w:lvl>
  </w:abstractNum>
  <w:abstractNum w:abstractNumId="25">
    <w:nsid w:val="775248D7"/>
    <w:multiLevelType w:val="hybridMultilevel"/>
    <w:tmpl w:val="4888F67C"/>
    <w:lvl w:ilvl="0" w:tplc="27A8CCE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8B4565B"/>
    <w:multiLevelType w:val="hybridMultilevel"/>
    <w:tmpl w:val="45261CDC"/>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79F90833"/>
    <w:multiLevelType w:val="hybridMultilevel"/>
    <w:tmpl w:val="CADC1630"/>
    <w:lvl w:ilvl="0" w:tplc="9FA4D78C">
      <w:start w:val="1"/>
      <w:numFmt w:val="bullet"/>
      <w:lvlText w:val=""/>
      <w:lvlJc w:val="left"/>
      <w:pPr>
        <w:ind w:left="720" w:hanging="360"/>
      </w:pPr>
      <w:rPr>
        <w:rFonts w:ascii="Symbol" w:hAnsi="Symbol" w:hint="default"/>
      </w:rPr>
    </w:lvl>
    <w:lvl w:ilvl="1" w:tplc="BB0EBCCE" w:tentative="1">
      <w:start w:val="1"/>
      <w:numFmt w:val="bullet"/>
      <w:lvlText w:val="o"/>
      <w:lvlJc w:val="left"/>
      <w:pPr>
        <w:ind w:left="1440" w:hanging="360"/>
      </w:pPr>
      <w:rPr>
        <w:rFonts w:ascii="Courier New" w:hAnsi="Courier New" w:cs="font243" w:hint="default"/>
      </w:rPr>
    </w:lvl>
    <w:lvl w:ilvl="2" w:tplc="D2F0DE40" w:tentative="1">
      <w:start w:val="1"/>
      <w:numFmt w:val="bullet"/>
      <w:lvlText w:val=""/>
      <w:lvlJc w:val="left"/>
      <w:pPr>
        <w:ind w:left="2160" w:hanging="360"/>
      </w:pPr>
      <w:rPr>
        <w:rFonts w:ascii="Wingdings" w:hAnsi="Wingdings" w:hint="default"/>
      </w:rPr>
    </w:lvl>
    <w:lvl w:ilvl="3" w:tplc="F59CE794" w:tentative="1">
      <w:start w:val="1"/>
      <w:numFmt w:val="bullet"/>
      <w:lvlText w:val=""/>
      <w:lvlJc w:val="left"/>
      <w:pPr>
        <w:ind w:left="2880" w:hanging="360"/>
      </w:pPr>
      <w:rPr>
        <w:rFonts w:ascii="Symbol" w:hAnsi="Symbol" w:hint="default"/>
      </w:rPr>
    </w:lvl>
    <w:lvl w:ilvl="4" w:tplc="A8D22D1A" w:tentative="1">
      <w:start w:val="1"/>
      <w:numFmt w:val="bullet"/>
      <w:lvlText w:val="o"/>
      <w:lvlJc w:val="left"/>
      <w:pPr>
        <w:ind w:left="3600" w:hanging="360"/>
      </w:pPr>
      <w:rPr>
        <w:rFonts w:ascii="Courier New" w:hAnsi="Courier New" w:cs="font243" w:hint="default"/>
      </w:rPr>
    </w:lvl>
    <w:lvl w:ilvl="5" w:tplc="8E0E5B56" w:tentative="1">
      <w:start w:val="1"/>
      <w:numFmt w:val="bullet"/>
      <w:lvlText w:val=""/>
      <w:lvlJc w:val="left"/>
      <w:pPr>
        <w:ind w:left="4320" w:hanging="360"/>
      </w:pPr>
      <w:rPr>
        <w:rFonts w:ascii="Wingdings" w:hAnsi="Wingdings" w:hint="default"/>
      </w:rPr>
    </w:lvl>
    <w:lvl w:ilvl="6" w:tplc="84CE59EC" w:tentative="1">
      <w:start w:val="1"/>
      <w:numFmt w:val="bullet"/>
      <w:lvlText w:val=""/>
      <w:lvlJc w:val="left"/>
      <w:pPr>
        <w:ind w:left="5040" w:hanging="360"/>
      </w:pPr>
      <w:rPr>
        <w:rFonts w:ascii="Symbol" w:hAnsi="Symbol" w:hint="default"/>
      </w:rPr>
    </w:lvl>
    <w:lvl w:ilvl="7" w:tplc="366E85C0" w:tentative="1">
      <w:start w:val="1"/>
      <w:numFmt w:val="bullet"/>
      <w:lvlText w:val="o"/>
      <w:lvlJc w:val="left"/>
      <w:pPr>
        <w:ind w:left="5760" w:hanging="360"/>
      </w:pPr>
      <w:rPr>
        <w:rFonts w:ascii="Courier New" w:hAnsi="Courier New" w:cs="font243" w:hint="default"/>
      </w:rPr>
    </w:lvl>
    <w:lvl w:ilvl="8" w:tplc="9550AFAE"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3"/>
  </w:num>
  <w:num w:numId="4">
    <w:abstractNumId w:val="24"/>
  </w:num>
  <w:num w:numId="5">
    <w:abstractNumId w:val="17"/>
  </w:num>
  <w:num w:numId="6">
    <w:abstractNumId w:val="10"/>
  </w:num>
  <w:num w:numId="7">
    <w:abstractNumId w:val="22"/>
  </w:num>
  <w:num w:numId="8">
    <w:abstractNumId w:val="2"/>
  </w:num>
  <w:num w:numId="9">
    <w:abstractNumId w:val="3"/>
  </w:num>
  <w:num w:numId="10">
    <w:abstractNumId w:val="19"/>
  </w:num>
  <w:num w:numId="11">
    <w:abstractNumId w:val="5"/>
  </w:num>
  <w:num w:numId="12">
    <w:abstractNumId w:val="27"/>
  </w:num>
  <w:num w:numId="13">
    <w:abstractNumId w:val="20"/>
  </w:num>
  <w:num w:numId="14">
    <w:abstractNumId w:val="25"/>
  </w:num>
  <w:num w:numId="15">
    <w:abstractNumId w:val="16"/>
  </w:num>
  <w:num w:numId="16">
    <w:abstractNumId w:val="4"/>
  </w:num>
  <w:num w:numId="17">
    <w:abstractNumId w:val="21"/>
  </w:num>
  <w:num w:numId="18">
    <w:abstractNumId w:val="15"/>
  </w:num>
  <w:num w:numId="19">
    <w:abstractNumId w:val="23"/>
  </w:num>
  <w:num w:numId="20">
    <w:abstractNumId w:val="1"/>
  </w:num>
  <w:num w:numId="21">
    <w:abstractNumId w:val="14"/>
  </w:num>
  <w:num w:numId="22">
    <w:abstractNumId w:val="18"/>
  </w:num>
  <w:num w:numId="23">
    <w:abstractNumId w:val="7"/>
  </w:num>
  <w:num w:numId="24">
    <w:abstractNumId w:val="26"/>
  </w:num>
  <w:num w:numId="25">
    <w:abstractNumId w:val="9"/>
  </w:num>
  <w:num w:numId="26">
    <w:abstractNumId w:val="11"/>
  </w:num>
  <w:num w:numId="27">
    <w:abstractNumId w:val="6"/>
  </w:num>
  <w:num w:numId="28">
    <w:abstractNumId w:val="0"/>
    <w:lvlOverride w:ilvl="0">
      <w:lvl w:ilvl="0">
        <w:start w:val="1"/>
        <w:numFmt w:val="bullet"/>
        <w:lvlText w:val=""/>
        <w:legacy w:legacy="1" w:legacySpace="0" w:legacyIndent="360"/>
        <w:lvlJc w:val="left"/>
        <w:pPr>
          <w:ind w:left="927" w:hanging="360"/>
        </w:pPr>
        <w:rPr>
          <w:rFonts w:ascii="Monotype Sorts" w:hAnsi="Monotype Sorts" w:hint="default"/>
          <w:sz w:val="8"/>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7397"/>
    <w:rsid w:val="0000702E"/>
    <w:rsid w:val="00017F2D"/>
    <w:rsid w:val="0002620A"/>
    <w:rsid w:val="00027DD2"/>
    <w:rsid w:val="00027FF8"/>
    <w:rsid w:val="00030B9A"/>
    <w:rsid w:val="0004266C"/>
    <w:rsid w:val="00044632"/>
    <w:rsid w:val="00045918"/>
    <w:rsid w:val="0006048E"/>
    <w:rsid w:val="0006556D"/>
    <w:rsid w:val="000B19A1"/>
    <w:rsid w:val="000B1F9C"/>
    <w:rsid w:val="000F326E"/>
    <w:rsid w:val="000F6FF4"/>
    <w:rsid w:val="00102FDB"/>
    <w:rsid w:val="00121FFB"/>
    <w:rsid w:val="0012585C"/>
    <w:rsid w:val="00131C75"/>
    <w:rsid w:val="00134613"/>
    <w:rsid w:val="00145D87"/>
    <w:rsid w:val="00164612"/>
    <w:rsid w:val="00183C4D"/>
    <w:rsid w:val="001934AF"/>
    <w:rsid w:val="001B03C4"/>
    <w:rsid w:val="001E2DAC"/>
    <w:rsid w:val="002071F5"/>
    <w:rsid w:val="0024003F"/>
    <w:rsid w:val="002443F3"/>
    <w:rsid w:val="00254DBE"/>
    <w:rsid w:val="0026136D"/>
    <w:rsid w:val="0026520E"/>
    <w:rsid w:val="002709A8"/>
    <w:rsid w:val="002A02CA"/>
    <w:rsid w:val="002D47F7"/>
    <w:rsid w:val="002D4B54"/>
    <w:rsid w:val="002E580E"/>
    <w:rsid w:val="003038C1"/>
    <w:rsid w:val="00316F5E"/>
    <w:rsid w:val="003322BC"/>
    <w:rsid w:val="00347596"/>
    <w:rsid w:val="003E7A75"/>
    <w:rsid w:val="003F2077"/>
    <w:rsid w:val="00436153"/>
    <w:rsid w:val="004510A4"/>
    <w:rsid w:val="00451B3B"/>
    <w:rsid w:val="00461717"/>
    <w:rsid w:val="004835B9"/>
    <w:rsid w:val="004C366E"/>
    <w:rsid w:val="004D7A0B"/>
    <w:rsid w:val="004F0247"/>
    <w:rsid w:val="00525041"/>
    <w:rsid w:val="0056542D"/>
    <w:rsid w:val="00573FDB"/>
    <w:rsid w:val="005804AD"/>
    <w:rsid w:val="00583E75"/>
    <w:rsid w:val="00583E81"/>
    <w:rsid w:val="005A70E4"/>
    <w:rsid w:val="005B76C1"/>
    <w:rsid w:val="005D3A85"/>
    <w:rsid w:val="005E6509"/>
    <w:rsid w:val="00603C90"/>
    <w:rsid w:val="00615757"/>
    <w:rsid w:val="00617DF6"/>
    <w:rsid w:val="00624A92"/>
    <w:rsid w:val="00626B7A"/>
    <w:rsid w:val="006311AE"/>
    <w:rsid w:val="00636744"/>
    <w:rsid w:val="0064631B"/>
    <w:rsid w:val="00647D24"/>
    <w:rsid w:val="00670BFD"/>
    <w:rsid w:val="0069012B"/>
    <w:rsid w:val="006B2A91"/>
    <w:rsid w:val="007114E2"/>
    <w:rsid w:val="00712C5C"/>
    <w:rsid w:val="00726E00"/>
    <w:rsid w:val="00753166"/>
    <w:rsid w:val="00764088"/>
    <w:rsid w:val="007969AD"/>
    <w:rsid w:val="007B6F21"/>
    <w:rsid w:val="007C1326"/>
    <w:rsid w:val="007D312E"/>
    <w:rsid w:val="007E453A"/>
    <w:rsid w:val="007F191B"/>
    <w:rsid w:val="008329E9"/>
    <w:rsid w:val="00882EEF"/>
    <w:rsid w:val="00883C68"/>
    <w:rsid w:val="008860F9"/>
    <w:rsid w:val="008A0996"/>
    <w:rsid w:val="008B11CC"/>
    <w:rsid w:val="008C205B"/>
    <w:rsid w:val="008D3809"/>
    <w:rsid w:val="00913143"/>
    <w:rsid w:val="00916D7F"/>
    <w:rsid w:val="00920DBA"/>
    <w:rsid w:val="00925235"/>
    <w:rsid w:val="00973123"/>
    <w:rsid w:val="009D2229"/>
    <w:rsid w:val="009D7E21"/>
    <w:rsid w:val="009E16CB"/>
    <w:rsid w:val="009E46CE"/>
    <w:rsid w:val="00A15445"/>
    <w:rsid w:val="00A248F8"/>
    <w:rsid w:val="00A25BD5"/>
    <w:rsid w:val="00A366D0"/>
    <w:rsid w:val="00A5096B"/>
    <w:rsid w:val="00A6204B"/>
    <w:rsid w:val="00A64FD4"/>
    <w:rsid w:val="00A73868"/>
    <w:rsid w:val="00A7558B"/>
    <w:rsid w:val="00A77B74"/>
    <w:rsid w:val="00A83385"/>
    <w:rsid w:val="00A840E6"/>
    <w:rsid w:val="00A871F4"/>
    <w:rsid w:val="00A91DD3"/>
    <w:rsid w:val="00AA230F"/>
    <w:rsid w:val="00AA34A7"/>
    <w:rsid w:val="00AB23C9"/>
    <w:rsid w:val="00AD7668"/>
    <w:rsid w:val="00AE1066"/>
    <w:rsid w:val="00AF6A30"/>
    <w:rsid w:val="00B0179F"/>
    <w:rsid w:val="00B05FA4"/>
    <w:rsid w:val="00B953ED"/>
    <w:rsid w:val="00BA0330"/>
    <w:rsid w:val="00BA5C44"/>
    <w:rsid w:val="00BF60FB"/>
    <w:rsid w:val="00C01393"/>
    <w:rsid w:val="00C13D46"/>
    <w:rsid w:val="00C25A43"/>
    <w:rsid w:val="00C41617"/>
    <w:rsid w:val="00C664FA"/>
    <w:rsid w:val="00C71344"/>
    <w:rsid w:val="00C820E7"/>
    <w:rsid w:val="00CA6C58"/>
    <w:rsid w:val="00CC0878"/>
    <w:rsid w:val="00CD607A"/>
    <w:rsid w:val="00CE1D1B"/>
    <w:rsid w:val="00CF7135"/>
    <w:rsid w:val="00D25277"/>
    <w:rsid w:val="00D314C1"/>
    <w:rsid w:val="00D52D40"/>
    <w:rsid w:val="00D81F19"/>
    <w:rsid w:val="00D9433A"/>
    <w:rsid w:val="00D97397"/>
    <w:rsid w:val="00DA72C5"/>
    <w:rsid w:val="00DC7200"/>
    <w:rsid w:val="00DE281E"/>
    <w:rsid w:val="00DE696D"/>
    <w:rsid w:val="00DF7CAA"/>
    <w:rsid w:val="00E04C02"/>
    <w:rsid w:val="00E1057B"/>
    <w:rsid w:val="00E13180"/>
    <w:rsid w:val="00E14EA2"/>
    <w:rsid w:val="00E85140"/>
    <w:rsid w:val="00EA6059"/>
    <w:rsid w:val="00EC300D"/>
    <w:rsid w:val="00EE0114"/>
    <w:rsid w:val="00EF0934"/>
    <w:rsid w:val="00EF2F19"/>
    <w:rsid w:val="00F03AC2"/>
    <w:rsid w:val="00F04192"/>
    <w:rsid w:val="00F06A87"/>
    <w:rsid w:val="00F71B8F"/>
    <w:rsid w:val="00F75F7C"/>
    <w:rsid w:val="00F90F70"/>
    <w:rsid w:val="00FA1C7D"/>
    <w:rsid w:val="00FB1C49"/>
    <w:rsid w:val="00FC567A"/>
    <w:rsid w:val="00FE40EF"/>
    <w:rsid w:val="00FE51A6"/>
  </w:rsids>
  <m:mathPr>
    <m:mathFont m:val="Cambria Math"/>
    <m:brkBin m:val="before"/>
    <m:brkBinSub m:val="--"/>
    <m:smallFrac/>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B05FA4"/>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lang w:val="en-AU" w:eastAsia="en-US"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Cs w:val="19"/>
      <w:lang w:val="en-AU" w:eastAsia="en-AU" w:bidi="ar-SA"/>
    </w:rPr>
  </w:style>
  <w:style w:type="character" w:customStyle="1" w:styleId="Heading2Char">
    <w:name w:val="Heading 2 Char"/>
    <w:link w:val="Heading2"/>
    <w:rsid w:val="00636744"/>
    <w:rPr>
      <w:rFonts w:eastAsia="Times New Roman" w:cs="Arial"/>
      <w:b/>
      <w:bCs/>
      <w:caps/>
      <w:color w:val="000000"/>
      <w:sz w:val="22"/>
      <w:szCs w:val="22"/>
      <w:lang w:val="en-AU" w:eastAsia="en-AU" w:bidi="ar-SA"/>
    </w:rPr>
  </w:style>
  <w:style w:type="character" w:customStyle="1" w:styleId="Heading3Char">
    <w:name w:val="Heading 3 Char"/>
    <w:link w:val="Heading3"/>
    <w:rsid w:val="00F06A87"/>
    <w:rPr>
      <w:rFonts w:eastAsia="Times New Roman" w:cs="Arial"/>
      <w:b/>
      <w:bCs/>
      <w:caps/>
      <w:color w:val="000000"/>
      <w:lang w:val="en-AU" w:eastAsia="en-AU" w:bidi="ar-SA"/>
    </w:rPr>
  </w:style>
  <w:style w:type="character" w:customStyle="1" w:styleId="Heading4Char">
    <w:name w:val="Heading 4 Char"/>
    <w:link w:val="Heading4"/>
    <w:rsid w:val="00B05FA4"/>
    <w:rPr>
      <w:rFonts w:eastAsia="Times New Roman" w:cs="Arial"/>
      <w:b/>
      <w:bCs/>
      <w:color w:val="000000"/>
      <w:szCs w:val="19"/>
      <w:lang w:val="en-AU"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sz w:val="16"/>
      <w:szCs w:val="16"/>
      <w:lang/>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sz w:val="16"/>
      <w:szCs w:val="16"/>
      <w:lang/>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iPriority w:val="99"/>
    <w:unhideWhenUsed/>
    <w:rsid w:val="00316F5E"/>
    <w:rPr>
      <w:color w:val="0000FF"/>
      <w:u w:val="single"/>
    </w:rPr>
  </w:style>
  <w:style w:type="paragraph" w:customStyle="1" w:styleId="Attachmentsubtitle">
    <w:name w:val="Attachment subtitle"/>
    <w:basedOn w:val="Attachmenttitle"/>
    <w:qFormat/>
    <w:rsid w:val="00CE1D1B"/>
    <w:pPr>
      <w:spacing w:before="240" w:after="120"/>
      <w:jc w:val="left"/>
    </w:pPr>
    <w:rPr>
      <w:sz w:val="24"/>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lang/>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26E00"/>
    <w:pPr>
      <w:keepNext/>
      <w:numPr>
        <w:numId w:val="9"/>
      </w:numPr>
      <w:spacing w:before="200" w:after="60"/>
    </w:pPr>
    <w:rPr>
      <w:rFonts w:eastAsia="Times New Roman" w:cs="Arial"/>
      <w:b/>
      <w:bCs/>
      <w:color w:val="000000"/>
      <w:sz w:val="22"/>
      <w:szCs w:val="22"/>
    </w:rPr>
  </w:style>
  <w:style w:type="paragraph" w:customStyle="1" w:styleId="AttachmentNumberedHeading2">
    <w:name w:val="Attachment Numbered Heading 2"/>
    <w:next w:val="BodyText"/>
    <w:qFormat/>
    <w:rsid w:val="00726E00"/>
    <w:pPr>
      <w:keepNext/>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BA5C44"/>
    <w:pPr>
      <w:spacing w:beforeLines="40" w:afterLines="40" w:line="260" w:lineRule="atLeast"/>
    </w:pPr>
    <w:rPr>
      <w:rFonts w:eastAsia="Times New Roman"/>
      <w:snapToGrid w:val="0"/>
      <w:sz w:val="20"/>
      <w:szCs w:val="20"/>
      <w:lang w:val="en-GB"/>
    </w:rPr>
  </w:style>
  <w:style w:type="paragraph" w:customStyle="1" w:styleId="Policylist1">
    <w:name w:val="Policy list 1"/>
    <w:aliases w:val="2,3"/>
    <w:basedOn w:val="Normal"/>
    <w:rsid w:val="00254DBE"/>
    <w:pPr>
      <w:numPr>
        <w:numId w:val="15"/>
      </w:numPr>
      <w:tabs>
        <w:tab w:val="left" w:pos="284"/>
      </w:tabs>
      <w:spacing w:after="60" w:line="260" w:lineRule="atLeast"/>
      <w:ind w:left="498" w:hanging="249"/>
    </w:pPr>
    <w:rPr>
      <w:rFonts w:eastAsia="Times New Roman" w:cs="Tms Rmn"/>
      <w:snapToGrid w:val="0"/>
      <w:sz w:val="20"/>
      <w:szCs w:val="20"/>
      <w:lang w:val="en-US"/>
    </w:rPr>
  </w:style>
  <w:style w:type="paragraph" w:customStyle="1" w:styleId="BodyText85ptBefore">
    <w:name w:val="Body Text 8.5pt Before"/>
    <w:basedOn w:val="BodyText3ptAfter"/>
    <w:qFormat/>
    <w:rsid w:val="007969AD"/>
    <w:pPr>
      <w:spacing w:before="170"/>
    </w:pPr>
  </w:style>
  <w:style w:type="paragraph" w:customStyle="1" w:styleId="Attachmenttitle">
    <w:name w:val="Attachment title"/>
    <w:basedOn w:val="Normal"/>
    <w:qFormat/>
    <w:rsid w:val="007969AD"/>
    <w:pPr>
      <w:spacing w:before="120" w:after="240"/>
      <w:jc w:val="center"/>
    </w:pPr>
    <w:rPr>
      <w:rFonts w:eastAsia="Times New Roman" w:cs="Courier New"/>
      <w:b/>
      <w:snapToGrid w:val="0"/>
      <w:sz w:val="28"/>
      <w:szCs w:val="32"/>
      <w:lang w:val="en-US"/>
    </w:rPr>
  </w:style>
  <w:style w:type="paragraph" w:customStyle="1" w:styleId="Policybullets">
    <w:name w:val="Policy bullets"/>
    <w:basedOn w:val="Policytext"/>
    <w:rsid w:val="003038C1"/>
    <w:pPr>
      <w:tabs>
        <w:tab w:val="num" w:pos="282"/>
      </w:tabs>
      <w:spacing w:before="80" w:after="40" w:line="280" w:lineRule="atLeast"/>
      <w:ind w:left="282" w:hanging="567"/>
    </w:pPr>
    <w:rPr>
      <w:rFonts w:eastAsia="Times New Roman"/>
      <w:snapToGrid w:val="0"/>
      <w:sz w:val="22"/>
      <w:szCs w:val="22"/>
      <w:lang w:eastAsia="en-US"/>
    </w:rPr>
  </w:style>
  <w:style w:type="paragraph" w:customStyle="1" w:styleId="Policytext">
    <w:name w:val="Policy text"/>
    <w:basedOn w:val="BodyText"/>
    <w:link w:val="PolicytextChar"/>
    <w:rsid w:val="00E14EA2"/>
    <w:rPr>
      <w:szCs w:val="20"/>
      <w:lang/>
    </w:rPr>
  </w:style>
  <w:style w:type="character" w:customStyle="1" w:styleId="PolicytextChar">
    <w:name w:val="Policy text Char"/>
    <w:link w:val="Policytext"/>
    <w:rsid w:val="00E14EA2"/>
    <w:rPr>
      <w:sz w:val="20"/>
      <w:lang w:eastAsia="en-AU"/>
    </w:rPr>
  </w:style>
  <w:style w:type="paragraph" w:styleId="NormalWeb">
    <w:name w:val="Normal (Web)"/>
    <w:basedOn w:val="Normal"/>
    <w:uiPriority w:val="99"/>
    <w:semiHidden/>
    <w:unhideWhenUsed/>
    <w:rsid w:val="003038C1"/>
    <w:pPr>
      <w:spacing w:before="100" w:beforeAutospacing="1" w:after="100" w:afterAutospacing="1"/>
    </w:pPr>
    <w:rPr>
      <w:rFonts w:ascii="Times New Roman" w:eastAsia="Times New Roman" w:hAnsi="Times New Roman"/>
      <w:sz w:val="24"/>
      <w:szCs w:val="24"/>
      <w:lang w:eastAsia="en-AU"/>
    </w:rPr>
  </w:style>
  <w:style w:type="paragraph" w:customStyle="1" w:styleId="SignatureLine">
    <w:name w:val="Signature Line"/>
    <w:basedOn w:val="BodyText"/>
    <w:qFormat/>
    <w:rsid w:val="00164612"/>
    <w:pPr>
      <w:tabs>
        <w:tab w:val="right" w:leader="underscore" w:pos="4253"/>
        <w:tab w:val="left" w:pos="4522"/>
        <w:tab w:val="left" w:leader="underscore" w:pos="7796"/>
      </w:tabs>
      <w:spacing w:before="240" w:after="60"/>
    </w:pPr>
  </w:style>
  <w:style w:type="paragraph" w:customStyle="1" w:styleId="SignatureCaption">
    <w:name w:val="Signature Caption"/>
    <w:basedOn w:val="BodyText"/>
    <w:qFormat/>
    <w:rsid w:val="00626B7A"/>
    <w:pPr>
      <w:tabs>
        <w:tab w:val="left" w:pos="4536"/>
      </w:tabs>
    </w:pPr>
  </w:style>
  <w:style w:type="character" w:styleId="FollowedHyperlink">
    <w:name w:val="FollowedHyperlink"/>
    <w:uiPriority w:val="99"/>
    <w:semiHidden/>
    <w:unhideWhenUsed/>
    <w:rsid w:val="00B05FA4"/>
    <w:rPr>
      <w:color w:val="800080"/>
      <w:u w:val="single"/>
    </w:rPr>
  </w:style>
  <w:style w:type="paragraph" w:customStyle="1" w:styleId="Paragraph">
    <w:name w:val="Paragraph"/>
    <w:basedOn w:val="Heading1"/>
    <w:rsid w:val="00DA72C5"/>
    <w:pPr>
      <w:keepLines w:val="0"/>
      <w:spacing w:before="60" w:after="120" w:line="240" w:lineRule="auto"/>
      <w:ind w:left="567"/>
      <w:outlineLvl w:val="9"/>
    </w:pPr>
    <w:rPr>
      <w:rFonts w:cs="Times New Roman"/>
      <w:b w:val="0"/>
      <w:bCs w:val="0"/>
      <w:caps w:val="0"/>
      <w:color w:val="auto"/>
      <w:kern w:val="28"/>
      <w:sz w:val="20"/>
      <w:szCs w:val="20"/>
    </w:rPr>
  </w:style>
</w:styles>
</file>

<file path=word/webSettings.xml><?xml version="1.0" encoding="utf-8"?>
<w:webSettings xmlns:r="http://schemas.openxmlformats.org/officeDocument/2006/relationships" xmlns:w="http://schemas.openxmlformats.org/wordprocessingml/2006/main">
  <w:divs>
    <w:div w:id="76939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milyassist.gov.au/payments/family-assistance-payments/child-care-benefit/" TargetMode="External"/><Relationship Id="rId13" Type="http://schemas.openxmlformats.org/officeDocument/2006/relationships/hyperlink" Target="http://www.familyassist.gov.au/payments/family-assistance-payments/child-care-benef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education.vic.gov.au/childhood/providers/funding/Pages/kinderfeesubsidy.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amilyassist.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ntrelink.gov.au/internet/internet.nsf/payments/conc_cards_hcc.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ducation.vic.gov.au/ecprofessionals/kindergarten/" TargetMode="External"/><Relationship Id="rId23" Type="http://schemas.openxmlformats.org/officeDocument/2006/relationships/fontTable" Target="fontTable.xml"/><Relationship Id="rId10" Type="http://schemas.openxmlformats.org/officeDocument/2006/relationships/hyperlink" Target="http://www.education.vic.gov.au/ecsmanagement/careankinder/earlystar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amilyassist.gov.au/payments/family-assistance-payments/child-care-benefit/" TargetMode="External"/><Relationship Id="rId14" Type="http://schemas.openxmlformats.org/officeDocument/2006/relationships/hyperlink" Target="http://www.education.vic.gov.au/ecprofessionals/kindergarten/"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ager\Desktop\Sally%20Phelps\Current%20Policies\10__fees_policy_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EDCBA-FE85-424F-B306-8B06AD1B1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10__fees_policy_v2</Template>
  <TotalTime>51</TotalTime>
  <Pages>1</Pages>
  <Words>4891</Words>
  <Characters>27885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Alexandra &amp; District Kindergarten</Company>
  <LinksUpToDate>false</LinksUpToDate>
  <CharactersWithSpaces>32711</CharactersWithSpaces>
  <SharedDoc>false</SharedDoc>
  <HLinks>
    <vt:vector size="54" baseType="variant">
      <vt:variant>
        <vt:i4>3604543</vt:i4>
      </vt:variant>
      <vt:variant>
        <vt:i4>93</vt:i4>
      </vt:variant>
      <vt:variant>
        <vt:i4>0</vt:i4>
      </vt:variant>
      <vt:variant>
        <vt:i4>5</vt:i4>
      </vt:variant>
      <vt:variant>
        <vt:lpwstr>http://www.familyassist.gov.au/</vt:lpwstr>
      </vt:variant>
      <vt:variant>
        <vt:lpwstr/>
      </vt:variant>
      <vt:variant>
        <vt:i4>5439504</vt:i4>
      </vt:variant>
      <vt:variant>
        <vt:i4>74</vt:i4>
      </vt:variant>
      <vt:variant>
        <vt:i4>0</vt:i4>
      </vt:variant>
      <vt:variant>
        <vt:i4>5</vt:i4>
      </vt:variant>
      <vt:variant>
        <vt:lpwstr>http://www.education.vic.gov.au/ecprofessionals/kindergarten/</vt:lpwstr>
      </vt:variant>
      <vt:variant>
        <vt:lpwstr/>
      </vt:variant>
      <vt:variant>
        <vt:i4>5439504</vt:i4>
      </vt:variant>
      <vt:variant>
        <vt:i4>30</vt:i4>
      </vt:variant>
      <vt:variant>
        <vt:i4>0</vt:i4>
      </vt:variant>
      <vt:variant>
        <vt:i4>5</vt:i4>
      </vt:variant>
      <vt:variant>
        <vt:lpwstr>http://www.education.vic.gov.au/ecprofessionals/kindergarten/</vt:lpwstr>
      </vt:variant>
      <vt:variant>
        <vt:lpwstr/>
      </vt:variant>
      <vt:variant>
        <vt:i4>3801130</vt:i4>
      </vt:variant>
      <vt:variant>
        <vt:i4>27</vt:i4>
      </vt:variant>
      <vt:variant>
        <vt:i4>0</vt:i4>
      </vt:variant>
      <vt:variant>
        <vt:i4>5</vt:i4>
      </vt:variant>
      <vt:variant>
        <vt:lpwstr>http://www.familyassist.gov.au/payments/family-assistance-payments/child-care-benefit/</vt:lpwstr>
      </vt:variant>
      <vt:variant>
        <vt:lpwstr/>
      </vt:variant>
      <vt:variant>
        <vt:i4>7798826</vt:i4>
      </vt:variant>
      <vt:variant>
        <vt:i4>24</vt:i4>
      </vt:variant>
      <vt:variant>
        <vt:i4>0</vt:i4>
      </vt:variant>
      <vt:variant>
        <vt:i4>5</vt:i4>
      </vt:variant>
      <vt:variant>
        <vt:lpwstr>http://www.education.vic.gov.au/childhood/providers/funding/Pages/kinderfeesubsidy.aspx</vt:lpwstr>
      </vt:variant>
      <vt:variant>
        <vt:lpwstr/>
      </vt:variant>
      <vt:variant>
        <vt:i4>2555952</vt:i4>
      </vt:variant>
      <vt:variant>
        <vt:i4>21</vt:i4>
      </vt:variant>
      <vt:variant>
        <vt:i4>0</vt:i4>
      </vt:variant>
      <vt:variant>
        <vt:i4>5</vt:i4>
      </vt:variant>
      <vt:variant>
        <vt:lpwstr>http://www.centrelink.gov.au/internet/internet.nsf/payments/conc_cards_hcc.htm</vt:lpwstr>
      </vt:variant>
      <vt:variant>
        <vt:lpwstr/>
      </vt:variant>
      <vt:variant>
        <vt:i4>7208999</vt:i4>
      </vt:variant>
      <vt:variant>
        <vt:i4>18</vt:i4>
      </vt:variant>
      <vt:variant>
        <vt:i4>0</vt:i4>
      </vt:variant>
      <vt:variant>
        <vt:i4>5</vt:i4>
      </vt:variant>
      <vt:variant>
        <vt:lpwstr>http://www.education.vic.gov.au/ecsmanagement/careankinder/earlystart/</vt:lpwstr>
      </vt:variant>
      <vt:variant>
        <vt:lpwstr/>
      </vt:variant>
      <vt:variant>
        <vt:i4>3801130</vt:i4>
      </vt:variant>
      <vt:variant>
        <vt:i4>15</vt:i4>
      </vt:variant>
      <vt:variant>
        <vt:i4>0</vt:i4>
      </vt:variant>
      <vt:variant>
        <vt:i4>5</vt:i4>
      </vt:variant>
      <vt:variant>
        <vt:lpwstr>http://www.familyassist.gov.au/payments/family-assistance-payments/child-care-benefit/</vt:lpwstr>
      </vt:variant>
      <vt:variant>
        <vt:lpwstr/>
      </vt:variant>
      <vt:variant>
        <vt:i4>3801130</vt:i4>
      </vt:variant>
      <vt:variant>
        <vt:i4>12</vt:i4>
      </vt:variant>
      <vt:variant>
        <vt:i4>0</vt:i4>
      </vt:variant>
      <vt:variant>
        <vt:i4>5</vt:i4>
      </vt:variant>
      <vt:variant>
        <vt:lpwstr>http://www.familyassist.gov.au/payments/family-assistance-payments/child-care-benefit/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DEECD</dc:creator>
  <cp:lastModifiedBy>Scott and Sally</cp:lastModifiedBy>
  <cp:revision>12</cp:revision>
  <cp:lastPrinted>2015-03-17T04:03:00Z</cp:lastPrinted>
  <dcterms:created xsi:type="dcterms:W3CDTF">2013-03-04T03:25:00Z</dcterms:created>
  <dcterms:modified xsi:type="dcterms:W3CDTF">2015-03-17T04:06:00Z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